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0"/>
          <w:szCs w:val="40"/>
        </w:rPr>
      </w:pPr>
      <w:r>
        <w:rPr>
          <w:rFonts w:ascii="TimesNewRomanPS-BoldMT" w:hAnsi="TimesNewRomanPS-BoldMT" w:cs="TimesNewRomanPS-BoldMT"/>
          <w:b/>
          <w:bCs/>
          <w:sz w:val="40"/>
          <w:szCs w:val="40"/>
        </w:rPr>
        <w:t>1MA0/4H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60"/>
          <w:szCs w:val="60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4pt;margin-top:40.9pt;width:44.25pt;height:1in;z-index:251663360">
            <v:imagedata r:id="rId7" o:title=""/>
          </v:shape>
        </w:pict>
      </w:r>
      <w:r>
        <w:rPr>
          <w:rFonts w:ascii="TimesNewRomanPS-BoldMT" w:hAnsi="TimesNewRomanPS-BoldMT" w:cs="TimesNewRomanPS-BoldMT"/>
          <w:b/>
          <w:bCs/>
          <w:sz w:val="60"/>
          <w:szCs w:val="60"/>
        </w:rPr>
        <w:t>Edexcel GCSE</w:t>
      </w:r>
    </w:p>
    <w:p w:rsidR="00510D34" w:rsidRPr="005D6E52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44"/>
          <w:szCs w:val="44"/>
        </w:rPr>
      </w:pPr>
      <w:r>
        <w:rPr>
          <w:rFonts w:ascii="TimesNewRomanPS-BoldMT" w:hAnsi="TimesNewRomanPS-BoldMT" w:cs="TimesNewRomanPS-BoldMT"/>
          <w:b/>
          <w:bCs/>
          <w:sz w:val="44"/>
          <w:szCs w:val="44"/>
        </w:rPr>
        <w:t xml:space="preserve">Mathematics (Linear) – 1MA0    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Practice Paper 4H (Calculator)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40"/>
          <w:szCs w:val="40"/>
        </w:rPr>
      </w:pPr>
      <w:r>
        <w:rPr>
          <w:rFonts w:ascii="TimesNewRomanPSMT" w:hAnsi="TimesNewRomanPSMT" w:cs="TimesNewRomanPSMT"/>
          <w:sz w:val="40"/>
          <w:szCs w:val="40"/>
        </w:rPr>
        <w:t>Set B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72"/>
          <w:szCs w:val="72"/>
        </w:rPr>
      </w:pPr>
      <w:r>
        <w:rPr>
          <w:rFonts w:ascii="TimesNewRomanPS-BoldMT" w:hAnsi="TimesNewRomanPS-BoldMT" w:cs="TimesNewRomanPS-BoldMT"/>
          <w:b/>
          <w:bCs/>
          <w:sz w:val="72"/>
          <w:szCs w:val="72"/>
        </w:rPr>
        <w:t>Higher Tier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36"/>
          <w:szCs w:val="36"/>
        </w:rPr>
      </w:pPr>
      <w:r>
        <w:rPr>
          <w:rFonts w:ascii="TimesNewRomanPSMT" w:hAnsi="TimesNewRomanPSMT" w:cs="TimesNewRomanPSMT"/>
          <w:sz w:val="36"/>
          <w:szCs w:val="36"/>
        </w:rPr>
        <w:t>Time: 1 hour 45 minutes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Materials required for examination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ab/>
        <w:t>Items included with question papers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Ruler graduated in centimetres and</w:t>
      </w:r>
      <w:r>
        <w:rPr>
          <w:rFonts w:ascii="TimesNewRomanPSMT" w:hAnsi="TimesNewRomanPSMT" w:cs="TimesNewRomanPSMT"/>
          <w:sz w:val="20"/>
          <w:szCs w:val="20"/>
        </w:rPr>
        <w:tab/>
      </w:r>
      <w:r>
        <w:rPr>
          <w:rFonts w:ascii="TimesNewRomanPSMT" w:hAnsi="TimesNewRomanPSMT" w:cs="TimesNewRomanPSMT"/>
          <w:sz w:val="20"/>
          <w:szCs w:val="20"/>
        </w:rPr>
        <w:tab/>
        <w:t>Nil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millimetres, protractor, compasses,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pen, HB pencil, eraser.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ind w:firstLine="132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Tracing paper may be used.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510D34" w:rsidRPr="00A13BFB" w:rsidRDefault="00510D34" w:rsidP="00994F59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7" style="position:absolute;z-index:251660288" from="0,16.45pt" to="462pt,16.45pt"/>
        </w:pict>
      </w:r>
      <w:r w:rsidRPr="00A13BFB">
        <w:rPr>
          <w:b/>
          <w:bCs/>
        </w:rPr>
        <w:t>Instructions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Use black ink or ball-point pen. 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Fill in the boxes at the top of this page with your name, centre number and candidate number. </w:t>
      </w:r>
    </w:p>
    <w:p w:rsidR="00510D34" w:rsidRPr="00A13BFB" w:rsidRDefault="00510D34" w:rsidP="00994F59">
      <w:pPr>
        <w:tabs>
          <w:tab w:val="left" w:pos="420"/>
        </w:tabs>
      </w:pPr>
      <w:r w:rsidRPr="00A13BFB">
        <w:t>Answer all questions.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Answer the questions in the spaces provided – there may be more space than you need. 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Calculators </w:t>
      </w:r>
      <w:r>
        <w:t xml:space="preserve">may </w:t>
      </w:r>
      <w:r w:rsidRPr="00A13BFB">
        <w:t>be used.</w:t>
      </w:r>
    </w:p>
    <w:p w:rsidR="00510D34" w:rsidRPr="00A13BFB" w:rsidRDefault="00510D34" w:rsidP="00994F59">
      <w:pPr>
        <w:tabs>
          <w:tab w:val="left" w:pos="420"/>
        </w:tabs>
      </w:pPr>
    </w:p>
    <w:p w:rsidR="00510D34" w:rsidRPr="00A13BFB" w:rsidRDefault="00510D34" w:rsidP="00994F59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8" style="position:absolute;z-index:251661312" from="0,17.25pt" to="462pt,17.25pt"/>
        </w:pict>
      </w:r>
      <w:r w:rsidRPr="00A13BFB">
        <w:rPr>
          <w:b/>
          <w:bCs/>
        </w:rPr>
        <w:t>Information</w:t>
      </w:r>
    </w:p>
    <w:p w:rsidR="00510D34" w:rsidRPr="00A13BFB" w:rsidRDefault="00510D34" w:rsidP="00994F59">
      <w:pPr>
        <w:tabs>
          <w:tab w:val="left" w:pos="420"/>
        </w:tabs>
      </w:pPr>
      <w:r w:rsidRPr="00A13BFB">
        <w:t>The total mark for this paper is 100.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The marks for each question are shown in brackets – use this as a guide as to how much time to spend on </w:t>
      </w:r>
      <w:r w:rsidRPr="00A13BFB">
        <w:rPr>
          <w:b/>
          <w:bCs/>
        </w:rPr>
        <w:t xml:space="preserve">each </w:t>
      </w:r>
      <w:r w:rsidRPr="00A13BFB">
        <w:t>question.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Questions labelled with an </w:t>
      </w:r>
      <w:r w:rsidRPr="00A13BFB">
        <w:rPr>
          <w:b/>
          <w:bCs/>
        </w:rPr>
        <w:t>asterisk</w:t>
      </w:r>
      <w:r w:rsidRPr="00A13BFB">
        <w:t xml:space="preserve"> (*) are ones where the quality of your written communication will be assessed – you should take particular care on these questions with your spelling, punctuation and grammar, as well as the clarity of expression.</w:t>
      </w:r>
    </w:p>
    <w:p w:rsidR="00510D34" w:rsidRPr="00A13BFB" w:rsidRDefault="00510D34" w:rsidP="00994F59">
      <w:pPr>
        <w:tabs>
          <w:tab w:val="left" w:pos="420"/>
        </w:tabs>
      </w:pPr>
    </w:p>
    <w:p w:rsidR="00510D34" w:rsidRPr="00A13BFB" w:rsidRDefault="00510D34" w:rsidP="00994F59">
      <w:pPr>
        <w:tabs>
          <w:tab w:val="left" w:pos="420"/>
        </w:tabs>
        <w:spacing w:line="360" w:lineRule="auto"/>
        <w:rPr>
          <w:b/>
          <w:bCs/>
        </w:rPr>
      </w:pPr>
      <w:r>
        <w:rPr>
          <w:noProof/>
          <w:lang w:eastAsia="en-GB"/>
        </w:rPr>
        <w:pict>
          <v:line id="_x0000_s1029" style="position:absolute;z-index:251662336" from="0,17.65pt" to="462pt,17.65pt"/>
        </w:pict>
      </w:r>
      <w:r w:rsidRPr="00A13BFB">
        <w:rPr>
          <w:b/>
          <w:bCs/>
        </w:rPr>
        <w:t>Advice</w:t>
      </w:r>
    </w:p>
    <w:p w:rsidR="00510D34" w:rsidRPr="00A13BFB" w:rsidRDefault="00510D34" w:rsidP="00994F59">
      <w:pPr>
        <w:tabs>
          <w:tab w:val="left" w:pos="420"/>
        </w:tabs>
      </w:pPr>
      <w:r w:rsidRPr="00A13BFB">
        <w:t xml:space="preserve">Read each question carefully before you start to answer it. </w:t>
      </w:r>
    </w:p>
    <w:p w:rsidR="00510D34" w:rsidRPr="00A13BFB" w:rsidRDefault="00510D34" w:rsidP="00994F59">
      <w:pPr>
        <w:tabs>
          <w:tab w:val="left" w:pos="420"/>
        </w:tabs>
      </w:pPr>
      <w:r w:rsidRPr="00A13BFB">
        <w:t>Keep an eye on the time.</w:t>
      </w:r>
    </w:p>
    <w:p w:rsidR="00510D34" w:rsidRPr="00A13BFB" w:rsidRDefault="00510D34" w:rsidP="00994F59">
      <w:pPr>
        <w:tabs>
          <w:tab w:val="left" w:pos="420"/>
        </w:tabs>
      </w:pPr>
      <w:r w:rsidRPr="00A13BFB">
        <w:t>Try to answer every question.</w:t>
      </w:r>
    </w:p>
    <w:p w:rsidR="00510D34" w:rsidRPr="00A13BFB" w:rsidRDefault="00510D34" w:rsidP="00994F59">
      <w:pPr>
        <w:tabs>
          <w:tab w:val="left" w:pos="420"/>
        </w:tabs>
      </w:pPr>
      <w:r w:rsidRPr="00A13BFB">
        <w:t>Check your answers if you have time at the end.</w:t>
      </w:r>
    </w:p>
    <w:p w:rsidR="00510D34" w:rsidRPr="00A13BFB" w:rsidRDefault="00510D34" w:rsidP="00994F59">
      <w:pPr>
        <w:tabs>
          <w:tab w:val="left" w:pos="420"/>
        </w:tabs>
      </w:pPr>
    </w:p>
    <w:p w:rsidR="00510D34" w:rsidRPr="00A13BFB" w:rsidRDefault="00510D34" w:rsidP="00994F59">
      <w:pPr>
        <w:tabs>
          <w:tab w:val="left" w:pos="420"/>
        </w:tabs>
      </w:pP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This publication may be reproduced only in accordance with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Edexcel Limited copyright policy.</w:t>
      </w:r>
    </w:p>
    <w:p w:rsidR="00510D34" w:rsidRDefault="00510D34" w:rsidP="00994F59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sz w:val="12"/>
          <w:szCs w:val="12"/>
        </w:rPr>
      </w:pPr>
      <w:r>
        <w:rPr>
          <w:rFonts w:ascii="TimesNewRomanPSMT" w:hAnsi="TimesNewRomanPSMT" w:cs="TimesNewRomanPSMT"/>
          <w:sz w:val="12"/>
          <w:szCs w:val="12"/>
        </w:rPr>
        <w:t>©2010 Edexcel Limited.</w:t>
      </w:r>
    </w:p>
    <w:p w:rsidR="00510D34" w:rsidRPr="00C87031" w:rsidRDefault="00510D34" w:rsidP="00994F59">
      <w:pPr>
        <w:tabs>
          <w:tab w:val="left" w:pos="420"/>
        </w:tabs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sz w:val="12"/>
          <w:szCs w:val="12"/>
        </w:rPr>
        <w:t xml:space="preserve">Printer’s Log. No. </w:t>
      </w:r>
      <w:r>
        <w:rPr>
          <w:rFonts w:ascii="TimesNewRomanPSMT" w:hAnsi="TimesNewRomanPSMT" w:cs="TimesNewRomanPSMT"/>
          <w:b/>
          <w:bCs/>
          <w:sz w:val="20"/>
          <w:szCs w:val="20"/>
        </w:rPr>
        <w:t>AP1MA04HA</w:t>
      </w:r>
    </w:p>
    <w:p w:rsidR="00510D34" w:rsidRPr="00D466A9" w:rsidRDefault="00510D34" w:rsidP="00994F59">
      <w:pPr>
        <w:autoSpaceDE w:val="0"/>
        <w:autoSpaceDN w:val="0"/>
        <w:adjustRightInd w:val="0"/>
        <w:jc w:val="center"/>
        <w:rPr>
          <w:b/>
          <w:bCs/>
        </w:rPr>
      </w:pPr>
      <w:r>
        <w:br w:type="page"/>
      </w:r>
      <w:r w:rsidRPr="00D466A9">
        <w:rPr>
          <w:b/>
          <w:bCs/>
        </w:rPr>
        <w:t>GCSE Mathematics (Linear) 1</w:t>
      </w:r>
      <w:r>
        <w:rPr>
          <w:b/>
          <w:bCs/>
        </w:rPr>
        <w:t>MA</w:t>
      </w:r>
      <w:r w:rsidRPr="00D466A9">
        <w:rPr>
          <w:b/>
          <w:bCs/>
        </w:rPr>
        <w:t>0</w:t>
      </w:r>
    </w:p>
    <w:p w:rsidR="00510D34" w:rsidRPr="00D466A9" w:rsidRDefault="00510D34" w:rsidP="00994F59">
      <w:pPr>
        <w:autoSpaceDE w:val="0"/>
        <w:autoSpaceDN w:val="0"/>
        <w:adjustRightInd w:val="0"/>
        <w:jc w:val="center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jc w:val="center"/>
      </w:pPr>
      <w:r w:rsidRPr="00D466A9">
        <w:t>Formulae: Higher Tier</w:t>
      </w:r>
    </w:p>
    <w:p w:rsidR="00510D34" w:rsidRPr="00D466A9" w:rsidRDefault="00510D34" w:rsidP="00994F59">
      <w:pPr>
        <w:autoSpaceDE w:val="0"/>
        <w:autoSpaceDN w:val="0"/>
        <w:adjustRightInd w:val="0"/>
        <w:jc w:val="center"/>
      </w:pPr>
    </w:p>
    <w:p w:rsidR="00510D34" w:rsidRPr="00D466A9" w:rsidRDefault="00510D34" w:rsidP="00994F59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You must not write on this formulae page.</w:t>
      </w:r>
    </w:p>
    <w:p w:rsidR="00510D34" w:rsidRPr="00D466A9" w:rsidRDefault="00510D34" w:rsidP="00994F59">
      <w:pPr>
        <w:autoSpaceDE w:val="0"/>
        <w:autoSpaceDN w:val="0"/>
        <w:adjustRightInd w:val="0"/>
        <w:jc w:val="center"/>
        <w:rPr>
          <w:b/>
          <w:bCs/>
        </w:rPr>
      </w:pPr>
      <w:r w:rsidRPr="00D466A9">
        <w:rPr>
          <w:b/>
          <w:bCs/>
        </w:rPr>
        <w:t>Anything you write on this formulae page will gain NO credit.</w: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  <w:r>
        <w:rPr>
          <w:noProof/>
          <w:lang w:eastAsia="en-GB"/>
        </w:rPr>
        <w:pict>
          <v:shape id="_x0000_s1030" type="#_x0000_t75" style="position:absolute;margin-left:4in;margin-top:9.6pt;width:152.25pt;height:102pt;z-index:251664384">
            <v:imagedata r:id="rId8" o:title=""/>
          </v:shape>
        </w:pic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</w:pPr>
      <w:r w:rsidRPr="00D466A9">
        <w:rPr>
          <w:b/>
          <w:bCs/>
        </w:rPr>
        <w:t xml:space="preserve">Volume of prism </w:t>
      </w:r>
      <w:r w:rsidRPr="00D466A9">
        <w:t xml:space="preserve">= area of cross section × length     </w:t>
      </w:r>
    </w:p>
    <w:p w:rsidR="00510D34" w:rsidRPr="00D466A9" w:rsidRDefault="00510D34" w:rsidP="00994F59">
      <w:pPr>
        <w:autoSpaceDE w:val="0"/>
        <w:autoSpaceDN w:val="0"/>
        <w:adjustRightInd w:val="0"/>
        <w:jc w:val="center"/>
      </w:pPr>
    </w:p>
    <w:p w:rsidR="00510D34" w:rsidRPr="00D466A9" w:rsidRDefault="00510D34" w:rsidP="00994F59">
      <w:pPr>
        <w:autoSpaceDE w:val="0"/>
        <w:autoSpaceDN w:val="0"/>
        <w:adjustRightInd w:val="0"/>
        <w:jc w:val="center"/>
      </w:pPr>
    </w:p>
    <w:p w:rsidR="00510D34" w:rsidRPr="00D466A9" w:rsidRDefault="00510D34" w:rsidP="00994F59">
      <w:pPr>
        <w:autoSpaceDE w:val="0"/>
        <w:autoSpaceDN w:val="0"/>
        <w:adjustRightInd w:val="0"/>
        <w:jc w:val="center"/>
      </w:pPr>
    </w:p>
    <w:p w:rsidR="00510D34" w:rsidRPr="00D466A9" w:rsidRDefault="00510D34" w:rsidP="00994F59">
      <w:pPr>
        <w:autoSpaceDE w:val="0"/>
        <w:autoSpaceDN w:val="0"/>
        <w:adjustRightInd w:val="0"/>
        <w:jc w:val="center"/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Volume of sphere </w:t>
      </w:r>
      <w:r w:rsidRPr="00D466A9">
        <w:rPr>
          <w:b/>
          <w:bCs/>
          <w:position w:val="-12"/>
        </w:rPr>
        <w:object w:dxaOrig="200" w:dyaOrig="360">
          <v:shape id="_x0000_i1025" type="#_x0000_t75" style="width:9.75pt;height:18pt" o:ole="">
            <v:imagedata r:id="rId9" o:title=""/>
          </v:shape>
          <o:OLEObject Type="Embed" ProgID="Equation.3" ShapeID="_x0000_i1025" DrawAspect="Content" ObjectID="_1346495342" r:id="rId10"/>
        </w:object>
      </w:r>
      <w:r w:rsidRPr="00D466A9">
        <w:t>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3</w:t>
      </w:r>
      <w:r w:rsidRPr="00D466A9">
        <w:t xml:space="preserve"> </w:t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rPr>
          <w:b/>
          <w:bCs/>
        </w:rPr>
        <w:t xml:space="preserve">Volume of cone </w:t>
      </w:r>
      <w:r w:rsidRPr="00D466A9">
        <w:rPr>
          <w:b/>
          <w:bCs/>
          <w:position w:val="-12"/>
        </w:rPr>
        <w:object w:dxaOrig="180" w:dyaOrig="360">
          <v:shape id="_x0000_i1026" type="#_x0000_t75" style="width:9pt;height:18pt" o:ole="">
            <v:imagedata r:id="rId11" o:title=""/>
          </v:shape>
          <o:OLEObject Type="Embed" ProgID="Equation.3" ShapeID="_x0000_i1026" DrawAspect="Content" ObjectID="_1346495343" r:id="rId12"/>
        </w:object>
      </w:r>
      <w:r w:rsidRPr="00D466A9">
        <w:t>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2</w:t>
      </w:r>
      <w:r w:rsidRPr="00D466A9">
        <w:rPr>
          <w:i/>
          <w:iCs/>
        </w:rPr>
        <w:t>h</w:t>
      </w:r>
    </w:p>
    <w:p w:rsidR="00510D34" w:rsidRPr="00D466A9" w:rsidRDefault="00510D34" w:rsidP="00994F59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Surface area of sphere </w:t>
      </w:r>
      <w:r w:rsidRPr="00D466A9">
        <w:t>= 4π</w:t>
      </w:r>
      <w:r w:rsidRPr="00D466A9">
        <w:rPr>
          <w:i/>
          <w:iCs/>
        </w:rPr>
        <w:t>r</w:t>
      </w:r>
      <w:r w:rsidRPr="00D466A9">
        <w:rPr>
          <w:vertAlign w:val="superscript"/>
        </w:rPr>
        <w:t>2</w:t>
      </w:r>
      <w:r w:rsidRPr="00D466A9">
        <w:t xml:space="preserve"> </w:t>
      </w:r>
      <w:r w:rsidRPr="00D466A9">
        <w:tab/>
      </w:r>
      <w:r w:rsidRPr="00D466A9">
        <w:tab/>
      </w:r>
      <w:r w:rsidRPr="00D466A9">
        <w:tab/>
      </w:r>
      <w:r w:rsidRPr="00D466A9">
        <w:rPr>
          <w:b/>
          <w:bCs/>
        </w:rPr>
        <w:t xml:space="preserve">Curved surface area of cone </w:t>
      </w:r>
      <w:r w:rsidRPr="00D466A9">
        <w:t>= π</w:t>
      </w:r>
      <w:r w:rsidRPr="00D466A9">
        <w:rPr>
          <w:i/>
          <w:iCs/>
        </w:rPr>
        <w:t>rl</w: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ab/>
      </w:r>
      <w:r w:rsidRPr="00265D74">
        <w:rPr>
          <w:b/>
          <w:bCs/>
        </w:rPr>
        <w:pict>
          <v:shape id="_x0000_i1027" type="#_x0000_t75" style="width:80.25pt;height:87.75pt">
            <v:imagedata r:id="rId13" o:title=""/>
          </v:shape>
        </w:pict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265D74">
        <w:rPr>
          <w:b/>
          <w:bCs/>
        </w:rPr>
        <w:pict>
          <v:shape id="_x0000_i1028" type="#_x0000_t75" style="width:117.75pt;height:91.5pt">
            <v:imagedata r:id="rId14" o:title=""/>
          </v:shape>
        </w:pic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 xml:space="preserve">In any triangle ABC </w:t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</w:r>
      <w:r w:rsidRPr="00D466A9">
        <w:rPr>
          <w:b/>
          <w:bCs/>
        </w:rPr>
        <w:tab/>
        <w:t>The Quadratic Equation</w:t>
      </w:r>
    </w:p>
    <w:p w:rsidR="00510D34" w:rsidRPr="00D466A9" w:rsidRDefault="00510D34" w:rsidP="00994F59">
      <w:pPr>
        <w:autoSpaceDE w:val="0"/>
        <w:autoSpaceDN w:val="0"/>
        <w:adjustRightInd w:val="0"/>
      </w:pPr>
      <w:r>
        <w:rPr>
          <w:noProof/>
          <w:lang w:eastAsia="en-GB"/>
        </w:rPr>
        <w:pict>
          <v:shape id="_x0000_s1031" type="#_x0000_t75" style="position:absolute;margin-left:0;margin-top:12.3pt;width:155.25pt;height:78pt;z-index:251665408">
            <v:imagedata r:id="rId15" o:title=""/>
          </v:shape>
        </w:pict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  <w:t xml:space="preserve">The solutions of </w:t>
      </w:r>
      <w:r w:rsidRPr="00D466A9">
        <w:rPr>
          <w:i/>
          <w:iCs/>
        </w:rPr>
        <w:t>ax</w:t>
      </w:r>
      <w:r w:rsidRPr="00D466A9">
        <w:t xml:space="preserve">2+ </w:t>
      </w:r>
      <w:r w:rsidRPr="00D466A9">
        <w:rPr>
          <w:i/>
          <w:iCs/>
        </w:rPr>
        <w:t xml:space="preserve">bx </w:t>
      </w:r>
      <w:r w:rsidRPr="00D466A9">
        <w:t xml:space="preserve">+ </w:t>
      </w:r>
      <w:r w:rsidRPr="00D466A9">
        <w:rPr>
          <w:i/>
          <w:iCs/>
        </w:rPr>
        <w:t xml:space="preserve">c </w:t>
      </w:r>
      <w:r w:rsidRPr="00D466A9">
        <w:t>= 0</w:t>
      </w:r>
    </w:p>
    <w:p w:rsidR="00510D34" w:rsidRPr="00D466A9" w:rsidRDefault="00510D34" w:rsidP="00994F59">
      <w:pPr>
        <w:autoSpaceDE w:val="0"/>
        <w:autoSpaceDN w:val="0"/>
        <w:adjustRightInd w:val="0"/>
      </w:pP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  <w:t xml:space="preserve">where </w:t>
      </w:r>
      <w:r w:rsidRPr="00D466A9">
        <w:rPr>
          <w:i/>
          <w:iCs/>
        </w:rPr>
        <w:t xml:space="preserve">a </w:t>
      </w:r>
      <w:r w:rsidRPr="00D466A9">
        <w:t>≠ 0, are given by</w:t>
      </w:r>
    </w:p>
    <w:p w:rsidR="00510D34" w:rsidRPr="00D466A9" w:rsidRDefault="00510D34" w:rsidP="00994F59">
      <w:pPr>
        <w:autoSpaceDE w:val="0"/>
        <w:autoSpaceDN w:val="0"/>
        <w:adjustRightInd w:val="0"/>
      </w:pPr>
    </w:p>
    <w:p w:rsidR="00510D34" w:rsidRPr="00D466A9" w:rsidRDefault="00510D34" w:rsidP="00994F59">
      <w:pPr>
        <w:autoSpaceDE w:val="0"/>
        <w:autoSpaceDN w:val="0"/>
        <w:adjustRightInd w:val="0"/>
      </w:pP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tab/>
      </w:r>
      <w:r w:rsidRPr="00D466A9">
        <w:rPr>
          <w:i/>
          <w:iCs/>
        </w:rPr>
        <w:t>x</w:t>
      </w:r>
      <w:r w:rsidRPr="00D466A9">
        <w:t xml:space="preserve"> = </w:t>
      </w:r>
      <w:r w:rsidRPr="00D466A9">
        <w:rPr>
          <w:position w:val="-24"/>
        </w:rPr>
        <w:object w:dxaOrig="1800" w:dyaOrig="720">
          <v:shape id="_x0000_i1029" type="#_x0000_t75" style="width:90pt;height:36pt" o:ole="">
            <v:imagedata r:id="rId16" o:title=""/>
          </v:shape>
          <o:OLEObject Type="Embed" ProgID="Equation.3" ShapeID="_x0000_i1029" DrawAspect="Content" ObjectID="_1346495344" r:id="rId17"/>
        </w:objec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  <w:r w:rsidRPr="00D466A9">
        <w:rPr>
          <w:b/>
          <w:bCs/>
        </w:rPr>
        <w:t xml:space="preserve">Sine Rule  </w:t>
      </w:r>
      <w:r w:rsidRPr="00D466A9">
        <w:rPr>
          <w:b/>
          <w:bCs/>
          <w:position w:val="-24"/>
        </w:rPr>
        <w:object w:dxaOrig="2140" w:dyaOrig="620">
          <v:shape id="_x0000_i1030" type="#_x0000_t75" style="width:107.25pt;height:30.75pt" o:ole="">
            <v:imagedata r:id="rId18" o:title=""/>
          </v:shape>
          <o:OLEObject Type="Embed" ProgID="Equation.3" ShapeID="_x0000_i1030" DrawAspect="Content" ObjectID="_1346495345" r:id="rId19"/>
        </w:objec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Cosine Rule   </w:t>
      </w:r>
      <w:r w:rsidRPr="00D466A9">
        <w:rPr>
          <w:i/>
          <w:iCs/>
        </w:rPr>
        <w:t>a</w:t>
      </w:r>
      <w:r w:rsidRPr="00D466A9">
        <w:rPr>
          <w:vertAlign w:val="superscript"/>
        </w:rPr>
        <w:t xml:space="preserve">2 </w:t>
      </w:r>
      <w:r w:rsidRPr="00D466A9">
        <w:t xml:space="preserve">= </w:t>
      </w:r>
      <w:r w:rsidRPr="00D466A9">
        <w:rPr>
          <w:i/>
          <w:iCs/>
        </w:rPr>
        <w:t>b</w:t>
      </w:r>
      <w:r w:rsidRPr="00D466A9">
        <w:rPr>
          <w:vertAlign w:val="superscript"/>
        </w:rPr>
        <w:t>2</w:t>
      </w:r>
      <w:r w:rsidRPr="00D466A9">
        <w:t xml:space="preserve">+ </w:t>
      </w:r>
      <w:r w:rsidRPr="00D466A9">
        <w:rPr>
          <w:i/>
          <w:iCs/>
        </w:rPr>
        <w:t>c</w:t>
      </w:r>
      <w:r w:rsidRPr="00D466A9">
        <w:rPr>
          <w:vertAlign w:val="superscript"/>
        </w:rPr>
        <w:t>2</w:t>
      </w:r>
      <w:r w:rsidRPr="00D466A9">
        <w:t>– 2</w:t>
      </w:r>
      <w:r w:rsidRPr="00D466A9">
        <w:rPr>
          <w:i/>
          <w:iCs/>
        </w:rPr>
        <w:t xml:space="preserve">bc </w:t>
      </w:r>
      <w:r w:rsidRPr="00D466A9">
        <w:t xml:space="preserve">cos </w:t>
      </w:r>
      <w:r w:rsidRPr="00D466A9">
        <w:rPr>
          <w:i/>
          <w:iCs/>
        </w:rPr>
        <w:t>A</w:t>
      </w:r>
    </w:p>
    <w:p w:rsidR="00510D34" w:rsidRPr="00D466A9" w:rsidRDefault="00510D34" w:rsidP="00994F59">
      <w:pPr>
        <w:autoSpaceDE w:val="0"/>
        <w:autoSpaceDN w:val="0"/>
        <w:adjustRightInd w:val="0"/>
        <w:rPr>
          <w:b/>
          <w:bCs/>
        </w:rPr>
      </w:pPr>
    </w:p>
    <w:p w:rsidR="00510D34" w:rsidRPr="00D466A9" w:rsidRDefault="00510D34" w:rsidP="00994F59">
      <w:pPr>
        <w:autoSpaceDE w:val="0"/>
        <w:autoSpaceDN w:val="0"/>
        <w:adjustRightInd w:val="0"/>
        <w:rPr>
          <w:i/>
          <w:iCs/>
        </w:rPr>
      </w:pPr>
      <w:r w:rsidRPr="00D466A9">
        <w:rPr>
          <w:b/>
          <w:bCs/>
        </w:rPr>
        <w:t xml:space="preserve">Area of triangle = </w:t>
      </w:r>
      <w:r w:rsidRPr="00D466A9">
        <w:rPr>
          <w:b/>
          <w:bCs/>
          <w:position w:val="-12"/>
        </w:rPr>
        <w:object w:dxaOrig="200" w:dyaOrig="360">
          <v:shape id="_x0000_i1031" type="#_x0000_t75" style="width:9.75pt;height:18pt" o:ole="">
            <v:imagedata r:id="rId20" o:title=""/>
          </v:shape>
          <o:OLEObject Type="Embed" ProgID="Equation.3" ShapeID="_x0000_i1031" DrawAspect="Content" ObjectID="_1346495346" r:id="rId21"/>
        </w:object>
      </w:r>
      <w:r w:rsidRPr="00D466A9">
        <w:rPr>
          <w:i/>
          <w:iCs/>
        </w:rPr>
        <w:t xml:space="preserve">ab </w:t>
      </w:r>
      <w:r w:rsidRPr="00D466A9">
        <w:t xml:space="preserve">sin </w:t>
      </w:r>
      <w:r w:rsidRPr="00D466A9">
        <w:rPr>
          <w:i/>
          <w:iCs/>
        </w:rPr>
        <w:t>C</w:t>
      </w:r>
    </w:p>
    <w:p w:rsidR="00510D34" w:rsidRDefault="00510D34" w:rsidP="00994F59">
      <w:pPr>
        <w:ind w:left="-851" w:right="-716"/>
        <w:rPr>
          <w:b/>
          <w:bCs/>
          <w:sz w:val="28"/>
          <w:szCs w:val="28"/>
        </w:rPr>
      </w:pPr>
    </w:p>
    <w:p w:rsidR="00510D34" w:rsidRDefault="00510D34" w:rsidP="00994F59">
      <w:pPr>
        <w:pStyle w:val="Heading2"/>
      </w:pPr>
      <w:r>
        <w:br w:type="page"/>
        <w:t xml:space="preserve">Answer </w:t>
      </w:r>
      <w:smartTag w:uri="urn:schemas-microsoft-com:office:smarttags" w:element="stockticker">
        <w:r>
          <w:t>ALL</w:t>
        </w:r>
      </w:smartTag>
      <w:r>
        <w:t xml:space="preserve"> TWENTY TWO questions</w:t>
      </w:r>
    </w:p>
    <w:p w:rsidR="00510D34" w:rsidRDefault="00510D34" w:rsidP="001355AF">
      <w:pPr>
        <w:jc w:val="center"/>
        <w:rPr>
          <w:b/>
          <w:bCs/>
        </w:rPr>
      </w:pPr>
    </w:p>
    <w:p w:rsidR="00510D34" w:rsidRDefault="00510D34" w:rsidP="001355AF">
      <w:pPr>
        <w:jc w:val="center"/>
        <w:rPr>
          <w:b/>
          <w:bCs/>
        </w:rPr>
      </w:pPr>
      <w:r>
        <w:rPr>
          <w:b/>
          <w:bCs/>
        </w:rPr>
        <w:t>Write your answers in the spaces provided.</w:t>
      </w:r>
    </w:p>
    <w:p w:rsidR="00510D34" w:rsidRDefault="00510D34" w:rsidP="001355AF">
      <w:pPr>
        <w:jc w:val="center"/>
        <w:rPr>
          <w:b/>
          <w:bCs/>
        </w:rPr>
      </w:pPr>
    </w:p>
    <w:p w:rsidR="00510D34" w:rsidRDefault="00510D34" w:rsidP="003F4B38">
      <w:pPr>
        <w:jc w:val="center"/>
        <w:rPr>
          <w:b/>
          <w:bCs/>
        </w:rPr>
      </w:pPr>
      <w:r>
        <w:rPr>
          <w:b/>
          <w:bCs/>
        </w:rPr>
        <w:t>You may use a calculator in this paper.</w:t>
      </w:r>
    </w:p>
    <w:p w:rsidR="00510D34" w:rsidRDefault="00510D34" w:rsidP="001355AF">
      <w:pPr>
        <w:jc w:val="center"/>
        <w:rPr>
          <w:b/>
          <w:bCs/>
        </w:rPr>
      </w:pPr>
    </w:p>
    <w:p w:rsidR="00510D34" w:rsidRDefault="00510D34" w:rsidP="007224BA">
      <w:pPr>
        <w:jc w:val="center"/>
        <w:rPr>
          <w:b/>
          <w:bCs/>
        </w:rPr>
      </w:pPr>
      <w:r>
        <w:rPr>
          <w:b/>
          <w:bCs/>
        </w:rPr>
        <w:t>You must write down all the stages in your working.</w:t>
      </w:r>
    </w:p>
    <w:p w:rsidR="00510D34" w:rsidRDefault="00510D34" w:rsidP="007224BA">
      <w:pPr>
        <w:jc w:val="center"/>
        <w:rPr>
          <w:b/>
          <w:bCs/>
        </w:rPr>
      </w:pPr>
    </w:p>
    <w:p w:rsidR="00510D34" w:rsidRPr="005D7DE2" w:rsidRDefault="00510D34" w:rsidP="001907D3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Pr="005D7DE2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ab/>
      </w:r>
      <w:r w:rsidRPr="005D7DE2">
        <w:rPr>
          <w:sz w:val="24"/>
          <w:szCs w:val="24"/>
        </w:rPr>
        <w:t xml:space="preserve">Here are the times, in minutes, taken to </w:t>
      </w:r>
      <w:r>
        <w:rPr>
          <w:sz w:val="24"/>
          <w:szCs w:val="24"/>
        </w:rPr>
        <w:t>solve a puzzle.</w:t>
      </w:r>
    </w:p>
    <w:p w:rsidR="00510D34" w:rsidRPr="005D7DE2" w:rsidRDefault="00510D34" w:rsidP="00F14D17">
      <w:pPr>
        <w:pStyle w:val="indent2"/>
        <w:tabs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5D7DE2">
        <w:rPr>
          <w:sz w:val="24"/>
          <w:szCs w:val="24"/>
        </w:rPr>
        <w:t>5</w:t>
      </w:r>
      <w:r w:rsidRPr="005D7DE2">
        <w:rPr>
          <w:sz w:val="24"/>
          <w:szCs w:val="24"/>
        </w:rPr>
        <w:tab/>
        <w:t>10</w:t>
      </w:r>
      <w:r w:rsidRPr="005D7DE2">
        <w:rPr>
          <w:sz w:val="24"/>
          <w:szCs w:val="24"/>
        </w:rPr>
        <w:tab/>
        <w:t>15</w:t>
      </w:r>
      <w:r w:rsidRPr="005D7DE2">
        <w:rPr>
          <w:sz w:val="24"/>
          <w:szCs w:val="24"/>
        </w:rPr>
        <w:tab/>
        <w:t>12</w:t>
      </w:r>
      <w:r w:rsidRPr="005D7DE2">
        <w:rPr>
          <w:sz w:val="24"/>
          <w:szCs w:val="24"/>
        </w:rPr>
        <w:tab/>
        <w:t>8</w:t>
      </w:r>
      <w:r w:rsidRPr="005D7DE2">
        <w:rPr>
          <w:sz w:val="24"/>
          <w:szCs w:val="24"/>
        </w:rPr>
        <w:tab/>
        <w:t>7</w:t>
      </w:r>
      <w:r w:rsidRPr="005D7DE2">
        <w:rPr>
          <w:sz w:val="24"/>
          <w:szCs w:val="24"/>
        </w:rPr>
        <w:tab/>
        <w:t>20</w:t>
      </w:r>
      <w:r w:rsidRPr="005D7DE2">
        <w:rPr>
          <w:sz w:val="24"/>
          <w:szCs w:val="24"/>
        </w:rPr>
        <w:tab/>
        <w:t>35</w:t>
      </w:r>
      <w:r w:rsidRPr="005D7DE2">
        <w:rPr>
          <w:sz w:val="24"/>
          <w:szCs w:val="24"/>
        </w:rPr>
        <w:tab/>
        <w:t>24</w:t>
      </w:r>
      <w:r w:rsidRPr="005D7DE2">
        <w:rPr>
          <w:sz w:val="24"/>
          <w:szCs w:val="24"/>
        </w:rPr>
        <w:tab/>
        <w:t>15</w:t>
      </w:r>
    </w:p>
    <w:p w:rsidR="00510D34" w:rsidRPr="005D7DE2" w:rsidRDefault="00510D34" w:rsidP="00F14D17">
      <w:pPr>
        <w:pStyle w:val="indent2"/>
        <w:tabs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20</w:t>
      </w:r>
      <w:r>
        <w:rPr>
          <w:sz w:val="24"/>
          <w:szCs w:val="24"/>
        </w:rPr>
        <w:tab/>
        <w:t>33</w:t>
      </w:r>
      <w:r>
        <w:rPr>
          <w:sz w:val="24"/>
          <w:szCs w:val="24"/>
        </w:rPr>
        <w:tab/>
        <w:t>15</w:t>
      </w:r>
      <w:r>
        <w:rPr>
          <w:sz w:val="24"/>
          <w:szCs w:val="24"/>
        </w:rPr>
        <w:tab/>
        <w:t>24</w:t>
      </w:r>
      <w:r w:rsidRPr="005D7DE2">
        <w:rPr>
          <w:sz w:val="24"/>
          <w:szCs w:val="24"/>
        </w:rPr>
        <w:tab/>
        <w:t>10</w:t>
      </w:r>
      <w:r w:rsidRPr="005D7DE2">
        <w:rPr>
          <w:sz w:val="24"/>
          <w:szCs w:val="24"/>
        </w:rPr>
        <w:tab/>
        <w:t>8</w:t>
      </w:r>
      <w:r w:rsidRPr="005D7DE2">
        <w:rPr>
          <w:sz w:val="24"/>
          <w:szCs w:val="24"/>
        </w:rPr>
        <w:tab/>
        <w:t>10</w:t>
      </w:r>
      <w:r w:rsidRPr="005D7DE2">
        <w:rPr>
          <w:sz w:val="24"/>
          <w:szCs w:val="24"/>
        </w:rPr>
        <w:tab/>
        <w:t>20</w:t>
      </w:r>
      <w:r w:rsidRPr="005D7DE2">
        <w:rPr>
          <w:sz w:val="24"/>
          <w:szCs w:val="24"/>
        </w:rPr>
        <w:tab/>
        <w:t>16</w:t>
      </w:r>
      <w:r w:rsidRPr="005D7DE2">
        <w:rPr>
          <w:sz w:val="24"/>
          <w:szCs w:val="24"/>
        </w:rPr>
        <w:tab/>
        <w:t>10</w:t>
      </w: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(a)</w:t>
      </w:r>
      <w:r>
        <w:rPr>
          <w:sz w:val="24"/>
          <w:szCs w:val="24"/>
        </w:rPr>
        <w:tab/>
      </w:r>
      <w:r w:rsidRPr="005D7DE2">
        <w:rPr>
          <w:sz w:val="24"/>
          <w:szCs w:val="24"/>
        </w:rPr>
        <w:t>In the space below, draw a stem and leaf diagram to show these times.</w:t>
      </w: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3F4B38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D7DE2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right="-7"/>
        <w:jc w:val="right"/>
        <w:rPr>
          <w:b/>
          <w:bCs/>
          <w:sz w:val="24"/>
          <w:szCs w:val="24"/>
        </w:rPr>
      </w:pPr>
      <w:r w:rsidRPr="005D7DE2">
        <w:rPr>
          <w:b/>
          <w:bCs/>
          <w:sz w:val="24"/>
          <w:szCs w:val="24"/>
        </w:rPr>
        <w:t>(3)</w:t>
      </w: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right="-7"/>
        <w:rPr>
          <w:sz w:val="24"/>
          <w:szCs w:val="24"/>
        </w:rPr>
      </w:pPr>
      <w:r>
        <w:rPr>
          <w:sz w:val="24"/>
          <w:szCs w:val="24"/>
        </w:rPr>
        <w:t xml:space="preserve"> (b) </w:t>
      </w:r>
      <w:r>
        <w:rPr>
          <w:sz w:val="24"/>
          <w:szCs w:val="24"/>
        </w:rPr>
        <w:tab/>
        <w:t>Find the median time to solve this puzzle.</w:t>
      </w: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right="-7"/>
        <w:rPr>
          <w:sz w:val="24"/>
          <w:szCs w:val="24"/>
        </w:rPr>
      </w:pP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right="-7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………………………. mins</w:t>
      </w:r>
    </w:p>
    <w:p w:rsidR="00510D34" w:rsidRPr="005D7DE2" w:rsidRDefault="00510D34" w:rsidP="001907D3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right="-7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(1</w:t>
      </w:r>
      <w:r w:rsidRPr="005D7DE2">
        <w:rPr>
          <w:b/>
          <w:bCs/>
          <w:sz w:val="24"/>
          <w:szCs w:val="24"/>
        </w:rPr>
        <w:t>)</w:t>
      </w:r>
    </w:p>
    <w:p w:rsidR="00510D34" w:rsidRPr="005D7DE2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right="-7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(Total 4</w:t>
      </w:r>
      <w:r w:rsidRPr="005D7DE2">
        <w:rPr>
          <w:b/>
          <w:bCs/>
          <w:sz w:val="24"/>
          <w:szCs w:val="24"/>
        </w:rPr>
        <w:t xml:space="preserve"> marks)</w:t>
      </w:r>
    </w:p>
    <w:p w:rsidR="00510D34" w:rsidRDefault="00510D34" w:rsidP="00F14D17">
      <w:pPr>
        <w:pStyle w:val="question"/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</w:tabs>
        <w:ind w:left="-567" w:right="-7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10D34" w:rsidRDefault="00510D34" w:rsidP="007224BA">
      <w:pPr>
        <w:jc w:val="center"/>
        <w:rPr>
          <w:b/>
          <w:bCs/>
        </w:rPr>
      </w:pPr>
    </w:p>
    <w:p w:rsidR="00510D34" w:rsidRDefault="00510D34" w:rsidP="00094C1F">
      <w:pPr>
        <w:ind w:left="-567"/>
      </w:pPr>
      <w:r>
        <w:rPr>
          <w:b/>
          <w:bCs/>
        </w:rPr>
        <w:t>2.</w:t>
      </w:r>
      <w:r>
        <w:rPr>
          <w:b/>
          <w:bCs/>
        </w:rPr>
        <w:tab/>
      </w:r>
      <w:r>
        <w:t>Mr and Mrs Ledger took their grandson Harry to Chic’s Diner.</w:t>
      </w:r>
    </w:p>
    <w:p w:rsidR="00510D34" w:rsidRDefault="00510D34" w:rsidP="003F1D5B">
      <w:pPr>
        <w:ind w:left="-567"/>
      </w:pPr>
    </w:p>
    <w:p w:rsidR="00510D34" w:rsidRPr="00014424" w:rsidRDefault="00510D34" w:rsidP="003F1D5B">
      <w:pPr>
        <w:ind w:left="-567"/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1.5pt;width:447pt;height:145.2pt;z-index:251653120;mso-position-horizontal:center" strokeweight="3pt">
            <v:textbox style="mso-fit-shape-to-text:t">
              <w:txbxContent>
                <w:p w:rsidR="00510D34" w:rsidRDefault="00510D34" w:rsidP="003F1D5B">
                  <w:pPr>
                    <w:jc w:val="center"/>
                    <w:rPr>
                      <w:sz w:val="52"/>
                      <w:szCs w:val="52"/>
                    </w:rPr>
                  </w:pPr>
                  <w:r w:rsidRPr="00014424">
                    <w:rPr>
                      <w:sz w:val="52"/>
                      <w:szCs w:val="52"/>
                    </w:rPr>
                    <w:t>Chic’s Diner</w:t>
                  </w:r>
                </w:p>
                <w:p w:rsidR="00510D34" w:rsidRDefault="00510D34" w:rsidP="003F1D5B">
                  <w:pPr>
                    <w:jc w:val="center"/>
                    <w:rPr>
                      <w:rFonts w:ascii="Trebuchet MS" w:hAnsi="Trebuchet MS" w:cs="Trebuchet MS"/>
                      <w:b/>
                      <w:bCs/>
                      <w:sz w:val="32"/>
                      <w:szCs w:val="32"/>
                    </w:rPr>
                  </w:pPr>
                  <w:r w:rsidRPr="00014424">
                    <w:rPr>
                      <w:rFonts w:ascii="Trebuchet MS" w:hAnsi="Trebuchet MS" w:cs="Trebuchet MS"/>
                      <w:b/>
                      <w:bCs/>
                      <w:sz w:val="32"/>
                      <w:szCs w:val="32"/>
                    </w:rPr>
                    <w:t xml:space="preserve">Menu </w:t>
                  </w:r>
                </w:p>
                <w:p w:rsidR="00510D34" w:rsidRDefault="00510D34" w:rsidP="003F1D5B">
                  <w:pPr>
                    <w:jc w:val="center"/>
                    <w:rPr>
                      <w:rFonts w:ascii="Trebuchet MS" w:hAnsi="Trebuchet MS" w:cs="Trebuchet MS"/>
                      <w:b/>
                      <w:bCs/>
                      <w:sz w:val="32"/>
                      <w:szCs w:val="32"/>
                    </w:rPr>
                  </w:pPr>
                </w:p>
                <w:p w:rsidR="00510D34" w:rsidRDefault="00510D34" w:rsidP="003F1D5B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Starters</w:t>
                  </w:r>
                </w:p>
                <w:p w:rsidR="00510D34" w:rsidRPr="00014424" w:rsidRDefault="00510D34" w:rsidP="003F1D5B">
                  <w:r w:rsidRPr="00014424">
                    <w:t>Prawn Cocktail</w:t>
                  </w:r>
                  <w:r>
                    <w:tab/>
                  </w:r>
                  <w:r>
                    <w:tab/>
                    <w:t>£4.50</w:t>
                  </w:r>
                </w:p>
                <w:p w:rsidR="00510D34" w:rsidRPr="00014424" w:rsidRDefault="00510D34" w:rsidP="003F1D5B">
                  <w:r w:rsidRPr="00014424">
                    <w:t>Pate and toast</w:t>
                  </w:r>
                  <w:r>
                    <w:tab/>
                  </w:r>
                  <w:r>
                    <w:tab/>
                  </w:r>
                  <w:r>
                    <w:tab/>
                    <w:t>£4.95</w:t>
                  </w:r>
                </w:p>
                <w:p w:rsidR="00510D34" w:rsidRDefault="00510D34" w:rsidP="003F1D5B">
                  <w:r w:rsidRPr="00014424">
                    <w:t>Soup of the day</w:t>
                  </w:r>
                  <w:r>
                    <w:tab/>
                  </w:r>
                  <w:r>
                    <w:tab/>
                    <w:t>£3.50</w:t>
                  </w:r>
                </w:p>
                <w:p w:rsidR="00510D34" w:rsidRDefault="00510D34" w:rsidP="003F1D5B">
                  <w:r>
                    <w:t>Melon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£2.90</w:t>
                  </w:r>
                </w:p>
                <w:p w:rsidR="00510D34" w:rsidRDefault="00510D34" w:rsidP="003F1D5B"/>
                <w:p w:rsidR="00510D34" w:rsidRDefault="00510D34" w:rsidP="003F1D5B">
                  <w:pPr>
                    <w:rPr>
                      <w:b/>
                      <w:bCs/>
                    </w:rPr>
                  </w:pPr>
                  <w:r w:rsidRPr="00014424">
                    <w:rPr>
                      <w:b/>
                      <w:bCs/>
                    </w:rPr>
                    <w:t>Main course</w:t>
                  </w:r>
                </w:p>
                <w:p w:rsidR="00510D34" w:rsidRDefault="00510D34" w:rsidP="003F1D5B">
                  <w:r>
                    <w:t>Fish and chips</w:t>
                  </w:r>
                  <w:r>
                    <w:tab/>
                  </w:r>
                  <w:r>
                    <w:tab/>
                  </w:r>
                  <w:r>
                    <w:tab/>
                    <w:t>£7.85</w:t>
                  </w:r>
                </w:p>
                <w:p w:rsidR="00510D34" w:rsidRDefault="00510D34" w:rsidP="003F1D5B">
                  <w:r>
                    <w:t>Steak and chips</w:t>
                  </w:r>
                  <w:r>
                    <w:tab/>
                  </w:r>
                  <w:r>
                    <w:tab/>
                    <w:t>£12.25</w:t>
                  </w:r>
                </w:p>
                <w:p w:rsidR="00510D34" w:rsidRDefault="00510D34" w:rsidP="003F1D5B">
                  <w:r>
                    <w:t>Gammon and chips</w:t>
                  </w:r>
                  <w:r>
                    <w:tab/>
                  </w:r>
                  <w:r>
                    <w:tab/>
                    <w:t>£9.75</w:t>
                  </w:r>
                </w:p>
                <w:p w:rsidR="00510D34" w:rsidRDefault="00510D34" w:rsidP="003F1D5B"/>
                <w:p w:rsidR="00510D34" w:rsidRDefault="00510D34" w:rsidP="003F1D5B"/>
                <w:p w:rsidR="00510D34" w:rsidRPr="00014424" w:rsidRDefault="00510D34" w:rsidP="003F1D5B">
                  <w:pPr>
                    <w:jc w:val="center"/>
                  </w:pPr>
                  <w:r>
                    <w:t>Add 10% service charge</w:t>
                  </w:r>
                </w:p>
              </w:txbxContent>
            </v:textbox>
          </v:shape>
        </w:pict>
      </w: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  <w:r>
        <w:rPr>
          <w:noProof/>
          <w:lang w:eastAsia="en-GB"/>
        </w:rPr>
        <w:pict>
          <v:shape id="_x0000_s1033" type="#_x0000_t202" style="position:absolute;left:0;text-align:left;margin-left:207.75pt;margin-top:2.6pt;width:223.5pt;height:158.25pt;z-index:251654144" stroked="f">
            <v:textbox>
              <w:txbxContent>
                <w:p w:rsidR="00510D34" w:rsidRPr="00014424" w:rsidRDefault="00510D34" w:rsidP="003F1D5B">
                  <w:pPr>
                    <w:rPr>
                      <w:b/>
                      <w:bCs/>
                    </w:rPr>
                  </w:pPr>
                  <w:r w:rsidRPr="00014424">
                    <w:rPr>
                      <w:b/>
                      <w:bCs/>
                    </w:rPr>
                    <w:t>Deserts</w:t>
                  </w:r>
                </w:p>
                <w:p w:rsidR="00510D34" w:rsidRDefault="00510D34" w:rsidP="003F1D5B">
                  <w:r>
                    <w:t>Ice cream</w:t>
                  </w:r>
                  <w:r>
                    <w:tab/>
                  </w:r>
                  <w:r>
                    <w:tab/>
                  </w:r>
                  <w:r>
                    <w:tab/>
                    <w:t>£2.80</w:t>
                  </w:r>
                </w:p>
                <w:p w:rsidR="00510D34" w:rsidRDefault="00510D34" w:rsidP="003F1D5B">
                  <w:r>
                    <w:t>Apple pie</w:t>
                  </w:r>
                  <w:r>
                    <w:tab/>
                  </w:r>
                  <w:r>
                    <w:tab/>
                  </w:r>
                  <w:r>
                    <w:tab/>
                    <w:t>£3.20</w:t>
                  </w:r>
                </w:p>
                <w:p w:rsidR="00510D34" w:rsidRDefault="00510D34" w:rsidP="003F1D5B">
                  <w:r>
                    <w:t>Cheesecake</w:t>
                  </w:r>
                  <w:r>
                    <w:tab/>
                  </w:r>
                  <w:r>
                    <w:tab/>
                  </w:r>
                  <w:r>
                    <w:tab/>
                    <w:t>£3.50</w:t>
                  </w:r>
                </w:p>
                <w:p w:rsidR="00510D34" w:rsidRDefault="00510D34" w:rsidP="003F1D5B"/>
                <w:p w:rsidR="00510D34" w:rsidRDefault="00510D34" w:rsidP="003F1D5B">
                  <w:pPr>
                    <w:rPr>
                      <w:b/>
                      <w:bCs/>
                    </w:rPr>
                  </w:pPr>
                  <w:r w:rsidRPr="00C041B8">
                    <w:rPr>
                      <w:b/>
                      <w:bCs/>
                    </w:rPr>
                    <w:t xml:space="preserve">Drinks </w:t>
                  </w:r>
                </w:p>
                <w:p w:rsidR="00510D34" w:rsidRDefault="00510D34" w:rsidP="003F1D5B">
                  <w:r>
                    <w:t>White wine</w:t>
                  </w:r>
                  <w:r>
                    <w:tab/>
                  </w:r>
                  <w:r>
                    <w:tab/>
                  </w:r>
                  <w:r>
                    <w:tab/>
                    <w:t>£11.50 per bottle</w:t>
                  </w:r>
                </w:p>
                <w:p w:rsidR="00510D34" w:rsidRDefault="00510D34" w:rsidP="003F1D5B">
                  <w:r>
                    <w:t>Red wine</w:t>
                  </w:r>
                  <w:r>
                    <w:tab/>
                  </w:r>
                  <w:r>
                    <w:tab/>
                  </w:r>
                  <w:r>
                    <w:tab/>
                    <w:t>£12.25 per bottle</w:t>
                  </w:r>
                </w:p>
                <w:p w:rsidR="00510D34" w:rsidRPr="00C041B8" w:rsidRDefault="00510D34" w:rsidP="003F1D5B">
                  <w:r>
                    <w:t>Fruit juices</w:t>
                  </w:r>
                  <w:r>
                    <w:tab/>
                  </w:r>
                  <w:r>
                    <w:tab/>
                  </w:r>
                  <w:r>
                    <w:tab/>
                    <w:t>£2.10 per glass</w:t>
                  </w:r>
                </w:p>
                <w:p w:rsidR="00510D34" w:rsidRDefault="00510D34"/>
              </w:txbxContent>
            </v:textbox>
          </v:shape>
        </w:pict>
      </w: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</w:pPr>
      <w:r>
        <w:rPr>
          <w:b/>
          <w:bCs/>
        </w:rPr>
        <w:tab/>
      </w:r>
      <w:r w:rsidRPr="00C041B8">
        <w:t xml:space="preserve">Mr Ledger </w:t>
      </w:r>
      <w:r>
        <w:t xml:space="preserve">started with soup. </w:t>
      </w:r>
    </w:p>
    <w:p w:rsidR="00510D34" w:rsidRDefault="00510D34" w:rsidP="003F1D5B">
      <w:pPr>
        <w:ind w:left="-567" w:firstLine="567"/>
      </w:pPr>
      <w:r>
        <w:t>He had steak and chips for his main course and ice cream for desert.</w:t>
      </w:r>
    </w:p>
    <w:p w:rsidR="00510D34" w:rsidRDefault="00510D34" w:rsidP="003F1D5B">
      <w:pPr>
        <w:ind w:left="-567" w:firstLine="567"/>
      </w:pPr>
    </w:p>
    <w:p w:rsidR="00510D34" w:rsidRDefault="00510D34" w:rsidP="003F1D5B">
      <w:pPr>
        <w:ind w:left="-567" w:firstLine="567"/>
      </w:pPr>
      <w:r>
        <w:t>Mrs Ledger started with a prawn cocktail and a main course of fish and chips.</w:t>
      </w:r>
    </w:p>
    <w:p w:rsidR="00510D34" w:rsidRDefault="00510D34" w:rsidP="003F1D5B">
      <w:pPr>
        <w:ind w:left="-567" w:firstLine="567"/>
      </w:pPr>
      <w:r>
        <w:t>She did not have a desert.</w:t>
      </w:r>
    </w:p>
    <w:p w:rsidR="00510D34" w:rsidRDefault="00510D34" w:rsidP="003F1D5B">
      <w:pPr>
        <w:ind w:left="-567" w:firstLine="567"/>
      </w:pPr>
    </w:p>
    <w:p w:rsidR="00510D34" w:rsidRDefault="00510D34" w:rsidP="003F1D5B">
      <w:pPr>
        <w:ind w:left="-567" w:firstLine="567"/>
      </w:pPr>
      <w:r>
        <w:t>Harry didn’t have a starter.</w:t>
      </w:r>
    </w:p>
    <w:p w:rsidR="00510D34" w:rsidRDefault="00510D34" w:rsidP="003F1D5B">
      <w:pPr>
        <w:ind w:left="-567" w:firstLine="567"/>
      </w:pPr>
      <w:r>
        <w:t>He had a main course of fish and chips and ice cream for desert.</w:t>
      </w:r>
    </w:p>
    <w:p w:rsidR="00510D34" w:rsidRDefault="00510D34" w:rsidP="003F1D5B">
      <w:pPr>
        <w:ind w:left="-567" w:firstLine="567"/>
      </w:pPr>
    </w:p>
    <w:p w:rsidR="00510D34" w:rsidRDefault="00510D34" w:rsidP="003F1D5B">
      <w:pPr>
        <w:ind w:left="-567" w:firstLine="567"/>
      </w:pPr>
      <w:r>
        <w:t>Mr and Mrs Ledger shared a bottle of red wine.</w:t>
      </w:r>
    </w:p>
    <w:p w:rsidR="00510D34" w:rsidRDefault="00510D34" w:rsidP="003F1D5B">
      <w:pPr>
        <w:ind w:left="-567" w:firstLine="567"/>
      </w:pPr>
      <w:r>
        <w:t>Harry had a glass of fruit juice.</w:t>
      </w:r>
    </w:p>
    <w:p w:rsidR="00510D34" w:rsidRDefault="00510D34" w:rsidP="003F1D5B">
      <w:pPr>
        <w:ind w:left="-567" w:firstLine="567"/>
      </w:pPr>
    </w:p>
    <w:p w:rsidR="00510D34" w:rsidRDefault="00510D34" w:rsidP="003F1D5B">
      <w:pPr>
        <w:pStyle w:val="ListParagraph"/>
        <w:numPr>
          <w:ilvl w:val="0"/>
          <w:numId w:val="15"/>
        </w:numPr>
        <w:ind w:left="284" w:hanging="284"/>
      </w:pPr>
      <w:r>
        <w:t xml:space="preserve">  </w:t>
      </w:r>
      <w:r w:rsidRPr="00EC157B">
        <w:t>Work out the total bill including the service charge.</w:t>
      </w:r>
    </w:p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Pr="003F1D5B" w:rsidRDefault="00510D34" w:rsidP="003F1D5B"/>
    <w:p w:rsidR="00510D34" w:rsidRDefault="00510D34" w:rsidP="003F1D5B">
      <w:pPr>
        <w:pStyle w:val="ListParagraph"/>
        <w:ind w:left="284"/>
      </w:pPr>
    </w:p>
    <w:p w:rsidR="00510D34" w:rsidRDefault="00510D34" w:rsidP="003F1D5B">
      <w:pPr>
        <w:pStyle w:val="ListParagraph"/>
        <w:ind w:left="284"/>
        <w:jc w:val="right"/>
      </w:pPr>
      <w:r>
        <w:t>£ ………………………..</w:t>
      </w:r>
    </w:p>
    <w:p w:rsidR="00510D34" w:rsidRPr="00EC157B" w:rsidRDefault="00510D34" w:rsidP="003F1D5B">
      <w:pPr>
        <w:pStyle w:val="ListParagraph"/>
        <w:ind w:left="284"/>
        <w:jc w:val="right"/>
        <w:rPr>
          <w:b/>
          <w:bCs/>
        </w:rPr>
      </w:pPr>
      <w:r w:rsidRPr="00EC157B">
        <w:rPr>
          <w:b/>
          <w:bCs/>
        </w:rPr>
        <w:t>(4)</w:t>
      </w:r>
    </w:p>
    <w:p w:rsidR="00510D34" w:rsidRDefault="00510D34" w:rsidP="003F1D5B">
      <w:pPr>
        <w:pStyle w:val="ListParagraph"/>
        <w:ind w:left="0"/>
      </w:pPr>
      <w:r>
        <w:t>Chic has now increased all of his prices by 6%.</w:t>
      </w:r>
    </w:p>
    <w:p w:rsidR="00510D34" w:rsidRDefault="00510D34" w:rsidP="003F1D5B">
      <w:pPr>
        <w:pStyle w:val="ListParagraph"/>
        <w:ind w:left="0"/>
      </w:pPr>
    </w:p>
    <w:p w:rsidR="00510D34" w:rsidRDefault="00510D34" w:rsidP="001907D3">
      <w:pPr>
        <w:pStyle w:val="ListParagraph"/>
        <w:tabs>
          <w:tab w:val="left" w:pos="540"/>
        </w:tabs>
        <w:ind w:left="0"/>
      </w:pPr>
      <w:r>
        <w:t>(b)</w:t>
      </w:r>
      <w:r>
        <w:tab/>
      </w:r>
      <w:r w:rsidRPr="00EC157B">
        <w:t>Work out the new price of fish and chips.</w:t>
      </w:r>
    </w:p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Pr="003F1D5B" w:rsidRDefault="00510D34" w:rsidP="003F1D5B"/>
    <w:p w:rsidR="00510D34" w:rsidRDefault="00510D34" w:rsidP="003F1D5B">
      <w:pPr>
        <w:pStyle w:val="ListParagraph"/>
        <w:ind w:left="360"/>
      </w:pPr>
    </w:p>
    <w:p w:rsidR="00510D34" w:rsidRDefault="00510D34" w:rsidP="003F1D5B">
      <w:pPr>
        <w:pStyle w:val="ListParagraph"/>
        <w:ind w:left="360"/>
      </w:pPr>
    </w:p>
    <w:p w:rsidR="00510D34" w:rsidRDefault="00510D34" w:rsidP="003F1D5B">
      <w:pPr>
        <w:pStyle w:val="ListParagraph"/>
        <w:ind w:left="360"/>
        <w:jc w:val="right"/>
      </w:pPr>
      <w:r>
        <w:t>£ …………………………</w:t>
      </w:r>
    </w:p>
    <w:p w:rsidR="00510D34" w:rsidRPr="00EC157B" w:rsidRDefault="00510D34" w:rsidP="003F1D5B">
      <w:pPr>
        <w:pStyle w:val="ListParagraph"/>
        <w:ind w:left="360"/>
        <w:jc w:val="right"/>
        <w:rPr>
          <w:b/>
          <w:bCs/>
        </w:rPr>
      </w:pPr>
      <w:r w:rsidRPr="00EC157B">
        <w:rPr>
          <w:b/>
          <w:bCs/>
        </w:rPr>
        <w:t>(3)</w:t>
      </w:r>
    </w:p>
    <w:p w:rsidR="00510D34" w:rsidRPr="00EC157B" w:rsidRDefault="00510D34" w:rsidP="003F1D5B">
      <w:pPr>
        <w:pStyle w:val="ListParagraph"/>
        <w:ind w:left="360"/>
        <w:jc w:val="right"/>
        <w:rPr>
          <w:b/>
          <w:bCs/>
        </w:rPr>
      </w:pPr>
      <w:r w:rsidRPr="00EC157B">
        <w:rPr>
          <w:b/>
          <w:bCs/>
        </w:rPr>
        <w:t>(Total 7 marks)</w:t>
      </w:r>
    </w:p>
    <w:p w:rsidR="00510D34" w:rsidRPr="00EC157B" w:rsidRDefault="00510D34" w:rsidP="003F1D5B">
      <w:pPr>
        <w:pStyle w:val="ListParagraph"/>
        <w:ind w:left="-567"/>
        <w:jc w:val="right"/>
      </w:pPr>
      <w:r>
        <w:t>____________________________________________________________________________</w:t>
      </w:r>
    </w:p>
    <w:p w:rsidR="00510D34" w:rsidRDefault="00510D34" w:rsidP="003F1D5B">
      <w:pPr>
        <w:ind w:left="-567"/>
        <w:rPr>
          <w:b/>
          <w:bCs/>
        </w:rPr>
      </w:pPr>
    </w:p>
    <w:p w:rsidR="00510D34" w:rsidRDefault="00510D34" w:rsidP="003F1D5B">
      <w:pPr>
        <w:ind w:left="-567"/>
      </w:pPr>
      <w:r>
        <w:rPr>
          <w:b/>
          <w:bCs/>
        </w:rPr>
        <w:t>3.</w:t>
      </w:r>
      <w:r>
        <w:tab/>
        <w:t>Here are the first five terms of an arithmetic sequence.</w:t>
      </w:r>
    </w:p>
    <w:p w:rsidR="00510D34" w:rsidRDefault="00510D34" w:rsidP="003F1D5B">
      <w:pPr>
        <w:ind w:left="-567"/>
      </w:pPr>
    </w:p>
    <w:p w:rsidR="00510D34" w:rsidRDefault="00510D34" w:rsidP="003F1D5B">
      <w:pPr>
        <w:ind w:left="-567"/>
      </w:pPr>
      <w:r>
        <w:tab/>
      </w:r>
      <w:r>
        <w:tab/>
      </w:r>
      <w:r>
        <w:tab/>
        <w:t>−2</w:t>
      </w:r>
      <w:r>
        <w:tab/>
        <w:t>1</w:t>
      </w:r>
      <w:r>
        <w:tab/>
        <w:t>4</w:t>
      </w:r>
      <w:r>
        <w:tab/>
        <w:t>7</w:t>
      </w:r>
      <w:r>
        <w:tab/>
        <w:t>10</w:t>
      </w:r>
    </w:p>
    <w:p w:rsidR="00510D34" w:rsidRDefault="00510D34" w:rsidP="003F1D5B">
      <w:pPr>
        <w:ind w:left="-567"/>
      </w:pPr>
    </w:p>
    <w:p w:rsidR="00510D34" w:rsidRDefault="00510D34" w:rsidP="003F1D5B">
      <w:pPr>
        <w:ind w:left="-567"/>
      </w:pPr>
    </w:p>
    <w:p w:rsidR="00510D34" w:rsidRDefault="00510D34" w:rsidP="001907D3">
      <w:pPr>
        <w:tabs>
          <w:tab w:val="left" w:pos="360"/>
        </w:tabs>
      </w:pPr>
      <w:r>
        <w:t xml:space="preserve">(a) </w:t>
      </w:r>
      <w:r>
        <w:tab/>
        <w:t>Find the 12th term of this sequence.</w:t>
      </w:r>
    </w:p>
    <w:p w:rsidR="00510D34" w:rsidRDefault="00510D34" w:rsidP="001907D3">
      <w:pPr>
        <w:tabs>
          <w:tab w:val="left" w:pos="360"/>
        </w:tabs>
      </w:pPr>
    </w:p>
    <w:p w:rsidR="00510D34" w:rsidRDefault="00510D34" w:rsidP="001907D3">
      <w:pPr>
        <w:tabs>
          <w:tab w:val="left" w:pos="360"/>
        </w:tabs>
      </w:pPr>
    </w:p>
    <w:p w:rsidR="00510D34" w:rsidRDefault="00510D34" w:rsidP="001907D3">
      <w:pPr>
        <w:tabs>
          <w:tab w:val="left" w:pos="360"/>
        </w:tabs>
      </w:pPr>
    </w:p>
    <w:p w:rsidR="00510D34" w:rsidRDefault="00510D34" w:rsidP="001907D3">
      <w:pPr>
        <w:tabs>
          <w:tab w:val="left" w:pos="360"/>
        </w:tabs>
        <w:jc w:val="right"/>
      </w:pPr>
      <w:r>
        <w:t>………………………….</w:t>
      </w:r>
    </w:p>
    <w:p w:rsidR="00510D34" w:rsidRPr="00D808E2" w:rsidRDefault="00510D34" w:rsidP="001907D3">
      <w:pPr>
        <w:tabs>
          <w:tab w:val="left" w:pos="360"/>
        </w:tabs>
        <w:jc w:val="right"/>
        <w:rPr>
          <w:b/>
          <w:bCs/>
        </w:rPr>
      </w:pPr>
      <w:r w:rsidRPr="00D808E2">
        <w:rPr>
          <w:b/>
          <w:bCs/>
        </w:rPr>
        <w:t>(1)</w:t>
      </w:r>
    </w:p>
    <w:p w:rsidR="00510D34" w:rsidRDefault="00510D34" w:rsidP="001907D3">
      <w:pPr>
        <w:tabs>
          <w:tab w:val="left" w:pos="360"/>
        </w:tabs>
      </w:pPr>
      <w:r>
        <w:t xml:space="preserve">(b) </w:t>
      </w:r>
      <w:r>
        <w:tab/>
        <w:t xml:space="preserve">Write down, in terms of </w:t>
      </w:r>
      <w:r w:rsidRPr="00D808E2">
        <w:rPr>
          <w:i/>
          <w:iCs/>
        </w:rPr>
        <w:t>n</w:t>
      </w:r>
      <w:r>
        <w:t xml:space="preserve">, an expression for the </w:t>
      </w:r>
      <w:r w:rsidRPr="00D808E2">
        <w:rPr>
          <w:i/>
          <w:iCs/>
        </w:rPr>
        <w:t>n</w:t>
      </w:r>
      <w:r>
        <w:t>th term of this sequence.</w:t>
      </w:r>
    </w:p>
    <w:p w:rsidR="00510D34" w:rsidRDefault="00510D34" w:rsidP="001907D3">
      <w:pPr>
        <w:tabs>
          <w:tab w:val="left" w:pos="360"/>
        </w:tabs>
      </w:pPr>
    </w:p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/>
    <w:p w:rsidR="00510D34" w:rsidRDefault="00510D34" w:rsidP="003F1D5B">
      <w:pPr>
        <w:jc w:val="right"/>
      </w:pPr>
      <w:r>
        <w:t>…………………………</w:t>
      </w:r>
    </w:p>
    <w:p w:rsidR="00510D34" w:rsidRDefault="00510D34" w:rsidP="003F1D5B">
      <w:pPr>
        <w:jc w:val="right"/>
        <w:rPr>
          <w:b/>
          <w:bCs/>
        </w:rPr>
      </w:pPr>
      <w:r w:rsidRPr="00D808E2">
        <w:rPr>
          <w:b/>
          <w:bCs/>
        </w:rPr>
        <w:t>(2)</w:t>
      </w:r>
    </w:p>
    <w:p w:rsidR="00510D34" w:rsidRDefault="00510D34" w:rsidP="001907D3">
      <w:pPr>
        <w:tabs>
          <w:tab w:val="left" w:pos="360"/>
        </w:tabs>
        <w:ind w:hanging="180"/>
      </w:pPr>
      <w:r>
        <w:t>*</w:t>
      </w:r>
      <w:r w:rsidRPr="00F14D17">
        <w:t xml:space="preserve">(c) </w:t>
      </w:r>
      <w:r>
        <w:tab/>
        <w:t>Prove</w:t>
      </w:r>
      <w:r w:rsidRPr="00F14D17">
        <w:t xml:space="preserve"> that the number 432 is not a term in this sequence. </w:t>
      </w:r>
    </w:p>
    <w:p w:rsidR="00510D34" w:rsidRDefault="00510D34" w:rsidP="00F14D17"/>
    <w:p w:rsidR="00510D34" w:rsidRDefault="00510D34" w:rsidP="00F14D17"/>
    <w:p w:rsidR="00510D34" w:rsidRDefault="00510D34" w:rsidP="00F14D17"/>
    <w:p w:rsidR="00510D34" w:rsidRDefault="00510D34" w:rsidP="00F14D17"/>
    <w:p w:rsidR="00510D34" w:rsidRDefault="00510D34" w:rsidP="00F14D17"/>
    <w:p w:rsidR="00510D34" w:rsidRPr="00F14D17" w:rsidRDefault="00510D34" w:rsidP="00F14D17">
      <w:pPr>
        <w:jc w:val="right"/>
        <w:rPr>
          <w:b/>
          <w:bCs/>
        </w:rPr>
      </w:pPr>
      <w:r w:rsidRPr="00F14D17">
        <w:rPr>
          <w:b/>
          <w:bCs/>
        </w:rPr>
        <w:t>(2)</w:t>
      </w:r>
    </w:p>
    <w:p w:rsidR="00510D34" w:rsidRPr="00D808E2" w:rsidRDefault="00510D34" w:rsidP="003F1D5B">
      <w:pPr>
        <w:jc w:val="right"/>
        <w:rPr>
          <w:b/>
          <w:bCs/>
        </w:rPr>
      </w:pPr>
      <w:r w:rsidRPr="00D808E2">
        <w:rPr>
          <w:b/>
          <w:bCs/>
        </w:rPr>
        <w:t>(Total 5 marks)</w:t>
      </w:r>
    </w:p>
    <w:p w:rsidR="00510D34" w:rsidRPr="003334FB" w:rsidRDefault="00510D34" w:rsidP="003F1D5B">
      <w:pPr>
        <w:ind w:left="-567"/>
        <w:jc w:val="right"/>
      </w:pPr>
      <w:r>
        <w:t>____________________________________________________________________________</w:t>
      </w:r>
    </w:p>
    <w:p w:rsidR="00510D34" w:rsidRPr="00D808E2" w:rsidRDefault="00510D34" w:rsidP="00F14D17">
      <w:pPr>
        <w:ind w:left="-567"/>
      </w:pPr>
      <w:r>
        <w:rPr>
          <w:b/>
          <w:bCs/>
        </w:rPr>
        <w:t>4.</w:t>
      </w:r>
      <w:r>
        <w:tab/>
        <w:t xml:space="preserve">On the grid, draw the graph of </w:t>
      </w:r>
      <w:r>
        <w:rPr>
          <w:i/>
          <w:iCs/>
        </w:rPr>
        <w:t>y</w:t>
      </w:r>
      <w:r>
        <w:t xml:space="preserve"> = 3 – 2</w:t>
      </w:r>
      <w:r>
        <w:rPr>
          <w:i/>
          <w:iCs/>
        </w:rPr>
        <w:t>x</w:t>
      </w:r>
      <w:r>
        <w:t xml:space="preserve"> from </w:t>
      </w:r>
      <w:r>
        <w:rPr>
          <w:i/>
          <w:iCs/>
        </w:rPr>
        <w:t xml:space="preserve">x </w:t>
      </w:r>
      <w:r>
        <w:t xml:space="preserve">= −2 to </w:t>
      </w:r>
      <w:r>
        <w:rPr>
          <w:i/>
          <w:iCs/>
        </w:rPr>
        <w:t>x</w:t>
      </w:r>
      <w:r>
        <w:t xml:space="preserve"> = 4</w:t>
      </w:r>
    </w:p>
    <w:p w:rsidR="00510D34" w:rsidRDefault="00510D34" w:rsidP="003F1D5B">
      <w:pPr>
        <w:ind w:left="-567"/>
      </w:pPr>
    </w:p>
    <w:p w:rsidR="00510D34" w:rsidRDefault="00510D34" w:rsidP="003F1D5B">
      <w:pPr>
        <w:ind w:left="-567"/>
      </w:pPr>
    </w:p>
    <w:p w:rsidR="00510D34" w:rsidRPr="00B849FD" w:rsidRDefault="00510D34" w:rsidP="003F1D5B">
      <w:pPr>
        <w:pStyle w:val="ListParagraph"/>
        <w:ind w:left="-284"/>
        <w:rPr>
          <w:b/>
          <w:bCs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74pt;margin-top:12.4pt;width:.75pt;height:476.05pt;flip:y;z-index:251656192" o:connectortype="straight" strokeweight="1.5pt">
            <v:stroke endarrow="block"/>
          </v:shape>
        </w:pict>
      </w:r>
    </w:p>
    <w:p w:rsidR="00510D34" w:rsidRDefault="00510D34" w:rsidP="003F1D5B">
      <w:pPr>
        <w:rPr>
          <w:b/>
          <w:bCs/>
        </w:rPr>
      </w:pPr>
    </w:p>
    <w:tbl>
      <w:tblPr>
        <w:tblW w:w="0" w:type="auto"/>
        <w:tblInd w:w="1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851"/>
        <w:gridCol w:w="850"/>
        <w:gridCol w:w="851"/>
        <w:gridCol w:w="850"/>
        <w:gridCol w:w="851"/>
        <w:gridCol w:w="851"/>
        <w:gridCol w:w="851"/>
      </w:tblGrid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r w:rsidRPr="00B62007">
              <w:rPr>
                <w:i/>
                <w:iCs/>
              </w:rPr>
              <w:t xml:space="preserve">        y</w:t>
            </w:r>
          </w:p>
          <w:p w:rsidR="00510D34" w:rsidRPr="00B62007" w:rsidRDefault="00510D34" w:rsidP="003F1D5B"/>
          <w:p w:rsidR="00510D34" w:rsidRPr="00B62007" w:rsidRDefault="00510D34" w:rsidP="003F1D5B">
            <w:pPr>
              <w:rPr>
                <w:b/>
                <w:bCs/>
                <w:noProof/>
                <w:lang w:val="en-US"/>
              </w:rPr>
            </w:pPr>
            <w:r w:rsidRPr="00B62007">
              <w:t xml:space="preserve">       7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i/>
                <w:iCs/>
              </w:rPr>
            </w:pPr>
            <w:r w:rsidRPr="00B62007">
              <w:rPr>
                <w:i/>
                <w:iCs/>
              </w:rPr>
              <w:t xml:space="preserve">        </w:t>
            </w:r>
          </w:p>
          <w:p w:rsidR="00510D34" w:rsidRPr="00B62007" w:rsidRDefault="00510D34" w:rsidP="003F1D5B">
            <w:pPr>
              <w:rPr>
                <w:i/>
                <w:i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  <w:r w:rsidRPr="00B62007">
              <w:t xml:space="preserve">        6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  <w:p w:rsidR="00510D34" w:rsidRPr="00B62007" w:rsidRDefault="00510D34" w:rsidP="003F1D5B"/>
          <w:p w:rsidR="00510D34" w:rsidRPr="00B62007" w:rsidRDefault="00510D34" w:rsidP="003F1D5B">
            <w:r w:rsidRPr="00B62007">
              <w:t xml:space="preserve">        5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  <w:p w:rsidR="00510D34" w:rsidRPr="00B62007" w:rsidRDefault="00510D34" w:rsidP="003F1D5B"/>
          <w:p w:rsidR="00510D34" w:rsidRPr="00B62007" w:rsidRDefault="00510D34" w:rsidP="003F1D5B">
            <w:r w:rsidRPr="00B62007">
              <w:t xml:space="preserve">        4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  <w:p w:rsidR="00510D34" w:rsidRPr="00B62007" w:rsidRDefault="00510D34" w:rsidP="003F1D5B"/>
          <w:p w:rsidR="00510D34" w:rsidRPr="00B62007" w:rsidRDefault="00510D34" w:rsidP="003F1D5B">
            <w:r w:rsidRPr="00B62007">
              <w:t xml:space="preserve">        3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  <w:p w:rsidR="00510D34" w:rsidRPr="00B62007" w:rsidRDefault="00510D34" w:rsidP="003F1D5B"/>
          <w:p w:rsidR="00510D34" w:rsidRPr="00B62007" w:rsidRDefault="00510D34" w:rsidP="003F1D5B">
            <w:r w:rsidRPr="00B62007">
              <w:t xml:space="preserve">        2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  <w:p w:rsidR="00510D34" w:rsidRPr="00B62007" w:rsidRDefault="00510D34" w:rsidP="003F1D5B"/>
          <w:p w:rsidR="00510D34" w:rsidRPr="00B62007" w:rsidRDefault="00510D34" w:rsidP="003F1D5B">
            <w:r w:rsidRPr="00B62007">
              <w:t xml:space="preserve">        1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r>
              <w:rPr>
                <w:noProof/>
                <w:lang w:eastAsia="en-GB"/>
              </w:rPr>
              <w:pict>
                <v:shape id="_x0000_s1035" type="#_x0000_t32" style="position:absolute;margin-left:-5.25pt;margin-top:-.8pt;width:336.75pt;height:0;z-index:251655168;mso-position-horizontal-relative:text;mso-position-vertical-relative:text" o:connectortype="straight" strokeweight="1.5pt">
                  <v:stroke endarrow="block"/>
                </v:shape>
              </w:pict>
            </w:r>
            <w:r w:rsidRPr="00B62007">
              <w:t xml:space="preserve">      -2        </w:t>
            </w:r>
          </w:p>
          <w:p w:rsidR="00510D34" w:rsidRPr="00B62007" w:rsidRDefault="00510D34" w:rsidP="003F1D5B"/>
          <w:p w:rsidR="00510D34" w:rsidRPr="00B62007" w:rsidRDefault="00510D34" w:rsidP="003F1D5B"/>
        </w:tc>
        <w:tc>
          <w:tcPr>
            <w:tcW w:w="851" w:type="dxa"/>
          </w:tcPr>
          <w:p w:rsidR="00510D34" w:rsidRPr="00B62007" w:rsidRDefault="00510D34" w:rsidP="003F1D5B">
            <w:r w:rsidRPr="00B62007">
              <w:t xml:space="preserve">       -1</w:t>
            </w: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i/>
                <w:iCs/>
              </w:rPr>
            </w:pPr>
            <w:r w:rsidRPr="00B62007">
              <w:rPr>
                <w:i/>
                <w:iCs/>
              </w:rPr>
              <w:t xml:space="preserve">       O</w:t>
            </w:r>
          </w:p>
          <w:p w:rsidR="00510D34" w:rsidRPr="00B62007" w:rsidRDefault="00510D34" w:rsidP="003F1D5B">
            <w:pPr>
              <w:rPr>
                <w:i/>
                <w:iCs/>
              </w:rPr>
            </w:pPr>
          </w:p>
          <w:p w:rsidR="00510D34" w:rsidRPr="00B62007" w:rsidRDefault="00510D34" w:rsidP="003F1D5B">
            <w:r w:rsidRPr="00B62007">
              <w:t xml:space="preserve">       -1</w:t>
            </w:r>
          </w:p>
        </w:tc>
        <w:tc>
          <w:tcPr>
            <w:tcW w:w="851" w:type="dxa"/>
          </w:tcPr>
          <w:p w:rsidR="00510D34" w:rsidRPr="00B62007" w:rsidRDefault="00510D34" w:rsidP="003F1D5B">
            <w:r w:rsidRPr="00B62007">
              <w:t xml:space="preserve">        1</w:t>
            </w:r>
          </w:p>
        </w:tc>
        <w:tc>
          <w:tcPr>
            <w:tcW w:w="850" w:type="dxa"/>
          </w:tcPr>
          <w:p w:rsidR="00510D34" w:rsidRPr="00B62007" w:rsidRDefault="00510D34" w:rsidP="003F1D5B">
            <w:r w:rsidRPr="00B62007">
              <w:t xml:space="preserve">        2</w:t>
            </w:r>
          </w:p>
        </w:tc>
        <w:tc>
          <w:tcPr>
            <w:tcW w:w="851" w:type="dxa"/>
          </w:tcPr>
          <w:p w:rsidR="00510D34" w:rsidRPr="00B62007" w:rsidRDefault="00510D34" w:rsidP="003F1D5B">
            <w:r w:rsidRPr="00B62007">
              <w:t xml:space="preserve">        3</w:t>
            </w:r>
          </w:p>
        </w:tc>
        <w:tc>
          <w:tcPr>
            <w:tcW w:w="851" w:type="dxa"/>
          </w:tcPr>
          <w:p w:rsidR="00510D34" w:rsidRPr="00B62007" w:rsidRDefault="00510D34" w:rsidP="003F1D5B">
            <w:r w:rsidRPr="00B62007">
              <w:t xml:space="preserve">        4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i/>
                <w:iCs/>
              </w:rPr>
            </w:pPr>
            <w:r w:rsidRPr="00B62007">
              <w:t xml:space="preserve">      </w:t>
            </w:r>
            <w:r w:rsidRPr="00B62007">
              <w:rPr>
                <w:i/>
                <w:iCs/>
              </w:rPr>
              <w:t>x</w:t>
            </w: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r w:rsidRPr="00B62007">
              <w:t xml:space="preserve">       -2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r w:rsidRPr="00B62007">
              <w:rPr>
                <w:b/>
                <w:bCs/>
              </w:rPr>
              <w:t xml:space="preserve">       </w:t>
            </w:r>
            <w:r w:rsidRPr="00B62007">
              <w:t>-3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  <w:r w:rsidRPr="00B62007">
              <w:rPr>
                <w:b/>
                <w:bCs/>
              </w:rPr>
              <w:t xml:space="preserve">       -</w:t>
            </w:r>
            <w:r w:rsidRPr="00B62007">
              <w:t>4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  <w:tr w:rsidR="00510D34">
        <w:tc>
          <w:tcPr>
            <w:tcW w:w="817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/>
          <w:p w:rsidR="00510D34" w:rsidRPr="00B62007" w:rsidRDefault="00510D34" w:rsidP="003F1D5B"/>
          <w:p w:rsidR="00510D34" w:rsidRPr="00B62007" w:rsidRDefault="00510D34" w:rsidP="003F1D5B">
            <w:r w:rsidRPr="00B62007">
              <w:t xml:space="preserve">       -5</w:t>
            </w: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510D34" w:rsidRPr="00B62007" w:rsidRDefault="00510D34" w:rsidP="003F1D5B">
            <w:pPr>
              <w:rPr>
                <w:b/>
                <w:bCs/>
              </w:rPr>
            </w:pPr>
          </w:p>
        </w:tc>
      </w:tr>
    </w:tbl>
    <w:p w:rsidR="00510D34" w:rsidRDefault="00510D34" w:rsidP="003F1D5B">
      <w:pPr>
        <w:rPr>
          <w:b/>
          <w:bCs/>
        </w:rPr>
      </w:pPr>
    </w:p>
    <w:p w:rsidR="00510D34" w:rsidRDefault="00510D34" w:rsidP="003F1D5B">
      <w:pPr>
        <w:rPr>
          <w:b/>
          <w:bCs/>
        </w:rPr>
      </w:pPr>
    </w:p>
    <w:p w:rsidR="00510D34" w:rsidRDefault="00510D34" w:rsidP="003F1D5B">
      <w:pPr>
        <w:jc w:val="right"/>
        <w:rPr>
          <w:b/>
          <w:bCs/>
        </w:rPr>
      </w:pPr>
    </w:p>
    <w:p w:rsidR="00510D34" w:rsidRDefault="00510D34" w:rsidP="003F1D5B">
      <w:pPr>
        <w:jc w:val="right"/>
        <w:rPr>
          <w:b/>
          <w:bCs/>
        </w:rPr>
      </w:pPr>
      <w:r>
        <w:rPr>
          <w:b/>
          <w:bCs/>
        </w:rPr>
        <w:t>(Total 3 marks)</w:t>
      </w:r>
    </w:p>
    <w:p w:rsidR="00510D34" w:rsidRPr="001200EC" w:rsidRDefault="00510D34" w:rsidP="003F1D5B">
      <w:pPr>
        <w:ind w:left="-567"/>
        <w:jc w:val="right"/>
      </w:pPr>
      <w:r>
        <w:t>____________________________________________________________________________</w:t>
      </w:r>
    </w:p>
    <w:p w:rsidR="00510D34" w:rsidRDefault="00510D34" w:rsidP="006F05DF">
      <w:pPr>
        <w:ind w:left="-567"/>
      </w:pPr>
      <w:r>
        <w:rPr>
          <w:b/>
          <w:bCs/>
        </w:rPr>
        <w:t>*5.</w:t>
      </w:r>
      <w:r>
        <w:rPr>
          <w:b/>
          <w:bCs/>
        </w:rPr>
        <w:tab/>
      </w:r>
      <w:r w:rsidRPr="00C800FB">
        <w:t>T-shirts normally cost</w:t>
      </w:r>
      <w:r>
        <w:t xml:space="preserve"> £12 each.</w:t>
      </w:r>
    </w:p>
    <w:p w:rsidR="00510D34" w:rsidRDefault="00510D34" w:rsidP="006F05DF">
      <w:pPr>
        <w:ind w:left="-567"/>
        <w:rPr>
          <w:b/>
          <w:bCs/>
        </w:rPr>
      </w:pPr>
    </w:p>
    <w:p w:rsidR="00510D34" w:rsidRPr="00C800FB" w:rsidRDefault="00510D34" w:rsidP="006F05DF">
      <w:pPr>
        <w:ind w:left="-567"/>
      </w:pPr>
      <w:r>
        <w:rPr>
          <w:b/>
          <w:bCs/>
        </w:rPr>
        <w:tab/>
      </w:r>
      <w:r>
        <w:t>Two</w:t>
      </w:r>
      <w:r w:rsidRPr="00C800FB">
        <w:t xml:space="preserve"> shop</w:t>
      </w:r>
      <w:r>
        <w:t>s</w:t>
      </w:r>
      <w:r w:rsidRPr="00C800FB">
        <w:t xml:space="preserve"> </w:t>
      </w:r>
      <w:r>
        <w:t>have</w:t>
      </w:r>
      <w:r w:rsidRPr="00C800FB">
        <w:t xml:space="preserve"> a special offer on these T-shirts.</w:t>
      </w: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  <w:r>
        <w:rPr>
          <w:noProof/>
          <w:lang w:eastAsia="en-GB"/>
        </w:rPr>
        <w:pict>
          <v:shape id="_x0000_s1036" type="#_x0000_t202" style="position:absolute;left:0;text-align:left;margin-left:-2pt;margin-top:4.2pt;width:383.35pt;height:143.55pt;z-index:251649024">
            <v:textbox>
              <w:txbxContent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6310E">
                    <w:rPr>
                      <w:b/>
                      <w:bCs/>
                      <w:sz w:val="28"/>
                      <w:szCs w:val="28"/>
                    </w:rPr>
                    <w:t>T-Shirts-R-Us</w:t>
                  </w:r>
                </w:p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10D34" w:rsidRDefault="00510D34" w:rsidP="0076310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265D74">
                    <w:rPr>
                      <w:b/>
                      <w:bCs/>
                      <w:noProof/>
                      <w:sz w:val="28"/>
                      <w:szCs w:val="28"/>
                      <w:lang w:eastAsia="en-GB"/>
                    </w:rPr>
                    <w:pict>
                      <v:shape id="Picture 2" o:spid="_x0000_i1033" type="#_x0000_t75" style="width:69pt;height:71.25pt;visibility:visible">
                        <v:imagedata r:id="rId22" o:title=""/>
                      </v:shape>
                    </w:pict>
                  </w:r>
                </w:p>
                <w:p w:rsidR="00510D34" w:rsidRPr="0076310E" w:rsidRDefault="00510D34" w:rsidP="0076310E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  <w:r>
        <w:rPr>
          <w:noProof/>
          <w:lang w:eastAsia="en-GB"/>
        </w:rPr>
        <w:pict>
          <v:shape id="_x0000_s1037" type="#_x0000_t202" style="position:absolute;left:0;text-align:left;margin-left:126.25pt;margin-top:7.05pt;width:215pt;height:62.6pt;z-index:251650048">
            <v:textbox>
              <w:txbxContent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800FB">
                    <w:rPr>
                      <w:b/>
                      <w:bCs/>
                      <w:sz w:val="28"/>
                      <w:szCs w:val="28"/>
                    </w:rPr>
                    <w:t>Special offer</w:t>
                  </w:r>
                </w:p>
                <w:p w:rsidR="00510D34" w:rsidRDefault="00510D34" w:rsidP="0076310E">
                  <w:r w:rsidRPr="00C800FB">
                    <w:t>Pay for two</w:t>
                  </w:r>
                  <w:r>
                    <w:t xml:space="preserve"> T-shirts and get one free.</w:t>
                  </w:r>
                </w:p>
                <w:p w:rsidR="00510D34" w:rsidRPr="00C800FB" w:rsidRDefault="00510D34" w:rsidP="0076310E">
                  <w:r>
                    <w:t>Pay for five T-shirts and get three free</w:t>
                  </w:r>
                </w:p>
                <w:p w:rsidR="00510D34" w:rsidRDefault="00510D34"/>
              </w:txbxContent>
            </v:textbox>
          </v:shape>
        </w:pict>
      </w: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  <w:r>
        <w:rPr>
          <w:noProof/>
          <w:lang w:eastAsia="en-GB"/>
        </w:rPr>
        <w:pict>
          <v:shape id="_x0000_s1038" type="#_x0000_t202" style="position:absolute;left:0;text-align:left;margin-left:-2pt;margin-top:6.65pt;width:382.95pt;height:148.8pt;z-index:251651072">
            <v:textbox>
              <w:txbxContent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76310E">
                    <w:rPr>
                      <w:b/>
                      <w:bCs/>
                      <w:sz w:val="28"/>
                      <w:szCs w:val="28"/>
                    </w:rPr>
                    <w:t>Budget Shirt Company</w:t>
                  </w:r>
                </w:p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10D34" w:rsidRDefault="00510D34" w:rsidP="0076310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265D74">
                    <w:rPr>
                      <w:b/>
                      <w:bCs/>
                      <w:noProof/>
                      <w:sz w:val="28"/>
                      <w:szCs w:val="28"/>
                      <w:lang w:eastAsia="en-GB"/>
                    </w:rPr>
                    <w:pict>
                      <v:shape id="_x0000_i1035" type="#_x0000_t75" style="width:69pt;height:71.25pt;visibility:visible">
                        <v:imagedata r:id="rId22" o:title=""/>
                      </v:shape>
                    </w:pict>
                  </w:r>
                </w:p>
                <w:p w:rsidR="00510D34" w:rsidRDefault="00510D34" w:rsidP="0076310E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10D34" w:rsidRPr="0076310E" w:rsidRDefault="00510D34" w:rsidP="0076310E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  <w:r>
        <w:rPr>
          <w:noProof/>
          <w:lang w:eastAsia="en-GB"/>
        </w:rPr>
        <w:pict>
          <v:shape id="_x0000_s1039" type="#_x0000_t202" style="position:absolute;left:0;text-align:left;margin-left:115.2pt;margin-top:4.2pt;width:217.05pt;height:84.6pt;z-index:251652096">
            <v:textbox>
              <w:txbxContent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800FB">
                    <w:rPr>
                      <w:b/>
                      <w:bCs/>
                      <w:sz w:val="28"/>
                      <w:szCs w:val="28"/>
                    </w:rPr>
                    <w:t>Special offer</w:t>
                  </w:r>
                </w:p>
                <w:p w:rsidR="00510D34" w:rsidRDefault="00510D34" w:rsidP="0076310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10D34" w:rsidRPr="00C800FB" w:rsidRDefault="00510D34" w:rsidP="003334FB">
                  <w:pPr>
                    <w:jc w:val="center"/>
                  </w:pPr>
                  <w:r w:rsidRPr="001907D3">
                    <w:rPr>
                      <w:position w:val="-24"/>
                    </w:rPr>
                    <w:object w:dxaOrig="220" w:dyaOrig="620">
                      <v:shape id="_x0000_i1037" type="#_x0000_t75" style="width:11.25pt;height:30.75pt" o:ole="">
                        <v:imagedata r:id="rId23" o:title=""/>
                      </v:shape>
                      <o:OLEObject Type="Embed" ProgID="Equation.3" ShapeID="_x0000_i1037" DrawAspect="Content" ObjectID="_1346495348" r:id="rId24"/>
                    </w:object>
                  </w:r>
                  <w:r>
                    <w:t xml:space="preserve"> off normal price</w:t>
                  </w:r>
                </w:p>
                <w:p w:rsidR="00510D34" w:rsidRDefault="00510D34"/>
              </w:txbxContent>
            </v:textbox>
          </v:shape>
        </w:pict>
      </w: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Default="00510D34" w:rsidP="006F05DF">
      <w:pPr>
        <w:ind w:left="-567"/>
        <w:rPr>
          <w:b/>
          <w:bCs/>
        </w:rPr>
      </w:pPr>
    </w:p>
    <w:p w:rsidR="00510D34" w:rsidRPr="0076310E" w:rsidRDefault="00510D34" w:rsidP="0076310E">
      <w:pPr>
        <w:rPr>
          <w:b/>
          <w:bCs/>
        </w:rPr>
      </w:pPr>
    </w:p>
    <w:p w:rsidR="00510D34" w:rsidRDefault="00510D34" w:rsidP="006F05DF">
      <w:pPr>
        <w:ind w:left="-567"/>
      </w:pPr>
      <w:r>
        <w:tab/>
        <w:t>Stephen wants to buy 30 T-shirts.</w:t>
      </w:r>
    </w:p>
    <w:p w:rsidR="00510D34" w:rsidRDefault="00510D34" w:rsidP="006F05DF">
      <w:pPr>
        <w:ind w:left="-567"/>
      </w:pPr>
    </w:p>
    <w:p w:rsidR="00510D34" w:rsidRPr="0076310E" w:rsidRDefault="00510D34" w:rsidP="0076310E">
      <w:r w:rsidRPr="0076310E">
        <w:t xml:space="preserve">Work out </w:t>
      </w:r>
      <w:r>
        <w:t>at which shop, Stephen will get the better deal.</w:t>
      </w:r>
    </w:p>
    <w:p w:rsidR="00510D34" w:rsidRDefault="00510D34" w:rsidP="003334FB">
      <w:r w:rsidRPr="003334FB">
        <w:t>You must show clearly how you got your answer.</w:t>
      </w:r>
    </w:p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Default="00510D34" w:rsidP="003334FB"/>
    <w:p w:rsidR="00510D34" w:rsidRPr="003334FB" w:rsidRDefault="00510D34" w:rsidP="003334FB">
      <w:pPr>
        <w:jc w:val="right"/>
        <w:rPr>
          <w:b/>
          <w:bCs/>
        </w:rPr>
      </w:pPr>
      <w:r w:rsidRPr="003334FB">
        <w:rPr>
          <w:b/>
          <w:bCs/>
        </w:rPr>
        <w:t>(Total 5 marks)</w:t>
      </w:r>
    </w:p>
    <w:p w:rsidR="00510D34" w:rsidRPr="003334FB" w:rsidRDefault="00510D34" w:rsidP="003334FB">
      <w:pPr>
        <w:jc w:val="right"/>
      </w:pPr>
      <w:r>
        <w:t>_______________________________________________________________________</w:t>
      </w:r>
    </w:p>
    <w:p w:rsidR="00510D34" w:rsidRPr="008828B7" w:rsidRDefault="00510D34" w:rsidP="008828B7">
      <w:pPr>
        <w:rPr>
          <w:b/>
          <w:bCs/>
        </w:rPr>
      </w:pPr>
    </w:p>
    <w:p w:rsidR="00510D34" w:rsidRPr="00803935" w:rsidRDefault="00510D34" w:rsidP="001907D3">
      <w:pPr>
        <w:pStyle w:val="ListParagraph"/>
        <w:ind w:left="0" w:hanging="720"/>
        <w:rPr>
          <w:b/>
          <w:bCs/>
        </w:rPr>
      </w:pPr>
      <w:r>
        <w:rPr>
          <w:b/>
          <w:bCs/>
        </w:rPr>
        <w:t xml:space="preserve">*6. </w:t>
      </w:r>
      <w:r>
        <w:rPr>
          <w:b/>
          <w:bCs/>
        </w:rPr>
        <w:tab/>
      </w:r>
      <w:r>
        <w:t xml:space="preserve">Roger lives in the </w:t>
      </w:r>
      <w:smartTag w:uri="urn:schemas-microsoft-com:office:smarttags" w:element="place">
        <w:smartTag w:uri="urn:schemas-microsoft-com:office:smarttags" w:element="PlaceType">
          <w:r>
            <w:t>village</w:t>
          </w:r>
        </w:smartTag>
        <w:r>
          <w:t xml:space="preserve"> of </w:t>
        </w:r>
        <w:smartTag w:uri="urn:schemas-microsoft-com:office:smarttags" w:element="PlaceName">
          <w:r>
            <w:t>Hawkshaw</w:t>
          </w:r>
        </w:smartTag>
      </w:smartTag>
      <w:r>
        <w:t>.</w:t>
      </w:r>
    </w:p>
    <w:p w:rsidR="00510D34" w:rsidRPr="00803935" w:rsidRDefault="00510D34" w:rsidP="001907D3">
      <w:pPr>
        <w:pStyle w:val="ListParagraph"/>
        <w:ind w:left="0"/>
        <w:rPr>
          <w:b/>
          <w:bCs/>
        </w:rPr>
      </w:pPr>
      <w:r>
        <w:t>He wants to find out if cars break the speed limit through the village.</w:t>
      </w:r>
    </w:p>
    <w:p w:rsidR="00510D34" w:rsidRDefault="00510D34" w:rsidP="001907D3">
      <w:pPr>
        <w:jc w:val="center"/>
        <w:rPr>
          <w:b/>
          <w:bCs/>
        </w:rPr>
      </w:pPr>
    </w:p>
    <w:p w:rsidR="00510D34" w:rsidRDefault="00510D34" w:rsidP="001907D3">
      <w:pPr>
        <w:jc w:val="center"/>
        <w:rPr>
          <w:b/>
          <w:bCs/>
        </w:rPr>
      </w:pPr>
      <w:r>
        <w:rPr>
          <w:noProof/>
          <w:lang w:eastAsia="en-GB"/>
        </w:rPr>
        <w:pict>
          <v:group id="_x0000_s1040" style="position:absolute;left:0;text-align:left;margin-left:0;margin-top:6.75pt;width:448.5pt;height:75.75pt;z-index:251657216" coordorigin="1155,2373" coordsize="8970,1515">
            <v:shape id="_x0000_s1041" type="#_x0000_t32" style="position:absolute;left:8265;top:2613;width:0;height:1275" o:connectortype="straight" strokeweight="3pt"/>
            <v:shape id="_x0000_s1042" type="#_x0000_t32" style="position:absolute;left:1935;top:2613;width:0;height:1275" o:connectortype="straight" strokeweight="3pt"/>
            <v:shape id="_x0000_s1043" type="#_x0000_t32" style="position:absolute;left:4110;top:2613;width:0;height:1275" o:connectortype="straight" strokeweight="3pt"/>
            <v:shape id="_x0000_s1044" type="#_x0000_t32" style="position:absolute;left:6315;top:2613;width:0;height:1275" o:connectortype="straight" strokeweight="3pt"/>
            <v:shape id="_x0000_s1045" type="#_x0000_t32" style="position:absolute;left:1155;top:3886;width:8970;height:0" o:connectortype="straight"/>
            <v:oval id="_x0000_s1046" style="position:absolute;left:8175;top:2373;width:180;height:240" fillcolor="black"/>
            <v:oval id="_x0000_s1047" style="position:absolute;left:6225;top:2373;width:180;height:240" fillcolor="black"/>
            <v:oval id="_x0000_s1048" style="position:absolute;left:4005;top:2373;width:180;height:240" fillcolor="black"/>
            <v:oval id="_x0000_s1049" style="position:absolute;left:1830;top:2373;width:180;height:240" fillcolor="black"/>
          </v:group>
        </w:pict>
      </w:r>
    </w:p>
    <w:p w:rsidR="00510D34" w:rsidRDefault="00510D34" w:rsidP="001907D3">
      <w:pPr>
        <w:jc w:val="center"/>
        <w:rPr>
          <w:b/>
          <w:bCs/>
        </w:rPr>
      </w:pPr>
    </w:p>
    <w:p w:rsidR="00510D34" w:rsidRDefault="00510D34" w:rsidP="001907D3">
      <w:pPr>
        <w:rPr>
          <w:b/>
          <w:bCs/>
        </w:rPr>
      </w:pPr>
    </w:p>
    <w:p w:rsidR="00510D34" w:rsidRDefault="00510D34" w:rsidP="001907D3">
      <w:pPr>
        <w:rPr>
          <w:b/>
          <w:bCs/>
        </w:rPr>
      </w:pPr>
      <w:r>
        <w:rPr>
          <w:b/>
          <w:bCs/>
        </w:rPr>
        <w:t xml:space="preserve">      </w:t>
      </w:r>
    </w:p>
    <w:p w:rsidR="00510D34" w:rsidRDefault="00510D34" w:rsidP="001907D3">
      <w:pPr>
        <w:rPr>
          <w:b/>
          <w:bCs/>
        </w:rPr>
      </w:pPr>
      <w:r>
        <w:rPr>
          <w:b/>
          <w:bCs/>
          <w:noProof/>
          <w:lang w:val="en-US"/>
        </w:rPr>
        <w:t xml:space="preserve">                                                                                                                           </w:t>
      </w:r>
      <w:r w:rsidRPr="00265D74">
        <w:rPr>
          <w:b/>
          <w:bCs/>
          <w:noProof/>
          <w:lang w:eastAsia="en-GB"/>
        </w:rPr>
        <w:pict>
          <v:shape id="Picture 1" o:spid="_x0000_i1038" type="#_x0000_t75" style="width:75pt;height:27pt;visibility:visible">
            <v:imagedata r:id="rId25" o:title=""/>
          </v:shape>
        </w:pict>
      </w:r>
    </w:p>
    <w:p w:rsidR="00510D34" w:rsidRDefault="00510D34" w:rsidP="001907D3">
      <w:pPr>
        <w:rPr>
          <w:b/>
          <w:bCs/>
        </w:rPr>
      </w:pPr>
    </w:p>
    <w:p w:rsidR="00510D34" w:rsidRPr="0044457B" w:rsidRDefault="00510D34" w:rsidP="001907D3">
      <w:r>
        <w:rPr>
          <w:b/>
          <w:bCs/>
        </w:rPr>
        <w:t xml:space="preserve">                              </w:t>
      </w:r>
      <w:r w:rsidRPr="0044457B">
        <w:t>50 m</w:t>
      </w:r>
      <w:r w:rsidRPr="0044457B">
        <w:tab/>
      </w:r>
      <w:r w:rsidRPr="0044457B">
        <w:tab/>
        <w:t xml:space="preserve">        50 m</w:t>
      </w:r>
      <w:r w:rsidRPr="0044457B">
        <w:tab/>
      </w:r>
      <w:r w:rsidRPr="0044457B">
        <w:tab/>
        <w:t xml:space="preserve">       50 m</w:t>
      </w:r>
    </w:p>
    <w:p w:rsidR="00510D34" w:rsidRDefault="00510D34" w:rsidP="001907D3">
      <w:pPr>
        <w:rPr>
          <w:b/>
          <w:bCs/>
        </w:rPr>
      </w:pPr>
    </w:p>
    <w:p w:rsidR="00510D34" w:rsidRPr="00803935" w:rsidRDefault="00510D34" w:rsidP="001907D3">
      <w:r>
        <w:t xml:space="preserve"> </w:t>
      </w:r>
      <w:r w:rsidRPr="00803935">
        <w:t xml:space="preserve">Roger times each car as </w:t>
      </w:r>
      <w:r>
        <w:t>it</w:t>
      </w:r>
      <w:r w:rsidRPr="00803935">
        <w:t xml:space="preserve"> go</w:t>
      </w:r>
      <w:r>
        <w:t>es</w:t>
      </w:r>
      <w:r w:rsidRPr="00803935">
        <w:t xml:space="preserve"> between four </w:t>
      </w:r>
      <w:r>
        <w:t>lam</w:t>
      </w:r>
      <w:r w:rsidRPr="00803935">
        <w:t>p</w:t>
      </w:r>
      <w:r>
        <w:t>p</w:t>
      </w:r>
      <w:r w:rsidRPr="00803935">
        <w:t>osts.</w:t>
      </w:r>
    </w:p>
    <w:p w:rsidR="00510D34" w:rsidRDefault="00510D34" w:rsidP="001907D3">
      <w:r>
        <w:t xml:space="preserve"> </w:t>
      </w:r>
      <w:r w:rsidRPr="00803935">
        <w:t xml:space="preserve">The distance between each </w:t>
      </w:r>
      <w:r>
        <w:t>lam</w:t>
      </w:r>
      <w:r w:rsidRPr="00803935">
        <w:t>p</w:t>
      </w:r>
      <w:r>
        <w:t>p</w:t>
      </w:r>
      <w:r w:rsidRPr="00803935">
        <w:t>ost is 50 m.</w:t>
      </w:r>
    </w:p>
    <w:p w:rsidR="00510D34" w:rsidRDefault="00510D34" w:rsidP="001907D3"/>
    <w:p w:rsidR="00510D34" w:rsidRDefault="00510D34" w:rsidP="001907D3">
      <w:r>
        <w:t>The speed limit through the village is 30 mph.</w:t>
      </w:r>
    </w:p>
    <w:p w:rsidR="00510D34" w:rsidRDefault="00510D34" w:rsidP="001907D3">
      <w:r>
        <w:t>The first car Roger times takes 12 seconds to go between the four lampposts.</w:t>
      </w:r>
    </w:p>
    <w:p w:rsidR="00510D34" w:rsidRDefault="00510D34" w:rsidP="001907D3"/>
    <w:p w:rsidR="00510D34" w:rsidRDefault="00510D34" w:rsidP="001907D3">
      <w:r>
        <w:t>Is this car breaking the speed limit?</w:t>
      </w:r>
    </w:p>
    <w:p w:rsidR="00510D34" w:rsidRDefault="00510D34" w:rsidP="001907D3">
      <w:r>
        <w:t>You must show all of your working.</w:t>
      </w:r>
    </w:p>
    <w:p w:rsidR="00510D34" w:rsidRDefault="00510D34" w:rsidP="001907D3"/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Default="00510D34" w:rsidP="008828B7">
      <w:pPr>
        <w:ind w:left="-567" w:firstLine="283"/>
      </w:pPr>
    </w:p>
    <w:p w:rsidR="00510D34" w:rsidRPr="00803935" w:rsidRDefault="00510D34" w:rsidP="008828B7">
      <w:pPr>
        <w:ind w:left="-567" w:firstLine="283"/>
      </w:pPr>
    </w:p>
    <w:p w:rsidR="00510D34" w:rsidRDefault="00510D34" w:rsidP="008828B7">
      <w:pPr>
        <w:ind w:left="-567"/>
        <w:rPr>
          <w:b/>
          <w:bCs/>
        </w:rPr>
      </w:pPr>
    </w:p>
    <w:p w:rsidR="00510D34" w:rsidRDefault="00510D34" w:rsidP="008828B7">
      <w:pPr>
        <w:ind w:left="-567"/>
        <w:jc w:val="right"/>
        <w:rPr>
          <w:b/>
          <w:bCs/>
        </w:rPr>
      </w:pPr>
      <w:r>
        <w:rPr>
          <w:b/>
          <w:bCs/>
        </w:rPr>
        <w:t>(Total 5 marks)</w:t>
      </w:r>
    </w:p>
    <w:p w:rsidR="00510D34" w:rsidRPr="0044457B" w:rsidRDefault="00510D34" w:rsidP="008828B7">
      <w:pPr>
        <w:ind w:left="-567"/>
        <w:jc w:val="right"/>
      </w:pPr>
      <w:r>
        <w:t>____________________________________________________________________________</w:t>
      </w:r>
    </w:p>
    <w:p w:rsidR="00510D34" w:rsidRDefault="00510D34" w:rsidP="008828B7">
      <w:pPr>
        <w:ind w:left="-567"/>
        <w:rPr>
          <w:b/>
          <w:bCs/>
        </w:rPr>
      </w:pPr>
    </w:p>
    <w:p w:rsidR="00510D34" w:rsidRPr="00CA53DD" w:rsidRDefault="00510D34" w:rsidP="008828B7">
      <w:pPr>
        <w:pStyle w:val="ListParagraph"/>
        <w:ind w:left="228"/>
        <w:jc w:val="right"/>
      </w:pPr>
    </w:p>
    <w:p w:rsidR="00510D34" w:rsidRPr="005D7DE2" w:rsidRDefault="00510D34" w:rsidP="005D7DE2">
      <w:pPr>
        <w:pStyle w:val="questionCharCharCharCharCharCharCharCharCharCharCharCharCharCharCharCharCharCharCharCharChar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5D7DE2">
        <w:rPr>
          <w:b/>
          <w:bCs/>
          <w:sz w:val="24"/>
          <w:szCs w:val="24"/>
        </w:rPr>
        <w:t>.</w:t>
      </w:r>
      <w:r w:rsidRPr="005D7DE2">
        <w:rPr>
          <w:sz w:val="24"/>
          <w:szCs w:val="24"/>
        </w:rPr>
        <w:tab/>
        <w:t>Here is a 4-sided spinner.</w:t>
      </w:r>
    </w:p>
    <w:p w:rsidR="00510D34" w:rsidRPr="005D7DE2" w:rsidRDefault="00510D34" w:rsidP="005D7DE2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_x0000_i1039" type="#_x0000_t75" style="width:130.5pt;height:111.75pt;visibility:visible">
            <v:imagedata r:id="rId26" o:title=""/>
          </v:shape>
        </w:pict>
      </w:r>
    </w:p>
    <w:p w:rsidR="00510D34" w:rsidRDefault="00510D34" w:rsidP="001907D3">
      <w:pPr>
        <w:pStyle w:val="questionCharCharCharCharCharCharCharCharCharCharCharCharCharCharCharCharCharCharCharCharChar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0" w:right="0"/>
        <w:jc w:val="both"/>
        <w:rPr>
          <w:sz w:val="24"/>
          <w:szCs w:val="24"/>
        </w:rPr>
      </w:pPr>
      <w:r w:rsidRPr="005D7DE2">
        <w:rPr>
          <w:sz w:val="24"/>
          <w:szCs w:val="24"/>
        </w:rPr>
        <w:tab/>
        <w:t>The sides of the spinner are labelled 1, 2, 3 and 4.</w:t>
      </w:r>
    </w:p>
    <w:p w:rsidR="00510D34" w:rsidRDefault="00510D34" w:rsidP="001907D3">
      <w:pPr>
        <w:pStyle w:val="questionCharCharCharCharCharCharCharCharCharCharCharCharCharCharCharCharCharCharCharCharChar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D7DE2">
        <w:rPr>
          <w:sz w:val="24"/>
          <w:szCs w:val="24"/>
        </w:rPr>
        <w:t>The spinner is biased.</w:t>
      </w:r>
    </w:p>
    <w:p w:rsidR="00510D34" w:rsidRPr="005D7DE2" w:rsidRDefault="00510D34" w:rsidP="001907D3">
      <w:pPr>
        <w:pStyle w:val="questionCharCharCharCharCharCharCharCharCharCharCharCharCharCharCharCharCharCharCharCharChar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ind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D7DE2">
        <w:rPr>
          <w:sz w:val="24"/>
          <w:szCs w:val="24"/>
        </w:rPr>
        <w:t>The probability that the spinner will land on each of the numbers 2 and 3 is given in the</w:t>
      </w:r>
      <w:r>
        <w:rPr>
          <w:sz w:val="24"/>
          <w:szCs w:val="24"/>
        </w:rPr>
        <w:t xml:space="preserve"> </w:t>
      </w:r>
      <w:r w:rsidRPr="005D7DE2">
        <w:rPr>
          <w:sz w:val="24"/>
          <w:szCs w:val="24"/>
        </w:rPr>
        <w:t>table.</w:t>
      </w:r>
      <w:r w:rsidRPr="005D7DE2">
        <w:rPr>
          <w:sz w:val="24"/>
          <w:szCs w:val="24"/>
        </w:rPr>
        <w:br/>
        <w:t>The probability that the spinner will land on 1 is equal to the probability that it will land on</w:t>
      </w:r>
      <w:r>
        <w:rPr>
          <w:sz w:val="24"/>
          <w:szCs w:val="24"/>
        </w:rPr>
        <w:t xml:space="preserve"> </w:t>
      </w:r>
      <w:r w:rsidRPr="005D7DE2">
        <w:rPr>
          <w:sz w:val="24"/>
          <w:szCs w:val="24"/>
        </w:rPr>
        <w:t>4.</w:t>
      </w:r>
    </w:p>
    <w:tbl>
      <w:tblPr>
        <w:tblW w:w="0" w:type="auto"/>
        <w:tblInd w:w="959" w:type="dxa"/>
        <w:tblLayout w:type="fixed"/>
        <w:tblLook w:val="0000"/>
      </w:tblPr>
      <w:tblGrid>
        <w:gridCol w:w="1843"/>
        <w:gridCol w:w="1204"/>
        <w:gridCol w:w="1205"/>
        <w:gridCol w:w="1205"/>
        <w:gridCol w:w="1205"/>
      </w:tblGrid>
      <w:tr w:rsidR="00510D34" w:rsidRPr="005D7DE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Number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4</w:t>
            </w:r>
          </w:p>
        </w:tc>
      </w:tr>
      <w:tr w:rsidR="00510D34" w:rsidRPr="005D7DE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left"/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Probability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i/>
                <w:iCs/>
                <w:sz w:val="24"/>
                <w:szCs w:val="24"/>
              </w:rPr>
            </w:pPr>
            <w:r w:rsidRPr="005D7DE2">
              <w:rPr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5D7DE2">
              <w:rPr>
                <w:sz w:val="24"/>
                <w:szCs w:val="24"/>
              </w:rPr>
              <w:t>0.2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34" w:rsidRPr="005D7DE2" w:rsidRDefault="00510D34" w:rsidP="003F1D5B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i/>
                <w:iCs/>
                <w:sz w:val="24"/>
                <w:szCs w:val="24"/>
              </w:rPr>
            </w:pPr>
            <w:r w:rsidRPr="005D7DE2">
              <w:rPr>
                <w:i/>
                <w:iCs/>
                <w:sz w:val="24"/>
                <w:szCs w:val="24"/>
              </w:rPr>
              <w:t>x</w:t>
            </w:r>
          </w:p>
        </w:tc>
      </w:tr>
    </w:tbl>
    <w:p w:rsidR="00510D34" w:rsidRPr="005D7DE2" w:rsidRDefault="00510D34" w:rsidP="00B5012D">
      <w:pPr>
        <w:pStyle w:val="questionCharCharCharCharCharCharCharCharCharCharCharCharCharCharCharCharCharCharCharCharChar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5D7DE2" w:rsidRDefault="00510D34" w:rsidP="00B5012D">
      <w:pPr>
        <w:pStyle w:val="questionCharCharCharCharCharCharCharCharCharCharCharCharCharCharCharCharCharCharCharCharChar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5D7DE2">
        <w:rPr>
          <w:sz w:val="24"/>
          <w:szCs w:val="24"/>
        </w:rPr>
        <w:t xml:space="preserve">Sarah is going to spin the spinner </w:t>
      </w:r>
      <w:r>
        <w:rPr>
          <w:sz w:val="24"/>
          <w:szCs w:val="24"/>
        </w:rPr>
        <w:t>5</w:t>
      </w:r>
      <w:r w:rsidRPr="005D7DE2">
        <w:rPr>
          <w:sz w:val="24"/>
          <w:szCs w:val="24"/>
        </w:rPr>
        <w:t>00 times.</w:t>
      </w:r>
    </w:p>
    <w:p w:rsidR="00510D34" w:rsidRPr="005D7DE2" w:rsidRDefault="00510D34" w:rsidP="00B5012D">
      <w:pPr>
        <w:pStyle w:val="indent1"/>
        <w:tabs>
          <w:tab w:val="left" w:pos="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sz w:val="24"/>
          <w:szCs w:val="24"/>
        </w:rPr>
      </w:pPr>
      <w:r w:rsidRPr="005D7DE2">
        <w:rPr>
          <w:sz w:val="24"/>
          <w:szCs w:val="24"/>
        </w:rPr>
        <w:t xml:space="preserve">Work out an estimate for the number of times it will land on </w:t>
      </w:r>
      <w:r>
        <w:rPr>
          <w:sz w:val="24"/>
          <w:szCs w:val="24"/>
        </w:rPr>
        <w:t>4</w:t>
      </w:r>
    </w:p>
    <w:p w:rsidR="00510D34" w:rsidRPr="005D7DE2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D7DE2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D7DE2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D7DE2" w:rsidRDefault="00510D34" w:rsidP="005D7DE2">
      <w:pPr>
        <w:pStyle w:val="questionCharCharCharCharCharCharCharCharCharCharCharCharCharCharCharCharCharCharCharCharChar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D7DE2" w:rsidRDefault="00510D34" w:rsidP="00B5012D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/>
        <w:rPr>
          <w:sz w:val="24"/>
          <w:szCs w:val="24"/>
        </w:rPr>
      </w:pPr>
      <w:r w:rsidRPr="005D7DE2">
        <w:rPr>
          <w:sz w:val="24"/>
          <w:szCs w:val="24"/>
        </w:rPr>
        <w:t>…………………….</w:t>
      </w:r>
    </w:p>
    <w:p w:rsidR="00510D34" w:rsidRPr="005D7DE2" w:rsidRDefault="00510D34" w:rsidP="005D7DE2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</w:p>
    <w:p w:rsidR="00510D34" w:rsidRDefault="00510D34" w:rsidP="005D7DE2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5D7DE2">
        <w:rPr>
          <w:sz w:val="24"/>
          <w:szCs w:val="24"/>
        </w:rPr>
        <w:t>(Total 4 marks)</w:t>
      </w:r>
    </w:p>
    <w:p w:rsidR="00510D34" w:rsidRPr="008828B7" w:rsidRDefault="00510D34" w:rsidP="008828B7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510D34" w:rsidRDefault="00510D34" w:rsidP="006F05DF">
      <w:pPr>
        <w:ind w:left="-567"/>
      </w:pPr>
    </w:p>
    <w:p w:rsidR="00510D34" w:rsidRDefault="00510D34" w:rsidP="006F05DF">
      <w:pPr>
        <w:ind w:left="-567"/>
      </w:pPr>
    </w:p>
    <w:p w:rsidR="00510D34" w:rsidRDefault="00510D34" w:rsidP="006F05DF">
      <w:pPr>
        <w:ind w:left="-567"/>
      </w:pPr>
    </w:p>
    <w:p w:rsidR="00510D34" w:rsidRPr="00563610" w:rsidRDefault="00510D34" w:rsidP="00094C1F">
      <w:pPr>
        <w:pStyle w:val="question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563610">
        <w:rPr>
          <w:b/>
          <w:bCs/>
          <w:sz w:val="24"/>
          <w:szCs w:val="24"/>
        </w:rPr>
        <w:t>.</w:t>
      </w:r>
      <w:r w:rsidRPr="00563610">
        <w:rPr>
          <w:sz w:val="24"/>
          <w:szCs w:val="24"/>
        </w:rPr>
        <w:tab/>
        <w:t xml:space="preserve">Dan can </w:t>
      </w:r>
      <w:r>
        <w:rPr>
          <w:sz w:val="24"/>
          <w:szCs w:val="24"/>
        </w:rPr>
        <w:t>put up</w:t>
      </w:r>
      <w:r w:rsidRPr="00563610">
        <w:rPr>
          <w:sz w:val="24"/>
          <w:szCs w:val="24"/>
        </w:rPr>
        <w:t xml:space="preserve"> 30 tiles in one hour.</w:t>
      </w:r>
      <w:r w:rsidRPr="00563610">
        <w:rPr>
          <w:sz w:val="24"/>
          <w:szCs w:val="24"/>
        </w:rPr>
        <w:br/>
        <w:t>He always works at the same speed.</w:t>
      </w:r>
    </w:p>
    <w:p w:rsidR="00510D34" w:rsidRPr="00563610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563610">
        <w:rPr>
          <w:sz w:val="24"/>
          <w:szCs w:val="24"/>
        </w:rPr>
        <w:t>He tiles a wall that needs 140 tiles.</w:t>
      </w:r>
    </w:p>
    <w:p w:rsidR="00510D34" w:rsidRDefault="00510D34" w:rsidP="00094C1F">
      <w:pPr>
        <w:pStyle w:val="question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563610">
        <w:rPr>
          <w:sz w:val="24"/>
          <w:szCs w:val="24"/>
        </w:rPr>
        <w:t xml:space="preserve">He starts work at </w:t>
      </w:r>
      <w:smartTag w:uri="urn:schemas-microsoft-com:office:smarttags" w:element="time">
        <w:smartTagPr>
          <w:attr w:name="Hour" w:val="7"/>
          <w:attr w:name="Minute" w:val="30"/>
        </w:smartTagPr>
        <w:r w:rsidRPr="00563610">
          <w:rPr>
            <w:sz w:val="24"/>
            <w:szCs w:val="24"/>
          </w:rPr>
          <w:t>7.30 a</w:t>
        </w:r>
        <w:r>
          <w:rPr>
            <w:sz w:val="24"/>
            <w:szCs w:val="24"/>
          </w:rPr>
          <w:t>.</w:t>
        </w:r>
        <w:r w:rsidRPr="00563610">
          <w:rPr>
            <w:sz w:val="24"/>
            <w:szCs w:val="24"/>
          </w:rPr>
          <w:t>m.</w:t>
        </w:r>
      </w:smartTag>
      <w:r w:rsidRPr="00563610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                                  </w:t>
      </w:r>
    </w:p>
    <w:p w:rsidR="00510D34" w:rsidRPr="00563610" w:rsidRDefault="00510D34" w:rsidP="00094C1F">
      <w:pPr>
        <w:pStyle w:val="questionChar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563610">
        <w:rPr>
          <w:sz w:val="24"/>
          <w:szCs w:val="24"/>
        </w:rPr>
        <w:t>He has a 20 minute break in the morning and 45 minutes for lunch.</w:t>
      </w:r>
    </w:p>
    <w:p w:rsidR="00510D34" w:rsidRPr="00563610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563610">
        <w:rPr>
          <w:sz w:val="24"/>
          <w:szCs w:val="24"/>
        </w:rPr>
        <w:t>Work out the time that Dan should finish tiling the wall</w:t>
      </w: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63610" w:rsidRDefault="00510D34" w:rsidP="00094C1F">
      <w:pPr>
        <w:pStyle w:val="questionChar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563610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4"/>
          <w:szCs w:val="24"/>
        </w:rPr>
      </w:pP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 w:val="0"/>
          <w:bCs w:val="0"/>
          <w:sz w:val="24"/>
          <w:szCs w:val="24"/>
        </w:rPr>
      </w:pPr>
      <w:r w:rsidRPr="00563610">
        <w:rPr>
          <w:sz w:val="24"/>
          <w:szCs w:val="24"/>
        </w:rPr>
        <w:t xml:space="preserve"> </w:t>
      </w:r>
      <w:r>
        <w:rPr>
          <w:sz w:val="24"/>
          <w:szCs w:val="24"/>
        </w:rPr>
        <w:t>(Total 4</w:t>
      </w:r>
      <w:r w:rsidRPr="00563610">
        <w:rPr>
          <w:sz w:val="24"/>
          <w:szCs w:val="24"/>
        </w:rPr>
        <w:t xml:space="preserve"> marks)</w:t>
      </w:r>
    </w:p>
    <w:p w:rsidR="00510D34" w:rsidRPr="00563610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Default="00510D34" w:rsidP="00094C1F"/>
    <w:p w:rsidR="00510D34" w:rsidRPr="00BA683E" w:rsidRDefault="00510D34" w:rsidP="00094C1F">
      <w:pPr>
        <w:ind w:left="-567"/>
      </w:pPr>
      <w:r>
        <w:rPr>
          <w:noProof/>
          <w:lang w:eastAsia="en-GB"/>
        </w:rPr>
        <w:pict>
          <v:group id="_x0000_s1050" style="position:absolute;left:0;text-align:left;margin-left:331.5pt;margin-top:8.3pt;width:83.25pt;height:123.6pt;z-index:251658240" coordorigin="8070,1300" coordsize="1665,2472"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51" type="#_x0000_t22" style="position:absolute;left:8340;top:1300;width:1395;height:2025"/>
            <v:shape id="_x0000_s1052" type="#_x0000_t32" style="position:absolute;left:8070;top:1578;width:0;height:465;flip:y" o:connectortype="straight">
              <v:stroke endarrow="block"/>
            </v:shape>
            <v:shape id="_x0000_s1053" type="#_x0000_t32" style="position:absolute;left:8070;top:2600;width:0;height:600" o:connectortype="straight">
              <v:stroke endarrow="block"/>
            </v:shape>
            <v:shape id="_x0000_s1054" type="#_x0000_t32" style="position:absolute;left:9270;top:3772;width:465;height:0" o:connectortype="straight">
              <v:stroke endarrow="block"/>
            </v:shape>
            <v:shape id="_x0000_s1055" type="#_x0000_t32" style="position:absolute;left:8340;top:3772;width:420;height:0;flip:x" o:connectortype="straight">
              <v:stroke endarrow="block"/>
            </v:shape>
          </v:group>
        </w:pict>
      </w:r>
      <w:r>
        <w:rPr>
          <w:noProof/>
          <w:lang w:eastAsia="en-GB"/>
        </w:rPr>
        <w:pict>
          <v:shape id="_x0000_s1056" type="#_x0000_t202" style="position:absolute;left:0;text-align:left;margin-left:414.75pt;margin-top:10.65pt;width:98pt;height:148.45pt;z-index:251659264" stroked="f">
            <v:textbox style="mso-fit-shape-to-text:t">
              <w:txbxContent>
                <w:p w:rsidR="00510D34" w:rsidRDefault="00510D34">
                  <w:r>
                    <w:t xml:space="preserve">Diagram </w:t>
                  </w:r>
                  <w:r w:rsidRPr="00BA683E">
                    <w:rPr>
                      <w:b/>
                      <w:bCs/>
                    </w:rPr>
                    <w:t>NOT</w:t>
                  </w:r>
                  <w:r>
                    <w:t xml:space="preserve"> accurately drawn</w:t>
                  </w:r>
                </w:p>
              </w:txbxContent>
            </v:textbox>
          </v:shape>
        </w:pict>
      </w:r>
      <w:r>
        <w:rPr>
          <w:b/>
          <w:bCs/>
        </w:rPr>
        <w:t>9</w:t>
      </w:r>
      <w:r w:rsidRPr="00BA683E">
        <w:rPr>
          <w:b/>
          <w:bCs/>
        </w:rPr>
        <w:t>.</w:t>
      </w:r>
      <w:r w:rsidRPr="00BA683E">
        <w:rPr>
          <w:b/>
          <w:bCs/>
        </w:rPr>
        <w:tab/>
      </w:r>
      <w:r w:rsidRPr="00BA683E">
        <w:t>On a farm, wheat grain is stored in a cylindrical tank.</w:t>
      </w:r>
    </w:p>
    <w:p w:rsidR="00510D34" w:rsidRPr="00BA683E" w:rsidRDefault="00510D34" w:rsidP="00BA683E">
      <w:r w:rsidRPr="00BA683E">
        <w:t>The cylindrical ta</w:t>
      </w:r>
      <w:r>
        <w:t>nk has an internal diameter of 4.8</w:t>
      </w:r>
      <w:r w:rsidRPr="00BA683E">
        <w:t xml:space="preserve"> m</w:t>
      </w:r>
    </w:p>
    <w:p w:rsidR="00510D34" w:rsidRPr="00BA683E" w:rsidRDefault="00510D34" w:rsidP="00BA683E">
      <w:r>
        <w:t>and a height of 8.5</w:t>
      </w:r>
      <w:r w:rsidRPr="00BA683E">
        <w:t xml:space="preserve"> m.</w:t>
      </w:r>
    </w:p>
    <w:p w:rsidR="00510D34" w:rsidRPr="00BA683E" w:rsidRDefault="00510D34" w:rsidP="00BA683E"/>
    <w:p w:rsidR="00510D34" w:rsidRPr="00BA683E" w:rsidRDefault="00510D34" w:rsidP="00BA683E">
      <w:r w:rsidRPr="00BA683E">
        <w:t>1 m</w:t>
      </w:r>
      <w:r w:rsidRPr="00BA683E">
        <w:rPr>
          <w:vertAlign w:val="superscript"/>
        </w:rPr>
        <w:t>3</w:t>
      </w:r>
      <w:r w:rsidRPr="00BA683E">
        <w:t xml:space="preserve"> of grain weighs 0.766 tonnes.</w:t>
      </w:r>
      <w:r w:rsidRPr="00BA683E">
        <w:tab/>
        <w:t xml:space="preserve">           </w:t>
      </w:r>
      <w:r w:rsidRPr="00BA683E">
        <w:tab/>
      </w:r>
      <w:r w:rsidRPr="00BA683E">
        <w:tab/>
      </w:r>
      <w:r w:rsidRPr="00BA683E">
        <w:tab/>
      </w:r>
      <w:r>
        <w:t xml:space="preserve">          8.5</w:t>
      </w:r>
      <w:r w:rsidRPr="00BA683E">
        <w:t xml:space="preserve"> m</w:t>
      </w:r>
    </w:p>
    <w:p w:rsidR="00510D34" w:rsidRPr="00BA683E" w:rsidRDefault="00510D34" w:rsidP="00BA683E"/>
    <w:p w:rsidR="00510D34" w:rsidRPr="00BA683E" w:rsidRDefault="00510D34" w:rsidP="00BA683E"/>
    <w:p w:rsidR="00510D34" w:rsidRPr="00BA683E" w:rsidRDefault="00510D34" w:rsidP="00BA683E"/>
    <w:p w:rsidR="00510D34" w:rsidRPr="00BA683E" w:rsidRDefault="00510D34" w:rsidP="00BA683E"/>
    <w:p w:rsidR="00510D34" w:rsidRPr="00BA683E" w:rsidRDefault="00510D34" w:rsidP="00BA683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4.8</w:t>
      </w:r>
      <w:r w:rsidRPr="00BA683E">
        <w:t xml:space="preserve"> m</w:t>
      </w:r>
    </w:p>
    <w:p w:rsidR="00510D34" w:rsidRPr="00BA683E" w:rsidRDefault="00510D34" w:rsidP="00BA683E"/>
    <w:p w:rsidR="00510D34" w:rsidRPr="00BA683E" w:rsidRDefault="00510D34" w:rsidP="00BA683E">
      <w:r w:rsidRPr="00BA683E">
        <w:t>Calculate the weight, in tonnes, of wheat in the storage tank when it is full.</w:t>
      </w:r>
    </w:p>
    <w:p w:rsidR="00510D34" w:rsidRPr="00BA683E" w:rsidRDefault="00510D34" w:rsidP="00BA683E">
      <w:r>
        <w:t>Give your answer correct to 1 decimal place.</w:t>
      </w:r>
    </w:p>
    <w:p w:rsidR="00510D34" w:rsidRDefault="00510D34" w:rsidP="00BA683E"/>
    <w:p w:rsidR="00510D34" w:rsidRDefault="00510D34" w:rsidP="00BA683E"/>
    <w:p w:rsidR="00510D34" w:rsidRDefault="00510D34" w:rsidP="00BA683E"/>
    <w:p w:rsidR="00510D34" w:rsidRDefault="00510D34" w:rsidP="00BA683E"/>
    <w:p w:rsidR="00510D34" w:rsidRDefault="00510D34" w:rsidP="00BA683E"/>
    <w:p w:rsidR="00510D34" w:rsidRDefault="00510D34" w:rsidP="00BA683E"/>
    <w:p w:rsidR="00510D34" w:rsidRDefault="00510D34" w:rsidP="00BA683E"/>
    <w:p w:rsidR="00510D34" w:rsidRDefault="00510D34" w:rsidP="00BA683E"/>
    <w:p w:rsidR="00510D34" w:rsidRDefault="00510D34" w:rsidP="00BA683E"/>
    <w:p w:rsidR="00510D34" w:rsidRPr="00BA683E" w:rsidRDefault="00510D34" w:rsidP="00BA683E"/>
    <w:p w:rsidR="00510D34" w:rsidRPr="00BA683E" w:rsidRDefault="00510D34" w:rsidP="00BA683E"/>
    <w:p w:rsidR="00510D34" w:rsidRPr="00BA683E" w:rsidRDefault="00510D34" w:rsidP="00BA683E"/>
    <w:p w:rsidR="00510D34" w:rsidRPr="00BA683E" w:rsidRDefault="00510D34" w:rsidP="00BA683E"/>
    <w:p w:rsidR="00510D34" w:rsidRPr="00BA683E" w:rsidRDefault="00510D34" w:rsidP="00BA683E">
      <w:pPr>
        <w:jc w:val="right"/>
      </w:pPr>
      <w:r w:rsidRPr="00BA683E">
        <w:t xml:space="preserve">          …………………….. tonnes</w:t>
      </w:r>
    </w:p>
    <w:p w:rsidR="00510D34" w:rsidRDefault="00510D34" w:rsidP="00BA683E">
      <w:pPr>
        <w:jc w:val="right"/>
        <w:rPr>
          <w:b/>
          <w:bCs/>
        </w:rPr>
      </w:pPr>
      <w:r w:rsidRPr="00BA683E">
        <w:rPr>
          <w:b/>
          <w:bCs/>
        </w:rPr>
        <w:t>(Total 3 marks)</w:t>
      </w:r>
    </w:p>
    <w:p w:rsidR="00510D34" w:rsidRPr="00BA683E" w:rsidRDefault="00510D34" w:rsidP="00BA683E">
      <w:pPr>
        <w:ind w:left="-567"/>
        <w:jc w:val="right"/>
      </w:pPr>
      <w:r>
        <w:t>___________________________________________________________________________</w:t>
      </w:r>
    </w:p>
    <w:p w:rsidR="00510D34" w:rsidRPr="000D4E05" w:rsidRDefault="00510D34" w:rsidP="00094C1F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0D4E05">
        <w:rPr>
          <w:b/>
          <w:bCs/>
          <w:sz w:val="24"/>
          <w:szCs w:val="24"/>
        </w:rPr>
        <w:t>.</w:t>
      </w:r>
      <w:r w:rsidRPr="000D4E05">
        <w:rPr>
          <w:sz w:val="24"/>
          <w:szCs w:val="24"/>
        </w:rPr>
        <w:tab/>
        <w:t xml:space="preserve">Simon spent </w:t>
      </w:r>
      <w:r w:rsidRPr="001907D3">
        <w:rPr>
          <w:position w:val="-24"/>
          <w:sz w:val="24"/>
          <w:szCs w:val="24"/>
        </w:rPr>
        <w:object w:dxaOrig="240" w:dyaOrig="620">
          <v:shape id="_x0000_i1040" type="#_x0000_t75" style="width:12pt;height:30.75pt" o:ole="">
            <v:imagedata r:id="rId27" o:title=""/>
          </v:shape>
          <o:OLEObject Type="Embed" ProgID="Equation.3" ShapeID="_x0000_i1040" DrawAspect="Content" ObjectID="_1346495347" r:id="rId28"/>
        </w:object>
      </w:r>
      <w:r w:rsidRPr="000D4E05">
        <w:rPr>
          <w:sz w:val="24"/>
          <w:szCs w:val="24"/>
        </w:rPr>
        <w:t xml:space="preserve"> of his wages on rent.</w:t>
      </w: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  <w:r w:rsidRPr="000D4E05">
        <w:rPr>
          <w:color w:val="221E1F"/>
          <w:sz w:val="24"/>
          <w:szCs w:val="24"/>
        </w:rPr>
        <w:t>He spent 20% of his wages on food.</w:t>
      </w: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  <w:r w:rsidRPr="000D4E05">
        <w:rPr>
          <w:color w:val="221E1F"/>
          <w:sz w:val="24"/>
          <w:szCs w:val="24"/>
        </w:rPr>
        <w:t>He spent 0.15 of his wages on clothes</w:t>
      </w: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  <w:r w:rsidRPr="000D4E05">
        <w:rPr>
          <w:color w:val="221E1F"/>
          <w:sz w:val="24"/>
          <w:szCs w:val="24"/>
        </w:rPr>
        <w:t>Work out the fraction of his wages that he had left.</w:t>
      </w: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</w:p>
    <w:p w:rsidR="00510D34" w:rsidRPr="000D4E0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</w:p>
    <w:p w:rsidR="00510D34" w:rsidRPr="000D4E05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9639"/>
          <w:tab w:val="left" w:pos="10080"/>
        </w:tabs>
        <w:ind w:right="-1"/>
        <w:rPr>
          <w:sz w:val="24"/>
          <w:szCs w:val="24"/>
        </w:rPr>
      </w:pPr>
      <w:r w:rsidRPr="000D4E05">
        <w:rPr>
          <w:sz w:val="24"/>
          <w:szCs w:val="24"/>
        </w:rPr>
        <w:t>.................................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 w:rsidRPr="000D4E05">
        <w:rPr>
          <w:sz w:val="24"/>
          <w:szCs w:val="24"/>
        </w:rPr>
        <w:t>(Total 3 marks)</w:t>
      </w:r>
    </w:p>
    <w:p w:rsidR="00510D34" w:rsidRPr="00563610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Pr="007D7F15" w:rsidRDefault="00510D34" w:rsidP="00094C1F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Pr="007D7F15">
        <w:rPr>
          <w:b/>
          <w:bCs/>
          <w:sz w:val="24"/>
          <w:szCs w:val="24"/>
        </w:rPr>
        <w:t>.</w:t>
      </w:r>
      <w:r w:rsidRPr="007D7F15">
        <w:rPr>
          <w:sz w:val="24"/>
          <w:szCs w:val="24"/>
        </w:rPr>
        <w:tab/>
        <w:t>The equation</w:t>
      </w:r>
    </w:p>
    <w:p w:rsidR="00510D34" w:rsidRPr="007D7F15" w:rsidRDefault="00510D34" w:rsidP="00094C1F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7D7F15">
        <w:rPr>
          <w:i/>
          <w:iCs/>
          <w:sz w:val="24"/>
          <w:szCs w:val="24"/>
        </w:rPr>
        <w:t>x</w:t>
      </w:r>
      <w:r>
        <w:rPr>
          <w:sz w:val="24"/>
          <w:szCs w:val="24"/>
          <w:vertAlign w:val="superscript"/>
        </w:rPr>
        <w:t>3</w:t>
      </w:r>
      <w:r w:rsidRPr="007D7F15">
        <w:rPr>
          <w:sz w:val="24"/>
          <w:szCs w:val="24"/>
        </w:rPr>
        <w:t xml:space="preserve"> + 2</w:t>
      </w:r>
      <w:r w:rsidRPr="007D7F15">
        <w:rPr>
          <w:i/>
          <w:iCs/>
          <w:sz w:val="24"/>
          <w:szCs w:val="24"/>
        </w:rPr>
        <w:t>x</w:t>
      </w:r>
      <w:r w:rsidRPr="007D7F15">
        <w:rPr>
          <w:sz w:val="24"/>
          <w:szCs w:val="24"/>
        </w:rPr>
        <w:t xml:space="preserve"> = 42</w:t>
      </w: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7D7F15">
        <w:rPr>
          <w:sz w:val="24"/>
          <w:szCs w:val="24"/>
        </w:rPr>
        <w:t>has a solution between 3 and 4</w:t>
      </w: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7D7F15">
        <w:rPr>
          <w:sz w:val="24"/>
          <w:szCs w:val="24"/>
        </w:rPr>
        <w:t>Use a trial and improvement method to find this solution.</w:t>
      </w:r>
      <w:r w:rsidRPr="007D7F15">
        <w:rPr>
          <w:sz w:val="24"/>
          <w:szCs w:val="24"/>
        </w:rPr>
        <w:br/>
        <w:t>Give your answer correct to one decimal place.</w:t>
      </w:r>
      <w:r w:rsidRPr="007D7F15">
        <w:rPr>
          <w:sz w:val="24"/>
          <w:szCs w:val="24"/>
        </w:rPr>
        <w:br/>
        <w:t xml:space="preserve">You must show </w:t>
      </w:r>
      <w:smartTag w:uri="urn:schemas-microsoft-com:office:smarttags" w:element="stockticker">
        <w:r w:rsidRPr="007D7F15">
          <w:rPr>
            <w:b/>
            <w:bCs/>
            <w:sz w:val="24"/>
            <w:szCs w:val="24"/>
          </w:rPr>
          <w:t>ALL</w:t>
        </w:r>
      </w:smartTag>
      <w:r w:rsidRPr="007D7F15">
        <w:rPr>
          <w:sz w:val="24"/>
          <w:szCs w:val="24"/>
        </w:rPr>
        <w:t xml:space="preserve"> your working.</w:t>
      </w: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7D7F15" w:rsidRDefault="00510D34" w:rsidP="00094C1F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/>
        <w:rPr>
          <w:sz w:val="24"/>
          <w:szCs w:val="24"/>
        </w:rPr>
      </w:pPr>
      <w:r w:rsidRPr="007D7F15">
        <w:rPr>
          <w:i/>
          <w:iCs/>
          <w:sz w:val="24"/>
          <w:szCs w:val="24"/>
        </w:rPr>
        <w:t>x</w:t>
      </w:r>
      <w:r w:rsidRPr="007D7F15">
        <w:rPr>
          <w:sz w:val="24"/>
          <w:szCs w:val="24"/>
        </w:rPr>
        <w:t xml:space="preserve"> = ....................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7D7F15">
        <w:rPr>
          <w:sz w:val="24"/>
          <w:szCs w:val="24"/>
        </w:rPr>
        <w:t>(Total 4 marks)</w:t>
      </w:r>
    </w:p>
    <w:p w:rsidR="00510D34" w:rsidRPr="007D7F15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10D34" w:rsidRPr="00EA181F" w:rsidRDefault="00510D34" w:rsidP="00094C1F">
      <w:pPr>
        <w:pStyle w:val="questiona"/>
        <w:tabs>
          <w:tab w:val="left" w:pos="-567"/>
          <w:tab w:val="left" w:pos="0"/>
          <w:tab w:val="left" w:pos="1418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Pr="00EA181F">
        <w:rPr>
          <w:b/>
          <w:bCs/>
          <w:sz w:val="24"/>
          <w:szCs w:val="24"/>
        </w:rPr>
        <w:t>.</w:t>
      </w:r>
      <w:r w:rsidRPr="00EA181F">
        <w:rPr>
          <w:sz w:val="24"/>
          <w:szCs w:val="24"/>
        </w:rPr>
        <w:tab/>
        <w:t>(a)</w:t>
      </w:r>
      <w:r w:rsidRPr="00EA181F">
        <w:rPr>
          <w:sz w:val="24"/>
          <w:szCs w:val="24"/>
        </w:rPr>
        <w:tab/>
        <w:t xml:space="preserve">Solve </w:t>
      </w:r>
      <w:r w:rsidRPr="00EA181F">
        <w:rPr>
          <w:sz w:val="24"/>
          <w:szCs w:val="24"/>
        </w:rPr>
        <w:tab/>
        <w:t>5</w:t>
      </w:r>
      <w:r w:rsidRPr="00EA181F">
        <w:rPr>
          <w:i/>
          <w:iCs/>
          <w:sz w:val="24"/>
          <w:szCs w:val="24"/>
        </w:rPr>
        <w:t>x</w:t>
      </w:r>
      <w:r w:rsidRPr="00EA181F">
        <w:rPr>
          <w:sz w:val="24"/>
          <w:szCs w:val="24"/>
        </w:rPr>
        <w:t xml:space="preserve"> + 12 = 70</w:t>
      </w:r>
    </w:p>
    <w:p w:rsidR="00510D34" w:rsidRPr="00EA181F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EA181F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360"/>
          <w:tab w:val="left" w:pos="10080"/>
        </w:tabs>
        <w:ind w:right="-7"/>
        <w:rPr>
          <w:sz w:val="24"/>
          <w:szCs w:val="24"/>
        </w:rPr>
      </w:pPr>
      <w:r w:rsidRPr="00EA181F">
        <w:rPr>
          <w:i/>
          <w:iCs/>
          <w:sz w:val="24"/>
          <w:szCs w:val="24"/>
        </w:rPr>
        <w:t>x</w:t>
      </w:r>
      <w:r w:rsidRPr="00EA181F">
        <w:rPr>
          <w:sz w:val="24"/>
          <w:szCs w:val="24"/>
        </w:rPr>
        <w:t xml:space="preserve"> = ………………………</w:t>
      </w:r>
    </w:p>
    <w:p w:rsidR="00510D34" w:rsidRPr="00EA181F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EA181F">
        <w:rPr>
          <w:sz w:val="24"/>
          <w:szCs w:val="24"/>
        </w:rPr>
        <w:t>(2)</w:t>
      </w:r>
    </w:p>
    <w:p w:rsidR="00510D34" w:rsidRPr="00EA181F" w:rsidRDefault="00510D34" w:rsidP="00094C1F">
      <w:pPr>
        <w:pStyle w:val="indent1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EA181F">
        <w:rPr>
          <w:sz w:val="24"/>
          <w:szCs w:val="24"/>
        </w:rPr>
        <w:t>(b)</w:t>
      </w:r>
      <w:r w:rsidRPr="00EA181F">
        <w:rPr>
          <w:sz w:val="24"/>
          <w:szCs w:val="24"/>
        </w:rPr>
        <w:tab/>
        <w:t xml:space="preserve">Solve </w:t>
      </w:r>
      <w:r w:rsidRPr="00EA181F">
        <w:rPr>
          <w:sz w:val="24"/>
          <w:szCs w:val="24"/>
        </w:rPr>
        <w:tab/>
      </w:r>
      <w:r w:rsidRPr="00EA181F">
        <w:rPr>
          <w:i/>
          <w:iCs/>
          <w:sz w:val="24"/>
          <w:szCs w:val="24"/>
        </w:rPr>
        <w:t>p</w:t>
      </w:r>
      <w:r w:rsidRPr="00EA181F">
        <w:rPr>
          <w:sz w:val="24"/>
          <w:szCs w:val="24"/>
        </w:rPr>
        <w:t xml:space="preserve"> + 9 = 2(5 – </w:t>
      </w:r>
      <w:r w:rsidRPr="00EA181F">
        <w:rPr>
          <w:i/>
          <w:iCs/>
          <w:sz w:val="24"/>
          <w:szCs w:val="24"/>
        </w:rPr>
        <w:t>p</w:t>
      </w:r>
      <w:r w:rsidRPr="00EA181F">
        <w:rPr>
          <w:sz w:val="24"/>
          <w:szCs w:val="24"/>
        </w:rPr>
        <w:t>)</w:t>
      </w:r>
    </w:p>
    <w:p w:rsidR="00510D34" w:rsidRPr="00EA181F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/>
        <w:rPr>
          <w:sz w:val="24"/>
          <w:szCs w:val="24"/>
        </w:rPr>
      </w:pPr>
      <w:r w:rsidRPr="00EA181F">
        <w:rPr>
          <w:i/>
          <w:iCs/>
          <w:sz w:val="24"/>
          <w:szCs w:val="24"/>
        </w:rPr>
        <w:t>p</w:t>
      </w:r>
      <w:r w:rsidRPr="00EA181F">
        <w:rPr>
          <w:sz w:val="24"/>
          <w:szCs w:val="24"/>
        </w:rPr>
        <w:t xml:space="preserve"> = ………………………</w:t>
      </w:r>
    </w:p>
    <w:p w:rsidR="00510D34" w:rsidRPr="00EA181F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EA181F">
        <w:rPr>
          <w:sz w:val="24"/>
          <w:szCs w:val="24"/>
        </w:rPr>
        <w:t>(3)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EA181F">
        <w:rPr>
          <w:sz w:val="24"/>
          <w:szCs w:val="24"/>
        </w:rPr>
        <w:t>(Total 5 marks)</w:t>
      </w:r>
    </w:p>
    <w:p w:rsidR="00510D34" w:rsidRPr="00EA181F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510D34" w:rsidRDefault="00510D34" w:rsidP="00094C1F"/>
    <w:p w:rsidR="00510D34" w:rsidRPr="00BA683E" w:rsidRDefault="00510D34" w:rsidP="001907D3">
      <w:pPr>
        <w:ind w:hanging="567"/>
        <w:jc w:val="both"/>
      </w:pPr>
      <w:r>
        <w:rPr>
          <w:b/>
          <w:bCs/>
        </w:rPr>
        <w:t>13</w:t>
      </w:r>
      <w:r w:rsidRPr="00BA683E">
        <w:rPr>
          <w:b/>
          <w:bCs/>
        </w:rPr>
        <w:t>.</w:t>
      </w:r>
      <w:r w:rsidRPr="00BA683E">
        <w:rPr>
          <w:b/>
          <w:bCs/>
        </w:rPr>
        <w:tab/>
      </w:r>
      <w:r w:rsidRPr="00BA683E">
        <w:t>The time taken for light to reach Earth from the edge of the known universe</w:t>
      </w:r>
      <w:r>
        <w:t xml:space="preserve"> </w:t>
      </w:r>
      <w:r w:rsidRPr="00BA683E">
        <w:t>is 14 000 000 000 years.</w:t>
      </w:r>
    </w:p>
    <w:p w:rsidR="00510D34" w:rsidRPr="00BA683E" w:rsidRDefault="00510D34" w:rsidP="001907D3">
      <w:pPr>
        <w:ind w:firstLine="720"/>
        <w:jc w:val="both"/>
      </w:pPr>
    </w:p>
    <w:p w:rsidR="00510D34" w:rsidRPr="00BA683E" w:rsidRDefault="00510D34" w:rsidP="001907D3">
      <w:pPr>
        <w:jc w:val="both"/>
      </w:pPr>
      <w:r w:rsidRPr="00BA683E">
        <w:t>Light travels at the speed of 9.46 × 10</w:t>
      </w:r>
      <w:r w:rsidRPr="00BA683E">
        <w:rPr>
          <w:vertAlign w:val="superscript"/>
        </w:rPr>
        <w:t xml:space="preserve">12 </w:t>
      </w:r>
      <w:r w:rsidRPr="00BA683E">
        <w:t xml:space="preserve"> km/year.</w:t>
      </w:r>
    </w:p>
    <w:p w:rsidR="00510D34" w:rsidRPr="00BA683E" w:rsidRDefault="00510D34" w:rsidP="001907D3">
      <w:pPr>
        <w:jc w:val="both"/>
      </w:pPr>
    </w:p>
    <w:p w:rsidR="00510D34" w:rsidRPr="00BA683E" w:rsidRDefault="00510D34" w:rsidP="001907D3">
      <w:pPr>
        <w:ind w:right="-574"/>
        <w:jc w:val="both"/>
      </w:pPr>
      <w:r w:rsidRPr="00BA683E">
        <w:t>Work out the distance, in kilometres, from the edge of the known universe to Earth.</w:t>
      </w:r>
    </w:p>
    <w:p w:rsidR="00510D34" w:rsidRPr="00BA683E" w:rsidRDefault="00510D34" w:rsidP="001907D3">
      <w:pPr>
        <w:jc w:val="both"/>
      </w:pPr>
      <w:r w:rsidRPr="00BA683E">
        <w:t>Give your answer in standard form.</w:t>
      </w: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Default="00510D34" w:rsidP="00BA683E">
      <w:pPr>
        <w:ind w:firstLine="720"/>
      </w:pPr>
    </w:p>
    <w:p w:rsidR="00510D34" w:rsidRDefault="00510D34" w:rsidP="00BA683E">
      <w:pPr>
        <w:ind w:firstLine="720"/>
      </w:pPr>
    </w:p>
    <w:p w:rsidR="00510D34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</w:pPr>
    </w:p>
    <w:p w:rsidR="00510D34" w:rsidRPr="00BA683E" w:rsidRDefault="00510D34" w:rsidP="00BA683E">
      <w:pPr>
        <w:ind w:firstLine="720"/>
        <w:jc w:val="right"/>
      </w:pPr>
      <w:r w:rsidRPr="00BA683E">
        <w:t>……………………………… km</w:t>
      </w:r>
    </w:p>
    <w:p w:rsidR="00510D34" w:rsidRDefault="00510D34" w:rsidP="00BA683E">
      <w:pPr>
        <w:ind w:firstLine="720"/>
        <w:jc w:val="right"/>
        <w:rPr>
          <w:b/>
          <w:bCs/>
        </w:rPr>
      </w:pPr>
      <w:r w:rsidRPr="00BA683E">
        <w:rPr>
          <w:b/>
          <w:bCs/>
        </w:rPr>
        <w:t>(Total 3 marks)</w:t>
      </w:r>
    </w:p>
    <w:p w:rsidR="00510D34" w:rsidRPr="00BA683E" w:rsidRDefault="00510D34" w:rsidP="00BA683E">
      <w:pPr>
        <w:ind w:left="-567"/>
        <w:jc w:val="right"/>
      </w:pPr>
      <w:r>
        <w:rPr>
          <w:b/>
          <w:bCs/>
        </w:rPr>
        <w:t>_______________</w:t>
      </w:r>
      <w:r>
        <w:t>____________________________________________________________</w:t>
      </w:r>
    </w:p>
    <w:p w:rsidR="00510D34" w:rsidRPr="007D7F15" w:rsidRDefault="00510D34" w:rsidP="00094C1F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color w:val="221E1F"/>
          <w:sz w:val="24"/>
          <w:szCs w:val="24"/>
        </w:rPr>
      </w:pPr>
      <w:r>
        <w:rPr>
          <w:b/>
          <w:bCs/>
          <w:color w:val="221E1F"/>
          <w:sz w:val="24"/>
          <w:szCs w:val="24"/>
        </w:rPr>
        <w:t>14</w:t>
      </w:r>
      <w:r w:rsidRPr="007D7F15">
        <w:rPr>
          <w:b/>
          <w:bCs/>
          <w:color w:val="221E1F"/>
          <w:sz w:val="24"/>
          <w:szCs w:val="24"/>
        </w:rPr>
        <w:t>.</w:t>
      </w:r>
      <w:r w:rsidRPr="007D7F15">
        <w:rPr>
          <w:color w:val="221E1F"/>
          <w:sz w:val="24"/>
          <w:szCs w:val="24"/>
        </w:rPr>
        <w:tab/>
        <w:t>Simplify fully</w:t>
      </w:r>
    </w:p>
    <w:p w:rsidR="00510D34" w:rsidRPr="00CF3EE7" w:rsidRDefault="00510D34" w:rsidP="00094C1F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(a</w:t>
      </w:r>
      <w:r w:rsidRPr="007D7F15">
        <w:rPr>
          <w:sz w:val="24"/>
          <w:szCs w:val="24"/>
        </w:rPr>
        <w:t>)</w:t>
      </w:r>
      <w:r>
        <w:rPr>
          <w:sz w:val="24"/>
          <w:szCs w:val="24"/>
        </w:rPr>
        <w:t xml:space="preserve">       </w:t>
      </w:r>
      <w:r w:rsidRPr="007D7F15">
        <w:rPr>
          <w:i/>
          <w:iCs/>
          <w:sz w:val="24"/>
          <w:szCs w:val="24"/>
        </w:rPr>
        <w:t>p</w:t>
      </w:r>
      <w:r>
        <w:rPr>
          <w:sz w:val="24"/>
          <w:szCs w:val="24"/>
          <w:vertAlign w:val="superscript"/>
        </w:rPr>
        <w:t>2</w:t>
      </w:r>
      <w:r w:rsidRPr="007D7F15">
        <w:rPr>
          <w:sz w:val="24"/>
          <w:szCs w:val="24"/>
        </w:rPr>
        <w:t xml:space="preserve"> × </w:t>
      </w:r>
      <w:r w:rsidRPr="007D7F15">
        <w:rPr>
          <w:i/>
          <w:iCs/>
          <w:sz w:val="24"/>
          <w:szCs w:val="24"/>
        </w:rPr>
        <w:t>p</w:t>
      </w:r>
      <w:r>
        <w:rPr>
          <w:sz w:val="24"/>
          <w:szCs w:val="24"/>
          <w:vertAlign w:val="superscript"/>
        </w:rPr>
        <w:t>7</w:t>
      </w:r>
    </w:p>
    <w:p w:rsidR="00510D34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072"/>
          <w:tab w:val="left" w:pos="9360"/>
          <w:tab w:val="left" w:pos="10080"/>
        </w:tabs>
        <w:ind w:right="-7"/>
        <w:rPr>
          <w:sz w:val="24"/>
          <w:szCs w:val="24"/>
        </w:rPr>
      </w:pPr>
      <w:r w:rsidRPr="007D7F15">
        <w:rPr>
          <w:sz w:val="24"/>
          <w:szCs w:val="24"/>
        </w:rPr>
        <w:t>…………………………</w:t>
      </w:r>
    </w:p>
    <w:p w:rsidR="00510D34" w:rsidRPr="007D7F15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9072"/>
          <w:tab w:val="left" w:pos="9360"/>
          <w:tab w:val="left" w:pos="10080"/>
        </w:tabs>
        <w:ind w:right="-7"/>
        <w:rPr>
          <w:b/>
          <w:bCs/>
          <w:sz w:val="24"/>
          <w:szCs w:val="24"/>
        </w:rPr>
      </w:pPr>
      <w:r w:rsidRPr="007D7F15">
        <w:rPr>
          <w:b/>
          <w:bCs/>
          <w:sz w:val="24"/>
          <w:szCs w:val="24"/>
        </w:rPr>
        <w:t>(1)</w:t>
      </w:r>
    </w:p>
    <w:p w:rsidR="00510D34" w:rsidRPr="007D7F15" w:rsidRDefault="00510D34" w:rsidP="00094C1F">
      <w:pPr>
        <w:pStyle w:val="indent1"/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>
        <w:rPr>
          <w:sz w:val="24"/>
          <w:szCs w:val="24"/>
        </w:rPr>
        <w:t>(b</w:t>
      </w:r>
      <w:r w:rsidRPr="007D7F15">
        <w:rPr>
          <w:sz w:val="24"/>
          <w:szCs w:val="24"/>
        </w:rPr>
        <w:t>)</w:t>
      </w:r>
      <w:r w:rsidRPr="007D7F15">
        <w:rPr>
          <w:sz w:val="24"/>
          <w:szCs w:val="24"/>
        </w:rPr>
        <w:tab/>
      </w:r>
      <w:r w:rsidRPr="00265D74">
        <w:rPr>
          <w:noProof/>
          <w:position w:val="-28"/>
          <w:sz w:val="24"/>
          <w:szCs w:val="24"/>
          <w:lang w:val="en-GB" w:eastAsia="en-GB"/>
        </w:rPr>
        <w:pict>
          <v:shape id="Picture 9" o:spid="_x0000_i1041" type="#_x0000_t75" style="width:49.5pt;height:32.25pt;visibility:visible">
            <v:imagedata r:id="rId29" o:title=""/>
          </v:shape>
        </w:pict>
      </w:r>
    </w:p>
    <w:p w:rsidR="00510D34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/>
        <w:rPr>
          <w:sz w:val="24"/>
          <w:szCs w:val="24"/>
        </w:rPr>
      </w:pPr>
      <w:r w:rsidRPr="007D7F15">
        <w:rPr>
          <w:sz w:val="24"/>
          <w:szCs w:val="24"/>
        </w:rPr>
        <w:t>.................................</w:t>
      </w:r>
      <w:r>
        <w:rPr>
          <w:sz w:val="24"/>
          <w:szCs w:val="24"/>
        </w:rPr>
        <w:t>.......</w:t>
      </w:r>
    </w:p>
    <w:p w:rsidR="00510D34" w:rsidRPr="007D7F15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/>
        <w:rPr>
          <w:b/>
          <w:bCs/>
          <w:sz w:val="24"/>
          <w:szCs w:val="24"/>
        </w:rPr>
      </w:pPr>
      <w:r w:rsidRPr="007D7F15">
        <w:rPr>
          <w:b/>
          <w:bCs/>
          <w:sz w:val="24"/>
          <w:szCs w:val="24"/>
        </w:rPr>
        <w:t>(2)</w:t>
      </w:r>
    </w:p>
    <w:p w:rsidR="00510D34" w:rsidRPr="00CF3EE7" w:rsidRDefault="00510D34" w:rsidP="00094C1F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position w:val="10"/>
          <w:sz w:val="24"/>
          <w:szCs w:val="24"/>
          <w:vertAlign w:val="superscript"/>
        </w:rPr>
      </w:pPr>
      <w:r w:rsidRPr="007D7F15">
        <w:rPr>
          <w:sz w:val="24"/>
          <w:szCs w:val="24"/>
        </w:rPr>
        <w:t>(</w:t>
      </w:r>
      <w:r>
        <w:rPr>
          <w:sz w:val="24"/>
          <w:szCs w:val="24"/>
        </w:rPr>
        <w:t>c</w:t>
      </w:r>
      <w:r w:rsidRPr="007D7F15">
        <w:rPr>
          <w:sz w:val="24"/>
          <w:szCs w:val="24"/>
        </w:rPr>
        <w:t>)</w:t>
      </w:r>
      <w:r w:rsidRPr="007D7F15">
        <w:rPr>
          <w:sz w:val="24"/>
          <w:szCs w:val="24"/>
        </w:rPr>
        <w:tab/>
        <w:t>(2</w:t>
      </w:r>
      <w:r w:rsidRPr="007D7F15">
        <w:rPr>
          <w:i/>
          <w:iCs/>
          <w:sz w:val="24"/>
          <w:szCs w:val="24"/>
        </w:rPr>
        <w:t>xy</w:t>
      </w:r>
      <w:r>
        <w:rPr>
          <w:sz w:val="24"/>
          <w:szCs w:val="24"/>
          <w:vertAlign w:val="superscript"/>
        </w:rPr>
        <w:t>3</w:t>
      </w:r>
      <w:r w:rsidRPr="007D7F15"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5</w:t>
      </w: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7D7F15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7D7F15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/>
        <w:rPr>
          <w:sz w:val="24"/>
          <w:szCs w:val="24"/>
        </w:rPr>
      </w:pPr>
      <w:r w:rsidRPr="007D7F15">
        <w:rPr>
          <w:sz w:val="24"/>
          <w:szCs w:val="24"/>
        </w:rPr>
        <w:t>.................................................</w:t>
      </w:r>
    </w:p>
    <w:p w:rsidR="00510D34" w:rsidRPr="007D7F15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7D7F15">
        <w:rPr>
          <w:sz w:val="24"/>
          <w:szCs w:val="24"/>
        </w:rPr>
        <w:t>(2)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7D7F15">
        <w:rPr>
          <w:sz w:val="24"/>
          <w:szCs w:val="24"/>
        </w:rPr>
        <w:t xml:space="preserve"> </w:t>
      </w:r>
      <w:r>
        <w:rPr>
          <w:sz w:val="24"/>
          <w:szCs w:val="24"/>
        </w:rPr>
        <w:t>(Total 5</w:t>
      </w:r>
      <w:r w:rsidRPr="007D7F15">
        <w:rPr>
          <w:sz w:val="24"/>
          <w:szCs w:val="24"/>
        </w:rPr>
        <w:t xml:space="preserve"> marks)</w:t>
      </w:r>
    </w:p>
    <w:p w:rsidR="00510D34" w:rsidRPr="007D7F15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Pr="00563610" w:rsidRDefault="00510D34" w:rsidP="00094C1F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/>
        <w:rPr>
          <w:sz w:val="24"/>
          <w:szCs w:val="24"/>
        </w:rPr>
      </w:pPr>
      <w:r>
        <w:rPr>
          <w:b/>
          <w:bCs/>
        </w:rPr>
        <w:t>15.</w:t>
      </w:r>
      <w:r>
        <w:tab/>
      </w:r>
      <w:r>
        <w:rPr>
          <w:sz w:val="24"/>
          <w:szCs w:val="24"/>
        </w:rPr>
        <w:t>Jenny</w:t>
      </w:r>
      <w:r w:rsidRPr="00563610">
        <w:rPr>
          <w:sz w:val="24"/>
          <w:szCs w:val="24"/>
        </w:rPr>
        <w:t xml:space="preserve"> recorded the heights, in centimetres, of the </w:t>
      </w:r>
      <w:r>
        <w:rPr>
          <w:sz w:val="24"/>
          <w:szCs w:val="24"/>
        </w:rPr>
        <w:t>boys</w:t>
      </w:r>
      <w:r w:rsidRPr="00563610">
        <w:rPr>
          <w:sz w:val="24"/>
          <w:szCs w:val="24"/>
        </w:rPr>
        <w:t xml:space="preserve"> in her class.</w:t>
      </w:r>
    </w:p>
    <w:p w:rsidR="00510D34" w:rsidRPr="00563610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40"/>
        <w:rPr>
          <w:sz w:val="24"/>
          <w:szCs w:val="24"/>
        </w:rPr>
      </w:pPr>
      <w:r w:rsidRPr="00563610">
        <w:rPr>
          <w:sz w:val="24"/>
          <w:szCs w:val="24"/>
        </w:rPr>
        <w:t>She put the heights in order.</w:t>
      </w:r>
    </w:p>
    <w:tbl>
      <w:tblPr>
        <w:tblW w:w="0" w:type="auto"/>
        <w:tblInd w:w="1384" w:type="dxa"/>
        <w:tblLayout w:type="fixed"/>
        <w:tblLook w:val="0000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510D34" w:rsidRPr="00563610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144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152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167</w:t>
            </w:r>
          </w:p>
        </w:tc>
      </w:tr>
      <w:tr w:rsidR="00510D34" w:rsidRPr="00563610"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170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  <w:r w:rsidRPr="0056361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510D34" w:rsidRPr="00563610" w:rsidRDefault="00510D34" w:rsidP="00F443E5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/>
              <w:rPr>
                <w:sz w:val="24"/>
                <w:szCs w:val="24"/>
              </w:rPr>
            </w:pPr>
          </w:p>
        </w:tc>
      </w:tr>
    </w:tbl>
    <w:p w:rsidR="00510D34" w:rsidRPr="00563610" w:rsidRDefault="00510D34" w:rsidP="00094C1F">
      <w:pPr>
        <w:pStyle w:val="indent1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563610">
        <w:rPr>
          <w:sz w:val="24"/>
          <w:szCs w:val="24"/>
        </w:rPr>
        <w:t>(a)</w:t>
      </w:r>
      <w:r w:rsidRPr="00563610">
        <w:rPr>
          <w:sz w:val="24"/>
          <w:szCs w:val="24"/>
        </w:rPr>
        <w:tab/>
        <w:t>Find</w:t>
      </w:r>
    </w:p>
    <w:p w:rsidR="00510D34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firstLine="0"/>
        <w:rPr>
          <w:sz w:val="24"/>
          <w:szCs w:val="24"/>
        </w:rPr>
      </w:pPr>
      <w:r w:rsidRPr="00563610">
        <w:rPr>
          <w:sz w:val="24"/>
          <w:szCs w:val="24"/>
        </w:rPr>
        <w:t>(i)</w:t>
      </w:r>
      <w:r w:rsidRPr="00563610">
        <w:rPr>
          <w:sz w:val="24"/>
          <w:szCs w:val="24"/>
        </w:rPr>
        <w:tab/>
        <w:t>the lower quartile,</w:t>
      </w:r>
    </w:p>
    <w:p w:rsidR="00510D34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firstLine="0"/>
        <w:rPr>
          <w:sz w:val="24"/>
          <w:szCs w:val="24"/>
        </w:rPr>
      </w:pPr>
    </w:p>
    <w:p w:rsidR="00510D34" w:rsidRPr="00563610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firstLine="0"/>
        <w:rPr>
          <w:sz w:val="24"/>
          <w:szCs w:val="24"/>
        </w:rPr>
      </w:pPr>
    </w:p>
    <w:p w:rsidR="00510D34" w:rsidRPr="00563610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/>
        <w:rPr>
          <w:sz w:val="24"/>
          <w:szCs w:val="24"/>
        </w:rPr>
      </w:pPr>
      <w:r w:rsidRPr="00563610">
        <w:rPr>
          <w:sz w:val="24"/>
          <w:szCs w:val="24"/>
        </w:rPr>
        <w:t>........................... cm</w:t>
      </w:r>
    </w:p>
    <w:p w:rsidR="00510D34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firstLine="0"/>
        <w:rPr>
          <w:sz w:val="24"/>
          <w:szCs w:val="24"/>
        </w:rPr>
      </w:pPr>
      <w:r w:rsidRPr="00563610">
        <w:rPr>
          <w:sz w:val="24"/>
          <w:szCs w:val="24"/>
        </w:rPr>
        <w:t>(ii)</w:t>
      </w:r>
      <w:r w:rsidRPr="00563610">
        <w:rPr>
          <w:sz w:val="24"/>
          <w:szCs w:val="24"/>
        </w:rPr>
        <w:tab/>
        <w:t>the upper quartile.</w:t>
      </w:r>
    </w:p>
    <w:p w:rsidR="00510D34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firstLine="0"/>
        <w:rPr>
          <w:sz w:val="24"/>
          <w:szCs w:val="24"/>
        </w:rPr>
      </w:pPr>
    </w:p>
    <w:p w:rsidR="00510D34" w:rsidRPr="00563610" w:rsidRDefault="00510D34" w:rsidP="00094C1F">
      <w:pPr>
        <w:pStyle w:val="indent2"/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firstLine="0"/>
        <w:rPr>
          <w:sz w:val="24"/>
          <w:szCs w:val="24"/>
        </w:rPr>
      </w:pPr>
    </w:p>
    <w:p w:rsidR="00510D34" w:rsidRPr="00563610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/>
        <w:rPr>
          <w:sz w:val="24"/>
          <w:szCs w:val="24"/>
        </w:rPr>
      </w:pPr>
      <w:r w:rsidRPr="00563610">
        <w:rPr>
          <w:sz w:val="24"/>
          <w:szCs w:val="24"/>
        </w:rPr>
        <w:t>........................... cm</w:t>
      </w:r>
    </w:p>
    <w:p w:rsidR="00510D34" w:rsidRPr="00563610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563610">
        <w:rPr>
          <w:sz w:val="24"/>
          <w:szCs w:val="24"/>
        </w:rPr>
        <w:t>(2)</w:t>
      </w:r>
    </w:p>
    <w:p w:rsidR="00510D34" w:rsidRPr="00563610" w:rsidRDefault="00510D34" w:rsidP="00094C1F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563610">
        <w:rPr>
          <w:sz w:val="24"/>
          <w:szCs w:val="24"/>
        </w:rPr>
        <w:t xml:space="preserve"> </w:t>
      </w:r>
    </w:p>
    <w:p w:rsidR="00510D34" w:rsidRPr="00563610" w:rsidRDefault="00510D34" w:rsidP="00094C1F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(b)  </w:t>
      </w:r>
      <w:r w:rsidRPr="00563610">
        <w:rPr>
          <w:sz w:val="24"/>
          <w:szCs w:val="24"/>
        </w:rPr>
        <w:t>On the grid, draw a box plot for this data.</w:t>
      </w:r>
    </w:p>
    <w:p w:rsidR="00510D34" w:rsidRPr="00563610" w:rsidRDefault="00510D34" w:rsidP="00094C1F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_x0000_i1042" type="#_x0000_t75" style="width:405.75pt;height:108pt;visibility:visible">
            <v:imagedata r:id="rId30" o:title=""/>
          </v:shape>
        </w:pict>
      </w:r>
    </w:p>
    <w:p w:rsidR="00510D34" w:rsidRPr="00563610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563610">
        <w:rPr>
          <w:sz w:val="24"/>
          <w:szCs w:val="24"/>
        </w:rPr>
        <w:t>(3)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563610">
        <w:rPr>
          <w:sz w:val="24"/>
          <w:szCs w:val="24"/>
        </w:rPr>
        <w:t>(Total 5 marks)</w:t>
      </w:r>
    </w:p>
    <w:p w:rsidR="00510D34" w:rsidRPr="0087069D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Default="00510D34" w:rsidP="00094C1F">
      <w:pPr>
        <w:ind w:left="-567"/>
      </w:pPr>
    </w:p>
    <w:p w:rsidR="00510D34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b/>
          <w:bCs/>
          <w:sz w:val="24"/>
          <w:szCs w:val="24"/>
        </w:rPr>
      </w:pPr>
    </w:p>
    <w:p w:rsidR="00510D34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b/>
          <w:bCs/>
          <w:sz w:val="24"/>
          <w:szCs w:val="24"/>
        </w:rPr>
      </w:pPr>
    </w:p>
    <w:p w:rsidR="00510D34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b/>
          <w:bCs/>
          <w:sz w:val="24"/>
          <w:szCs w:val="24"/>
        </w:rPr>
      </w:pPr>
    </w:p>
    <w:p w:rsidR="00510D34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b/>
          <w:bCs/>
          <w:sz w:val="24"/>
          <w:szCs w:val="24"/>
        </w:rPr>
      </w:pP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sz w:val="24"/>
          <w:szCs w:val="24"/>
        </w:rPr>
      </w:pPr>
      <w:r>
        <w:rPr>
          <w:b/>
          <w:bCs/>
          <w:sz w:val="24"/>
          <w:szCs w:val="24"/>
        </w:rPr>
        <w:t>16</w:t>
      </w:r>
      <w:r w:rsidRPr="00C33BE3">
        <w:rPr>
          <w:b/>
          <w:bCs/>
          <w:sz w:val="24"/>
          <w:szCs w:val="24"/>
        </w:rPr>
        <w:t>.</w:t>
      </w:r>
      <w:r w:rsidRPr="00C33BE3">
        <w:rPr>
          <w:sz w:val="24"/>
          <w:szCs w:val="24"/>
        </w:rPr>
        <w:tab/>
      </w:r>
    </w:p>
    <w:p w:rsidR="00510D34" w:rsidRPr="00C33BE3" w:rsidRDefault="00510D34" w:rsidP="00094C1F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Picture 5" o:spid="_x0000_i1043" type="#_x0000_t75" style="width:267.75pt;height:114.75pt;visibility:visible">
            <v:imagedata r:id="rId31" o:title=""/>
          </v:shape>
        </w:pict>
      </w:r>
    </w:p>
    <w:p w:rsidR="00510D34" w:rsidRDefault="00510D34" w:rsidP="00CF3EE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  <w:r w:rsidRPr="00C33BE3">
        <w:rPr>
          <w:i/>
          <w:iCs/>
          <w:color w:val="221E1F"/>
          <w:sz w:val="24"/>
          <w:szCs w:val="24"/>
        </w:rPr>
        <w:t xml:space="preserve">BE </w:t>
      </w:r>
      <w:r w:rsidRPr="00C33BE3">
        <w:rPr>
          <w:color w:val="221E1F"/>
          <w:sz w:val="24"/>
          <w:szCs w:val="24"/>
        </w:rPr>
        <w:t xml:space="preserve">is parallel to </w:t>
      </w:r>
      <w:r w:rsidRPr="00C33BE3">
        <w:rPr>
          <w:i/>
          <w:iCs/>
          <w:color w:val="221E1F"/>
          <w:sz w:val="24"/>
          <w:szCs w:val="24"/>
        </w:rPr>
        <w:t>CD</w:t>
      </w:r>
      <w:r w:rsidRPr="00C33BE3">
        <w:rPr>
          <w:color w:val="221E1F"/>
          <w:sz w:val="24"/>
          <w:szCs w:val="24"/>
        </w:rPr>
        <w:t>.</w:t>
      </w:r>
    </w:p>
    <w:p w:rsidR="00510D34" w:rsidRPr="00C33BE3" w:rsidRDefault="00510D34" w:rsidP="00CF3EE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221E1F"/>
          <w:sz w:val="24"/>
          <w:szCs w:val="24"/>
        </w:rPr>
      </w:pPr>
      <w:r w:rsidRPr="00C33BE3">
        <w:rPr>
          <w:i/>
          <w:iCs/>
          <w:color w:val="221E1F"/>
          <w:sz w:val="24"/>
          <w:szCs w:val="24"/>
        </w:rPr>
        <w:t xml:space="preserve">AE = </w:t>
      </w:r>
      <w:r w:rsidRPr="00C33BE3">
        <w:rPr>
          <w:color w:val="221E1F"/>
          <w:sz w:val="24"/>
          <w:szCs w:val="24"/>
        </w:rPr>
        <w:t xml:space="preserve">6 cm, </w:t>
      </w:r>
      <w:r w:rsidRPr="00C33BE3">
        <w:rPr>
          <w:i/>
          <w:iCs/>
          <w:color w:val="221E1F"/>
          <w:sz w:val="24"/>
          <w:szCs w:val="24"/>
        </w:rPr>
        <w:t xml:space="preserve">ED </w:t>
      </w:r>
      <w:r w:rsidRPr="00C33BE3">
        <w:rPr>
          <w:color w:val="221E1F"/>
          <w:sz w:val="24"/>
          <w:szCs w:val="24"/>
        </w:rPr>
        <w:t xml:space="preserve">= 4 cm, </w:t>
      </w:r>
      <w:r w:rsidRPr="00C33BE3">
        <w:rPr>
          <w:i/>
          <w:iCs/>
          <w:color w:val="221E1F"/>
          <w:sz w:val="24"/>
          <w:szCs w:val="24"/>
        </w:rPr>
        <w:t xml:space="preserve">AB </w:t>
      </w:r>
      <w:r w:rsidRPr="00C33BE3">
        <w:rPr>
          <w:color w:val="221E1F"/>
          <w:sz w:val="24"/>
          <w:szCs w:val="24"/>
        </w:rPr>
        <w:t xml:space="preserve">= 4.5 cm, </w:t>
      </w:r>
      <w:r w:rsidRPr="00C33BE3">
        <w:rPr>
          <w:i/>
          <w:iCs/>
          <w:color w:val="221E1F"/>
          <w:sz w:val="24"/>
          <w:szCs w:val="24"/>
        </w:rPr>
        <w:t xml:space="preserve">BE </w:t>
      </w:r>
      <w:r w:rsidRPr="00C33BE3">
        <w:rPr>
          <w:color w:val="221E1F"/>
          <w:sz w:val="24"/>
          <w:szCs w:val="24"/>
        </w:rPr>
        <w:t>= 4.8 cm.</w:t>
      </w:r>
    </w:p>
    <w:p w:rsidR="00510D34" w:rsidRPr="00C33BE3" w:rsidRDefault="00510D34" w:rsidP="00CF3EE7">
      <w:pPr>
        <w:pStyle w:val="indent1"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C33BE3">
        <w:rPr>
          <w:sz w:val="24"/>
          <w:szCs w:val="24"/>
        </w:rPr>
        <w:t>(a)</w:t>
      </w:r>
      <w:r w:rsidRPr="00C33BE3">
        <w:rPr>
          <w:sz w:val="24"/>
          <w:szCs w:val="24"/>
        </w:rPr>
        <w:tab/>
        <w:t xml:space="preserve">Calculate the length of </w:t>
      </w:r>
      <w:r w:rsidRPr="00C33BE3">
        <w:rPr>
          <w:i/>
          <w:iCs/>
          <w:sz w:val="24"/>
          <w:szCs w:val="24"/>
        </w:rPr>
        <w:t>CD</w:t>
      </w:r>
      <w:r w:rsidRPr="00C33BE3">
        <w:rPr>
          <w:sz w:val="24"/>
          <w:szCs w:val="24"/>
        </w:rPr>
        <w:t>.</w:t>
      </w:r>
    </w:p>
    <w:p w:rsidR="00510D34" w:rsidRPr="00C33BE3" w:rsidRDefault="00510D34" w:rsidP="00CF3EE7">
      <w:pPr>
        <w:pStyle w:val="question"/>
        <w:tabs>
          <w:tab w:val="left" w:pos="54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Default="00510D34" w:rsidP="00CF3EE7">
      <w:pPr>
        <w:pStyle w:val="question"/>
        <w:tabs>
          <w:tab w:val="left" w:pos="54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54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540"/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right"/>
        <w:tabs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 w:hanging="1134"/>
        <w:rPr>
          <w:sz w:val="24"/>
          <w:szCs w:val="24"/>
        </w:rPr>
      </w:pPr>
      <w:r w:rsidRPr="00C33BE3">
        <w:rPr>
          <w:sz w:val="24"/>
          <w:szCs w:val="24"/>
        </w:rPr>
        <w:t>.......................cm</w:t>
      </w:r>
    </w:p>
    <w:p w:rsidR="00510D34" w:rsidRPr="00C33BE3" w:rsidRDefault="00510D34" w:rsidP="00CF3EE7">
      <w:pPr>
        <w:pStyle w:val="mark"/>
        <w:tabs>
          <w:tab w:val="left" w:pos="5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C33BE3">
        <w:rPr>
          <w:sz w:val="24"/>
          <w:szCs w:val="24"/>
        </w:rPr>
        <w:t>(2)</w:t>
      </w:r>
    </w:p>
    <w:p w:rsidR="00510D34" w:rsidRPr="00C33BE3" w:rsidRDefault="00510D34" w:rsidP="00CF3EE7">
      <w:pPr>
        <w:pStyle w:val="indent1"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C33BE3">
        <w:rPr>
          <w:color w:val="221E1F"/>
          <w:sz w:val="24"/>
          <w:szCs w:val="24"/>
        </w:rPr>
        <w:t xml:space="preserve"> </w:t>
      </w:r>
      <w:r w:rsidRPr="00C33BE3">
        <w:rPr>
          <w:sz w:val="24"/>
          <w:szCs w:val="24"/>
        </w:rPr>
        <w:t>(b)</w:t>
      </w:r>
      <w:r w:rsidRPr="00C33BE3">
        <w:rPr>
          <w:sz w:val="24"/>
          <w:szCs w:val="24"/>
        </w:rPr>
        <w:tab/>
        <w:t xml:space="preserve">Calculate the perimeter of the trapezium </w:t>
      </w:r>
      <w:r w:rsidRPr="00C33BE3">
        <w:rPr>
          <w:i/>
          <w:iCs/>
          <w:sz w:val="24"/>
          <w:szCs w:val="24"/>
        </w:rPr>
        <w:t>EBCD</w:t>
      </w:r>
      <w:r w:rsidRPr="00C33BE3">
        <w:rPr>
          <w:sz w:val="24"/>
          <w:szCs w:val="24"/>
        </w:rPr>
        <w:t>.</w:t>
      </w: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color w:val="221E1F"/>
          <w:sz w:val="24"/>
          <w:szCs w:val="24"/>
        </w:rPr>
      </w:pPr>
    </w:p>
    <w:p w:rsidR="00510D34" w:rsidRPr="00C33BE3" w:rsidRDefault="00510D34" w:rsidP="00094C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 w:hanging="1134"/>
        <w:rPr>
          <w:sz w:val="24"/>
          <w:szCs w:val="24"/>
        </w:rPr>
      </w:pPr>
      <w:r w:rsidRPr="00C33BE3">
        <w:rPr>
          <w:sz w:val="24"/>
          <w:szCs w:val="24"/>
        </w:rPr>
        <w:t>.......................cm</w:t>
      </w:r>
    </w:p>
    <w:p w:rsidR="00510D34" w:rsidRPr="00C33BE3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C33BE3">
        <w:rPr>
          <w:sz w:val="24"/>
          <w:szCs w:val="24"/>
        </w:rPr>
        <w:t>(2)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C33BE3">
        <w:rPr>
          <w:sz w:val="24"/>
          <w:szCs w:val="24"/>
        </w:rPr>
        <w:t>(Total 4 marks)</w:t>
      </w:r>
    </w:p>
    <w:p w:rsidR="00510D34" w:rsidRPr="00C33BE3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34"/>
        <w:rPr>
          <w:b/>
          <w:bCs/>
          <w:sz w:val="24"/>
          <w:szCs w:val="24"/>
        </w:rPr>
      </w:pPr>
    </w:p>
    <w:p w:rsidR="00510D34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b/>
          <w:bCs/>
          <w:sz w:val="24"/>
          <w:szCs w:val="24"/>
        </w:rPr>
      </w:pPr>
    </w:p>
    <w:p w:rsidR="00510D34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b/>
          <w:bCs/>
          <w:sz w:val="24"/>
          <w:szCs w:val="24"/>
        </w:rPr>
      </w:pP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</w:pPr>
      <w:r>
        <w:rPr>
          <w:b/>
          <w:bCs/>
        </w:rPr>
        <w:t>17.</w:t>
      </w:r>
      <w:r>
        <w:tab/>
      </w:r>
    </w:p>
    <w:p w:rsidR="00510D34" w:rsidRPr="00AA0503" w:rsidRDefault="00510D34" w:rsidP="00094C1F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Picture 16" o:spid="_x0000_i1044" type="#_x0000_t75" style="width:326.25pt;height:237.75pt;visibility:visible">
            <v:imagedata r:id="rId32" o:title=""/>
          </v:shape>
        </w:pict>
      </w:r>
    </w:p>
    <w:p w:rsidR="00510D34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AA0503">
        <w:rPr>
          <w:sz w:val="24"/>
          <w:szCs w:val="24"/>
        </w:rPr>
        <w:tab/>
      </w:r>
    </w:p>
    <w:p w:rsidR="00510D34" w:rsidRPr="00AA050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AA0503">
        <w:rPr>
          <w:sz w:val="24"/>
          <w:szCs w:val="24"/>
        </w:rPr>
        <w:t xml:space="preserve">The diagram shows a circle, centre </w:t>
      </w:r>
      <w:r w:rsidRPr="00AA0503">
        <w:rPr>
          <w:i/>
          <w:iCs/>
          <w:sz w:val="24"/>
          <w:szCs w:val="24"/>
        </w:rPr>
        <w:t>O</w:t>
      </w:r>
      <w:r w:rsidRPr="00AA0503">
        <w:rPr>
          <w:sz w:val="24"/>
          <w:szCs w:val="24"/>
        </w:rPr>
        <w:t>.</w:t>
      </w:r>
    </w:p>
    <w:p w:rsidR="00510D34" w:rsidRPr="00AA050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AA0503">
        <w:rPr>
          <w:i/>
          <w:iCs/>
          <w:sz w:val="24"/>
          <w:szCs w:val="24"/>
        </w:rPr>
        <w:t>AC</w:t>
      </w:r>
      <w:r w:rsidRPr="00AA0503">
        <w:rPr>
          <w:sz w:val="24"/>
          <w:szCs w:val="24"/>
        </w:rPr>
        <w:t xml:space="preserve"> is a diameter.</w:t>
      </w:r>
      <w:r w:rsidRPr="00AA0503">
        <w:rPr>
          <w:sz w:val="24"/>
          <w:szCs w:val="24"/>
        </w:rPr>
        <w:br/>
        <w:t xml:space="preserve">Angle </w:t>
      </w:r>
      <w:r w:rsidRPr="00AA0503">
        <w:rPr>
          <w:i/>
          <w:iCs/>
          <w:sz w:val="24"/>
          <w:szCs w:val="24"/>
        </w:rPr>
        <w:t>BAC</w:t>
      </w:r>
      <w:r w:rsidRPr="00AA0503">
        <w:rPr>
          <w:sz w:val="24"/>
          <w:szCs w:val="24"/>
        </w:rPr>
        <w:t xml:space="preserve"> = 35</w:t>
      </w:r>
      <w:r w:rsidRPr="00AA0503">
        <w:rPr>
          <w:rFonts w:ascii="Symbol" w:hAnsi="Symbol" w:cs="Symbol"/>
          <w:sz w:val="24"/>
          <w:szCs w:val="24"/>
        </w:rPr>
        <w:t></w:t>
      </w:r>
      <w:r w:rsidRPr="00AA0503">
        <w:rPr>
          <w:sz w:val="24"/>
          <w:szCs w:val="24"/>
        </w:rPr>
        <w:t>.</w:t>
      </w:r>
      <w:r w:rsidRPr="00AA0503">
        <w:rPr>
          <w:sz w:val="24"/>
          <w:szCs w:val="24"/>
        </w:rPr>
        <w:br/>
      </w:r>
      <w:r w:rsidRPr="00AA0503">
        <w:rPr>
          <w:i/>
          <w:iCs/>
          <w:sz w:val="24"/>
          <w:szCs w:val="24"/>
        </w:rPr>
        <w:t>D</w:t>
      </w:r>
      <w:r w:rsidRPr="00AA0503">
        <w:rPr>
          <w:sz w:val="24"/>
          <w:szCs w:val="24"/>
        </w:rPr>
        <w:t xml:space="preserve"> is the point on </w:t>
      </w:r>
      <w:r w:rsidRPr="00AA0503">
        <w:rPr>
          <w:i/>
          <w:iCs/>
          <w:sz w:val="24"/>
          <w:szCs w:val="24"/>
        </w:rPr>
        <w:t>AC</w:t>
      </w:r>
      <w:r w:rsidRPr="00AA0503">
        <w:rPr>
          <w:sz w:val="24"/>
          <w:szCs w:val="24"/>
        </w:rPr>
        <w:t xml:space="preserve"> such that angle </w:t>
      </w:r>
      <w:r w:rsidRPr="00AA0503">
        <w:rPr>
          <w:i/>
          <w:iCs/>
          <w:sz w:val="24"/>
          <w:szCs w:val="24"/>
        </w:rPr>
        <w:t>BDA</w:t>
      </w:r>
      <w:r w:rsidRPr="00AA0503">
        <w:rPr>
          <w:sz w:val="24"/>
          <w:szCs w:val="24"/>
        </w:rPr>
        <w:t xml:space="preserve"> is a right angle.</w:t>
      </w:r>
    </w:p>
    <w:p w:rsidR="00510D34" w:rsidRDefault="00510D34" w:rsidP="00CF3EE7">
      <w:pPr>
        <w:pStyle w:val="indent1Char"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AA0503">
        <w:rPr>
          <w:sz w:val="24"/>
          <w:szCs w:val="24"/>
        </w:rPr>
        <w:t>(a)</w:t>
      </w:r>
      <w:r w:rsidRPr="00AA0503">
        <w:rPr>
          <w:sz w:val="24"/>
          <w:szCs w:val="24"/>
        </w:rPr>
        <w:tab/>
        <w:t xml:space="preserve">Work out the size of angle </w:t>
      </w:r>
      <w:r w:rsidRPr="00AA0503">
        <w:rPr>
          <w:i/>
          <w:iCs/>
          <w:sz w:val="24"/>
          <w:szCs w:val="24"/>
        </w:rPr>
        <w:t>BCA</w:t>
      </w:r>
      <w:r>
        <w:rPr>
          <w:sz w:val="24"/>
          <w:szCs w:val="24"/>
        </w:rPr>
        <w:t>.</w:t>
      </w:r>
    </w:p>
    <w:p w:rsidR="00510D34" w:rsidRPr="00AA0503" w:rsidRDefault="00510D34" w:rsidP="00CF3EE7">
      <w:pPr>
        <w:pStyle w:val="indent1Char"/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>
        <w:rPr>
          <w:sz w:val="24"/>
          <w:szCs w:val="24"/>
        </w:rPr>
        <w:tab/>
      </w:r>
      <w:r w:rsidRPr="00AA0503">
        <w:rPr>
          <w:sz w:val="24"/>
          <w:szCs w:val="24"/>
        </w:rPr>
        <w:t>Give reasons for your answer.</w:t>
      </w:r>
    </w:p>
    <w:p w:rsidR="00510D34" w:rsidRPr="00AA050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AA050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AA0503" w:rsidRDefault="00510D34" w:rsidP="00CF3EE7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0"/>
        <w:rPr>
          <w:sz w:val="24"/>
          <w:szCs w:val="24"/>
        </w:rPr>
      </w:pPr>
      <w:r w:rsidRPr="00AA0503">
        <w:rPr>
          <w:sz w:val="24"/>
          <w:szCs w:val="24"/>
        </w:rPr>
        <w:t>...................................</w:t>
      </w:r>
      <w:r w:rsidRPr="00AA0503">
        <w:rPr>
          <w:rFonts w:ascii="Symbol" w:hAnsi="Symbol" w:cs="Symbol"/>
          <w:sz w:val="24"/>
          <w:szCs w:val="24"/>
        </w:rPr>
        <w:t></w:t>
      </w:r>
    </w:p>
    <w:p w:rsidR="00510D34" w:rsidRPr="00AA0503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AA0503">
        <w:rPr>
          <w:sz w:val="24"/>
          <w:szCs w:val="24"/>
        </w:rPr>
        <w:t>(2)</w:t>
      </w:r>
    </w:p>
    <w:p w:rsidR="00510D34" w:rsidRPr="00AA0503" w:rsidRDefault="00510D34" w:rsidP="00CF3EE7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AA0503">
        <w:rPr>
          <w:sz w:val="24"/>
          <w:szCs w:val="24"/>
        </w:rPr>
        <w:t xml:space="preserve"> (b)</w:t>
      </w:r>
      <w:r w:rsidRPr="00AA0503">
        <w:rPr>
          <w:sz w:val="24"/>
          <w:szCs w:val="24"/>
        </w:rPr>
        <w:tab/>
        <w:t xml:space="preserve">Calculate the size of angle </w:t>
      </w:r>
      <w:r w:rsidRPr="00AA0503">
        <w:rPr>
          <w:i/>
          <w:iCs/>
          <w:sz w:val="24"/>
          <w:szCs w:val="24"/>
        </w:rPr>
        <w:t>BOA</w:t>
      </w:r>
      <w:r w:rsidRPr="00AA0503">
        <w:rPr>
          <w:sz w:val="24"/>
          <w:szCs w:val="24"/>
        </w:rPr>
        <w:t>.</w:t>
      </w:r>
    </w:p>
    <w:p w:rsidR="00510D34" w:rsidRPr="00AA050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AA050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AA0503" w:rsidRDefault="00510D34" w:rsidP="00094C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AA0503" w:rsidRDefault="00510D34" w:rsidP="00094C1F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/>
        <w:rPr>
          <w:sz w:val="24"/>
          <w:szCs w:val="24"/>
        </w:rPr>
      </w:pPr>
      <w:r w:rsidRPr="00AA0503">
        <w:rPr>
          <w:sz w:val="24"/>
          <w:szCs w:val="24"/>
        </w:rPr>
        <w:t>...................................</w:t>
      </w:r>
      <w:r w:rsidRPr="00AA0503">
        <w:rPr>
          <w:rFonts w:ascii="Symbol" w:hAnsi="Symbol" w:cs="Symbol"/>
          <w:sz w:val="24"/>
          <w:szCs w:val="24"/>
        </w:rPr>
        <w:t></w:t>
      </w:r>
    </w:p>
    <w:p w:rsidR="00510D34" w:rsidRPr="00AA0503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AA0503">
        <w:rPr>
          <w:sz w:val="24"/>
          <w:szCs w:val="24"/>
        </w:rPr>
        <w:t>(2)</w:t>
      </w:r>
    </w:p>
    <w:p w:rsidR="00510D34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AA0503">
        <w:rPr>
          <w:sz w:val="24"/>
          <w:szCs w:val="24"/>
        </w:rPr>
        <w:t>(Total</w:t>
      </w:r>
      <w:r w:rsidRPr="00AA0503">
        <w:rPr>
          <w:b w:val="0"/>
          <w:bCs w:val="0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AA0503">
        <w:rPr>
          <w:b w:val="0"/>
          <w:bCs w:val="0"/>
          <w:sz w:val="24"/>
          <w:szCs w:val="24"/>
        </w:rPr>
        <w:t xml:space="preserve"> </w:t>
      </w:r>
      <w:r w:rsidRPr="00AA0503">
        <w:rPr>
          <w:sz w:val="24"/>
          <w:szCs w:val="24"/>
        </w:rPr>
        <w:t>marks)</w:t>
      </w:r>
    </w:p>
    <w:p w:rsidR="00510D34" w:rsidRPr="00AA0503" w:rsidRDefault="00510D34" w:rsidP="00094C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Pr="00CF3EE7" w:rsidRDefault="00510D34" w:rsidP="00CF3EE7">
      <w:pPr>
        <w:pStyle w:val="indent1Char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674"/>
        <w:rPr>
          <w:b/>
          <w:bCs/>
          <w:sz w:val="24"/>
          <w:szCs w:val="24"/>
        </w:rPr>
      </w:pPr>
      <w:r w:rsidRPr="00AA0503">
        <w:br w:type="page"/>
      </w:r>
      <w:r w:rsidRPr="00CF3EE7">
        <w:rPr>
          <w:b/>
          <w:bCs/>
          <w:sz w:val="24"/>
          <w:szCs w:val="24"/>
        </w:rPr>
        <w:t>18.</w:t>
      </w:r>
      <w:r w:rsidRPr="00CF3EE7">
        <w:rPr>
          <w:b/>
          <w:bCs/>
          <w:sz w:val="24"/>
          <w:szCs w:val="24"/>
        </w:rPr>
        <w:tab/>
      </w:r>
    </w:p>
    <w:p w:rsidR="00510D34" w:rsidRPr="00C33BE3" w:rsidRDefault="00510D34" w:rsidP="002A2CB9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Picture 7" o:spid="_x0000_i1045" type="#_x0000_t75" style="width:231pt;height:108pt;visibility:visible">
            <v:imagedata r:id="rId33" o:title=""/>
          </v:shape>
        </w:pict>
      </w: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  <w:r w:rsidRPr="00C33BE3">
        <w:rPr>
          <w:color w:val="221E1F"/>
          <w:sz w:val="24"/>
          <w:szCs w:val="24"/>
        </w:rPr>
        <w:t xml:space="preserve">In triangle </w:t>
      </w:r>
      <w:r w:rsidRPr="00C33BE3">
        <w:rPr>
          <w:i/>
          <w:iCs/>
          <w:color w:val="221E1F"/>
          <w:sz w:val="24"/>
          <w:szCs w:val="24"/>
        </w:rPr>
        <w:t>ABC</w:t>
      </w:r>
      <w:r w:rsidRPr="00C33BE3">
        <w:rPr>
          <w:color w:val="221E1F"/>
          <w:sz w:val="24"/>
          <w:szCs w:val="24"/>
        </w:rPr>
        <w:t>,</w:t>
      </w:r>
      <w:r w:rsidRPr="00C33BE3">
        <w:rPr>
          <w:color w:val="221E1F"/>
          <w:sz w:val="24"/>
          <w:szCs w:val="24"/>
        </w:rPr>
        <w:br/>
      </w:r>
      <w:r w:rsidRPr="00C33BE3">
        <w:rPr>
          <w:i/>
          <w:iCs/>
          <w:color w:val="221E1F"/>
          <w:sz w:val="24"/>
          <w:szCs w:val="24"/>
        </w:rPr>
        <w:t>AC</w:t>
      </w:r>
      <w:r w:rsidRPr="00C33BE3">
        <w:rPr>
          <w:color w:val="221E1F"/>
          <w:sz w:val="24"/>
          <w:szCs w:val="24"/>
        </w:rPr>
        <w:t xml:space="preserve"> = 8 cm,</w:t>
      </w:r>
      <w:r w:rsidRPr="00C33BE3">
        <w:rPr>
          <w:color w:val="221E1F"/>
          <w:sz w:val="24"/>
          <w:szCs w:val="24"/>
        </w:rPr>
        <w:br/>
      </w:r>
      <w:r w:rsidRPr="00C33BE3">
        <w:rPr>
          <w:i/>
          <w:iCs/>
          <w:color w:val="221E1F"/>
          <w:sz w:val="24"/>
          <w:szCs w:val="24"/>
        </w:rPr>
        <w:t>CB</w:t>
      </w:r>
      <w:r w:rsidRPr="00C33BE3">
        <w:rPr>
          <w:color w:val="221E1F"/>
          <w:sz w:val="24"/>
          <w:szCs w:val="24"/>
        </w:rPr>
        <w:t xml:space="preserve"> = 15 cm,</w:t>
      </w:r>
      <w:r w:rsidRPr="00C33BE3">
        <w:rPr>
          <w:color w:val="221E1F"/>
          <w:sz w:val="24"/>
          <w:szCs w:val="24"/>
        </w:rPr>
        <w:br/>
        <w:t xml:space="preserve">Angle </w:t>
      </w:r>
      <w:r w:rsidRPr="00C33BE3">
        <w:rPr>
          <w:i/>
          <w:iCs/>
          <w:color w:val="221E1F"/>
          <w:sz w:val="24"/>
          <w:szCs w:val="24"/>
        </w:rPr>
        <w:t>ACB</w:t>
      </w:r>
      <w:r w:rsidRPr="00C33BE3">
        <w:rPr>
          <w:color w:val="221E1F"/>
          <w:sz w:val="24"/>
          <w:szCs w:val="24"/>
        </w:rPr>
        <w:t xml:space="preserve"> = 70°.</w:t>
      </w:r>
    </w:p>
    <w:p w:rsidR="00510D34" w:rsidRPr="00C33BE3" w:rsidRDefault="00510D34" w:rsidP="00CF3EE7">
      <w:pPr>
        <w:pStyle w:val="indent1"/>
        <w:tabs>
          <w:tab w:val="left" w:pos="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0" w:firstLine="0"/>
        <w:rPr>
          <w:sz w:val="24"/>
          <w:szCs w:val="24"/>
        </w:rPr>
      </w:pPr>
      <w:r w:rsidRPr="00C33BE3">
        <w:rPr>
          <w:sz w:val="24"/>
          <w:szCs w:val="24"/>
        </w:rPr>
        <w:t xml:space="preserve"> </w:t>
      </w:r>
    </w:p>
    <w:p w:rsidR="00510D34" w:rsidRPr="00C33BE3" w:rsidRDefault="00510D34" w:rsidP="00CF3EE7">
      <w:pPr>
        <w:pStyle w:val="indent1"/>
        <w:tabs>
          <w:tab w:val="left" w:pos="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540" w:hanging="540"/>
        <w:rPr>
          <w:sz w:val="24"/>
          <w:szCs w:val="24"/>
        </w:rPr>
      </w:pPr>
      <w:r w:rsidRPr="00C33BE3">
        <w:rPr>
          <w:sz w:val="24"/>
          <w:szCs w:val="24"/>
        </w:rPr>
        <w:t>(a)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C33BE3">
        <w:rPr>
          <w:sz w:val="24"/>
          <w:szCs w:val="24"/>
        </w:rPr>
        <w:t xml:space="preserve">Calculate the area of triangle </w:t>
      </w:r>
      <w:r w:rsidRPr="00C33BE3">
        <w:rPr>
          <w:i/>
          <w:iCs/>
          <w:sz w:val="24"/>
          <w:szCs w:val="24"/>
        </w:rPr>
        <w:t>ABC</w:t>
      </w:r>
      <w:r w:rsidRPr="00C33BE3">
        <w:rPr>
          <w:sz w:val="24"/>
          <w:szCs w:val="24"/>
        </w:rPr>
        <w:t>.</w:t>
      </w:r>
      <w:r w:rsidRPr="00C33BE3">
        <w:rPr>
          <w:sz w:val="24"/>
          <w:szCs w:val="24"/>
        </w:rPr>
        <w:br/>
        <w:t>Give your answer correct to 3 significant figures.</w:t>
      </w: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CF3EE7" w:rsidRDefault="00510D34" w:rsidP="00CF3EE7">
      <w:pPr>
        <w:pStyle w:val="righ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0"/>
        <w:rPr>
          <w:sz w:val="24"/>
          <w:szCs w:val="24"/>
          <w:vertAlign w:val="superscript"/>
        </w:rPr>
      </w:pPr>
      <w:r w:rsidRPr="00C33BE3">
        <w:rPr>
          <w:sz w:val="24"/>
          <w:szCs w:val="24"/>
        </w:rPr>
        <w:t>............................... cm</w:t>
      </w:r>
      <w:r>
        <w:rPr>
          <w:sz w:val="24"/>
          <w:szCs w:val="24"/>
          <w:vertAlign w:val="superscript"/>
        </w:rPr>
        <w:t>2</w:t>
      </w:r>
    </w:p>
    <w:p w:rsidR="00510D34" w:rsidRPr="00C33BE3" w:rsidRDefault="00510D34" w:rsidP="00CF3EE7">
      <w:pPr>
        <w:pStyle w:val="mark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C33BE3">
        <w:rPr>
          <w:sz w:val="24"/>
          <w:szCs w:val="24"/>
        </w:rPr>
        <w:t>(2)</w:t>
      </w: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  <w:r w:rsidRPr="00C33BE3">
        <w:rPr>
          <w:sz w:val="24"/>
          <w:szCs w:val="24"/>
        </w:rPr>
        <w:tab/>
      </w:r>
      <w:r w:rsidRPr="00C33BE3">
        <w:rPr>
          <w:i/>
          <w:iCs/>
          <w:color w:val="221E1F"/>
          <w:sz w:val="24"/>
          <w:szCs w:val="24"/>
        </w:rPr>
        <w:t xml:space="preserve">X </w:t>
      </w:r>
      <w:r w:rsidRPr="00C33BE3">
        <w:rPr>
          <w:color w:val="221E1F"/>
          <w:sz w:val="24"/>
          <w:szCs w:val="24"/>
        </w:rPr>
        <w:t xml:space="preserve">is the point on </w:t>
      </w:r>
      <w:r w:rsidRPr="00C33BE3">
        <w:rPr>
          <w:i/>
          <w:iCs/>
          <w:color w:val="221E1F"/>
          <w:sz w:val="24"/>
          <w:szCs w:val="24"/>
        </w:rPr>
        <w:t xml:space="preserve">AB </w:t>
      </w:r>
      <w:r w:rsidRPr="00C33BE3">
        <w:rPr>
          <w:color w:val="221E1F"/>
          <w:sz w:val="24"/>
          <w:szCs w:val="24"/>
        </w:rPr>
        <w:t xml:space="preserve">such that angle </w:t>
      </w:r>
      <w:r w:rsidRPr="00C33BE3">
        <w:rPr>
          <w:i/>
          <w:iCs/>
          <w:color w:val="221E1F"/>
          <w:sz w:val="24"/>
          <w:szCs w:val="24"/>
        </w:rPr>
        <w:t xml:space="preserve">CXB </w:t>
      </w:r>
      <w:r w:rsidRPr="00C33BE3">
        <w:rPr>
          <w:color w:val="221E1F"/>
          <w:sz w:val="24"/>
          <w:szCs w:val="24"/>
        </w:rPr>
        <w:t>= 90°.</w:t>
      </w:r>
    </w:p>
    <w:p w:rsidR="00510D34" w:rsidRPr="00C33BE3" w:rsidRDefault="00510D34" w:rsidP="00CF3EE7">
      <w:pPr>
        <w:pStyle w:val="indent1"/>
        <w:tabs>
          <w:tab w:val="left" w:pos="0"/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540" w:hanging="540"/>
        <w:rPr>
          <w:sz w:val="24"/>
          <w:szCs w:val="24"/>
        </w:rPr>
      </w:pPr>
      <w:r w:rsidRPr="00C33BE3">
        <w:rPr>
          <w:sz w:val="24"/>
          <w:szCs w:val="24"/>
        </w:rPr>
        <w:t>(b)</w:t>
      </w:r>
      <w:r w:rsidRPr="00C33BE3">
        <w:rPr>
          <w:sz w:val="24"/>
          <w:szCs w:val="24"/>
        </w:rPr>
        <w:tab/>
        <w:t xml:space="preserve">Calculate the length of </w:t>
      </w:r>
      <w:r w:rsidRPr="00C33BE3">
        <w:rPr>
          <w:i/>
          <w:iCs/>
          <w:sz w:val="24"/>
          <w:szCs w:val="24"/>
        </w:rPr>
        <w:t>CX</w:t>
      </w:r>
      <w:r w:rsidRPr="00C33BE3">
        <w:rPr>
          <w:sz w:val="24"/>
          <w:szCs w:val="24"/>
        </w:rPr>
        <w:t>.</w:t>
      </w:r>
      <w:r w:rsidRPr="00C33BE3">
        <w:rPr>
          <w:sz w:val="24"/>
          <w:szCs w:val="24"/>
        </w:rPr>
        <w:br/>
        <w:t>Give your answer correct to 3 significant figures.</w:t>
      </w: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color w:val="221E1F"/>
          <w:sz w:val="24"/>
          <w:szCs w:val="24"/>
        </w:rPr>
      </w:pPr>
    </w:p>
    <w:p w:rsidR="00510D34" w:rsidRPr="00C33BE3" w:rsidRDefault="00510D34" w:rsidP="00CF3EE7">
      <w:pPr>
        <w:pStyle w:val="right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/>
        <w:rPr>
          <w:sz w:val="24"/>
          <w:szCs w:val="24"/>
        </w:rPr>
      </w:pPr>
      <w:r w:rsidRPr="00C33BE3">
        <w:rPr>
          <w:sz w:val="24"/>
          <w:szCs w:val="24"/>
        </w:rPr>
        <w:t>................................ cm</w:t>
      </w:r>
    </w:p>
    <w:p w:rsidR="00510D34" w:rsidRPr="00C33BE3" w:rsidRDefault="00510D34" w:rsidP="00CF3EE7">
      <w:pPr>
        <w:pStyle w:val="mark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C33BE3">
        <w:rPr>
          <w:sz w:val="24"/>
          <w:szCs w:val="24"/>
        </w:rPr>
        <w:t>(4)</w:t>
      </w:r>
    </w:p>
    <w:p w:rsidR="00510D34" w:rsidRDefault="00510D34" w:rsidP="002A2CB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C33BE3">
        <w:rPr>
          <w:sz w:val="24"/>
          <w:szCs w:val="24"/>
        </w:rPr>
        <w:t>(Total 6 marks)</w:t>
      </w:r>
    </w:p>
    <w:p w:rsidR="00510D34" w:rsidRPr="00C33BE3" w:rsidRDefault="00510D34" w:rsidP="002A2CB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510D34" w:rsidRPr="00474AEE" w:rsidRDefault="00510D34" w:rsidP="00CF3EE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107"/>
        <w:rPr>
          <w:sz w:val="24"/>
          <w:szCs w:val="24"/>
        </w:rPr>
      </w:pPr>
      <w:r w:rsidRPr="00C33BE3">
        <w:rPr>
          <w:sz w:val="24"/>
          <w:szCs w:val="24"/>
        </w:rPr>
        <w:br w:type="page"/>
      </w:r>
      <w:r>
        <w:rPr>
          <w:b/>
          <w:bCs/>
          <w:sz w:val="24"/>
          <w:szCs w:val="24"/>
        </w:rPr>
        <w:t>19</w:t>
      </w:r>
      <w:r w:rsidRPr="00474AEE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    </w:t>
      </w:r>
      <w:r w:rsidRPr="00474AEE">
        <w:rPr>
          <w:sz w:val="24"/>
          <w:szCs w:val="24"/>
        </w:rPr>
        <w:t>Mr Patel has a car.</w:t>
      </w:r>
    </w:p>
    <w:p w:rsidR="00510D34" w:rsidRPr="00474AEE" w:rsidRDefault="00510D34" w:rsidP="00474AEE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Picture 3" o:spid="_x0000_i1046" type="#_x0000_t75" style="width:350.25pt;height:225pt;visibility:visible">
            <v:imagedata r:id="rId34" o:title=""/>
          </v:shape>
        </w:pict>
      </w:r>
    </w:p>
    <w:p w:rsidR="00510D34" w:rsidRDefault="00510D34" w:rsidP="00474AEE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4AEE">
        <w:rPr>
          <w:sz w:val="24"/>
          <w:szCs w:val="24"/>
        </w:rPr>
        <w:t>The value of the ca</w:t>
      </w:r>
      <w:r>
        <w:rPr>
          <w:sz w:val="24"/>
          <w:szCs w:val="24"/>
        </w:rPr>
        <w:t>r on January 1st 2000 was £1600</w:t>
      </w:r>
    </w:p>
    <w:p w:rsidR="00510D34" w:rsidRPr="00474AEE" w:rsidRDefault="00510D34" w:rsidP="00474AEE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4AEE">
        <w:rPr>
          <w:sz w:val="24"/>
          <w:szCs w:val="24"/>
        </w:rPr>
        <w:t>The value of the car on January 1st 2002 was £400</w:t>
      </w:r>
    </w:p>
    <w:p w:rsidR="00510D34" w:rsidRDefault="00510D34" w:rsidP="00474AEE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4AEE">
        <w:rPr>
          <w:sz w:val="24"/>
          <w:szCs w:val="24"/>
        </w:rPr>
        <w:t>The sketch graph shows how the value, £</w:t>
      </w:r>
      <w:r w:rsidRPr="00474AEE">
        <w:rPr>
          <w:i/>
          <w:iCs/>
          <w:sz w:val="24"/>
          <w:szCs w:val="24"/>
        </w:rPr>
        <w:t>V</w:t>
      </w:r>
      <w:r w:rsidRPr="00474AEE">
        <w:rPr>
          <w:sz w:val="24"/>
          <w:szCs w:val="24"/>
        </w:rPr>
        <w:t>, of the car changes with time.</w:t>
      </w:r>
    </w:p>
    <w:p w:rsidR="00510D34" w:rsidRPr="00474AEE" w:rsidRDefault="00510D34" w:rsidP="00474AEE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4AEE">
        <w:rPr>
          <w:sz w:val="24"/>
          <w:szCs w:val="24"/>
        </w:rPr>
        <w:t>The equation of the sketch graph is</w:t>
      </w:r>
    </w:p>
    <w:p w:rsidR="00510D34" w:rsidRPr="00474AEE" w:rsidRDefault="00510D34" w:rsidP="00474AEE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i/>
          <w:iCs/>
          <w:sz w:val="24"/>
          <w:szCs w:val="24"/>
        </w:rPr>
      </w:pPr>
      <w:r w:rsidRPr="00474AEE">
        <w:rPr>
          <w:i/>
          <w:iCs/>
          <w:sz w:val="24"/>
          <w:szCs w:val="24"/>
        </w:rPr>
        <w:t>V</w:t>
      </w:r>
      <w:r w:rsidRPr="00474AEE">
        <w:rPr>
          <w:sz w:val="24"/>
          <w:szCs w:val="24"/>
        </w:rPr>
        <w:t xml:space="preserve"> = </w:t>
      </w:r>
      <w:r w:rsidRPr="00474AEE">
        <w:rPr>
          <w:i/>
          <w:iCs/>
          <w:sz w:val="24"/>
          <w:szCs w:val="24"/>
        </w:rPr>
        <w:t>pq</w:t>
      </w:r>
      <w:r w:rsidRPr="00474AEE">
        <w:rPr>
          <w:i/>
          <w:iCs/>
          <w:position w:val="10"/>
          <w:sz w:val="24"/>
          <w:szCs w:val="24"/>
        </w:rPr>
        <w:t>t</w:t>
      </w:r>
    </w:p>
    <w:p w:rsidR="00510D34" w:rsidRDefault="00510D34" w:rsidP="00474AEE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4AEE">
        <w:rPr>
          <w:sz w:val="24"/>
          <w:szCs w:val="24"/>
        </w:rPr>
        <w:tab/>
      </w:r>
    </w:p>
    <w:p w:rsidR="00510D34" w:rsidRPr="00474AEE" w:rsidRDefault="00510D34" w:rsidP="00474AEE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sz w:val="24"/>
          <w:szCs w:val="24"/>
        </w:rPr>
      </w:pPr>
      <w:r w:rsidRPr="00474AEE">
        <w:rPr>
          <w:sz w:val="24"/>
          <w:szCs w:val="24"/>
        </w:rPr>
        <w:t xml:space="preserve">where </w:t>
      </w:r>
      <w:r w:rsidRPr="00474AEE">
        <w:rPr>
          <w:i/>
          <w:iCs/>
          <w:sz w:val="24"/>
          <w:szCs w:val="24"/>
        </w:rPr>
        <w:t>t</w:t>
      </w:r>
      <w:r w:rsidRPr="00474AEE">
        <w:rPr>
          <w:sz w:val="24"/>
          <w:szCs w:val="24"/>
        </w:rPr>
        <w:t xml:space="preserve"> is the number of years after January 1st 2000.</w:t>
      </w:r>
      <w:r>
        <w:rPr>
          <w:sz w:val="24"/>
          <w:szCs w:val="24"/>
        </w:rPr>
        <w:t xml:space="preserve">                                                               </w:t>
      </w:r>
      <w:r w:rsidRPr="00474AEE">
        <w:rPr>
          <w:i/>
          <w:iCs/>
          <w:sz w:val="24"/>
          <w:szCs w:val="24"/>
        </w:rPr>
        <w:t>p</w:t>
      </w:r>
      <w:r w:rsidRPr="00474AEE">
        <w:rPr>
          <w:sz w:val="24"/>
          <w:szCs w:val="24"/>
        </w:rPr>
        <w:t xml:space="preserve"> and </w:t>
      </w:r>
      <w:r w:rsidRPr="00474AEE">
        <w:rPr>
          <w:i/>
          <w:iCs/>
          <w:sz w:val="24"/>
          <w:szCs w:val="24"/>
        </w:rPr>
        <w:t>q</w:t>
      </w:r>
      <w:r w:rsidRPr="00474AEE">
        <w:rPr>
          <w:sz w:val="24"/>
          <w:szCs w:val="24"/>
        </w:rPr>
        <w:t xml:space="preserve"> are positive constants.</w:t>
      </w:r>
    </w:p>
    <w:p w:rsidR="00510D34" w:rsidRPr="00474AEE" w:rsidRDefault="00510D34" w:rsidP="002A2CB9">
      <w:pPr>
        <w:pStyle w:val="indent1Char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474AEE">
        <w:rPr>
          <w:sz w:val="24"/>
          <w:szCs w:val="24"/>
        </w:rPr>
        <w:t>(a)</w:t>
      </w:r>
      <w:r w:rsidRPr="00474AEE">
        <w:rPr>
          <w:sz w:val="24"/>
          <w:szCs w:val="24"/>
        </w:rPr>
        <w:tab/>
        <w:t xml:space="preserve">Use the information on the graph to find the value of </w:t>
      </w:r>
      <w:r w:rsidRPr="00474AEE">
        <w:rPr>
          <w:i/>
          <w:iCs/>
          <w:sz w:val="24"/>
          <w:szCs w:val="24"/>
        </w:rPr>
        <w:t>p</w:t>
      </w:r>
      <w:r w:rsidRPr="00474AEE">
        <w:rPr>
          <w:sz w:val="24"/>
          <w:szCs w:val="24"/>
        </w:rPr>
        <w:t xml:space="preserve"> and the value of </w:t>
      </w:r>
      <w:r w:rsidRPr="00474AEE">
        <w:rPr>
          <w:i/>
          <w:iCs/>
          <w:sz w:val="24"/>
          <w:szCs w:val="24"/>
        </w:rPr>
        <w:t>q</w:t>
      </w:r>
      <w:r w:rsidRPr="00474AEE">
        <w:rPr>
          <w:sz w:val="24"/>
          <w:szCs w:val="24"/>
        </w:rPr>
        <w:t>.</w:t>
      </w:r>
    </w:p>
    <w:p w:rsidR="00510D34" w:rsidRPr="00474AEE" w:rsidRDefault="00510D34" w:rsidP="00474AEE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474AEE" w:rsidRDefault="00510D34" w:rsidP="00474AEE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474AEE">
        <w:rPr>
          <w:i/>
          <w:iCs/>
          <w:sz w:val="24"/>
          <w:szCs w:val="24"/>
        </w:rPr>
        <w:t>p</w:t>
      </w:r>
      <w:r w:rsidRPr="00474AEE">
        <w:rPr>
          <w:sz w:val="24"/>
          <w:szCs w:val="24"/>
        </w:rPr>
        <w:t xml:space="preserve"> = ........................ </w:t>
      </w:r>
      <w:r w:rsidRPr="00474AEE">
        <w:rPr>
          <w:i/>
          <w:iCs/>
          <w:sz w:val="24"/>
          <w:szCs w:val="24"/>
        </w:rPr>
        <w:t>q</w:t>
      </w:r>
      <w:r w:rsidRPr="00474AEE">
        <w:rPr>
          <w:sz w:val="24"/>
          <w:szCs w:val="24"/>
        </w:rPr>
        <w:t xml:space="preserve"> = .........................</w:t>
      </w:r>
    </w:p>
    <w:p w:rsidR="00510D34" w:rsidRPr="00474AEE" w:rsidRDefault="00510D34" w:rsidP="00474AEE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474AEE">
        <w:rPr>
          <w:sz w:val="24"/>
          <w:szCs w:val="24"/>
        </w:rPr>
        <w:t>(3)</w:t>
      </w:r>
    </w:p>
    <w:p w:rsidR="00510D34" w:rsidRPr="00474AEE" w:rsidRDefault="00510D34" w:rsidP="002A2CB9">
      <w:pPr>
        <w:pStyle w:val="indent1Char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567"/>
        <w:rPr>
          <w:sz w:val="24"/>
          <w:szCs w:val="24"/>
        </w:rPr>
      </w:pPr>
      <w:r w:rsidRPr="00474AEE">
        <w:rPr>
          <w:sz w:val="24"/>
          <w:szCs w:val="24"/>
        </w:rPr>
        <w:t>(b)</w:t>
      </w:r>
      <w:r w:rsidRPr="00474AEE">
        <w:rPr>
          <w:sz w:val="24"/>
          <w:szCs w:val="24"/>
        </w:rPr>
        <w:tab/>
        <w:t xml:space="preserve">Using your values of </w:t>
      </w:r>
      <w:r w:rsidRPr="00474AEE">
        <w:rPr>
          <w:i/>
          <w:iCs/>
          <w:sz w:val="24"/>
          <w:szCs w:val="24"/>
        </w:rPr>
        <w:t>p</w:t>
      </w:r>
      <w:r w:rsidRPr="00474AEE">
        <w:rPr>
          <w:sz w:val="24"/>
          <w:szCs w:val="24"/>
        </w:rPr>
        <w:t xml:space="preserve"> and </w:t>
      </w:r>
      <w:r w:rsidRPr="00474AEE">
        <w:rPr>
          <w:i/>
          <w:iCs/>
          <w:sz w:val="24"/>
          <w:szCs w:val="24"/>
        </w:rPr>
        <w:t>q</w:t>
      </w:r>
      <w:r w:rsidRPr="00474AEE">
        <w:rPr>
          <w:sz w:val="24"/>
          <w:szCs w:val="24"/>
        </w:rPr>
        <w:t xml:space="preserve"> in the formula </w:t>
      </w:r>
      <w:r w:rsidRPr="00474AEE">
        <w:rPr>
          <w:i/>
          <w:iCs/>
          <w:sz w:val="24"/>
          <w:szCs w:val="24"/>
        </w:rPr>
        <w:t>V</w:t>
      </w:r>
      <w:r w:rsidRPr="00474AEE">
        <w:rPr>
          <w:sz w:val="24"/>
          <w:szCs w:val="24"/>
        </w:rPr>
        <w:t xml:space="preserve"> = </w:t>
      </w:r>
      <w:r w:rsidRPr="00474AEE">
        <w:rPr>
          <w:i/>
          <w:iCs/>
          <w:sz w:val="24"/>
          <w:szCs w:val="24"/>
        </w:rPr>
        <w:t>pq</w:t>
      </w:r>
      <w:r w:rsidRPr="00474AEE">
        <w:rPr>
          <w:i/>
          <w:iCs/>
          <w:position w:val="10"/>
          <w:sz w:val="24"/>
          <w:szCs w:val="24"/>
        </w:rPr>
        <w:t>t</w:t>
      </w:r>
      <w:r>
        <w:rPr>
          <w:sz w:val="24"/>
          <w:szCs w:val="24"/>
        </w:rPr>
        <w:t xml:space="preserve"> find the value of the car </w:t>
      </w:r>
      <w:r w:rsidRPr="00474AEE">
        <w:rPr>
          <w:sz w:val="24"/>
          <w:szCs w:val="24"/>
        </w:rPr>
        <w:t>on January 1st 1998.</w:t>
      </w:r>
    </w:p>
    <w:p w:rsidR="00510D34" w:rsidRPr="00474AEE" w:rsidRDefault="00510D34" w:rsidP="00474AEE">
      <w:pPr>
        <w:pStyle w:val="rightCh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474AEE">
        <w:rPr>
          <w:sz w:val="24"/>
          <w:szCs w:val="24"/>
        </w:rPr>
        <w:t>£ .............................</w:t>
      </w:r>
    </w:p>
    <w:p w:rsidR="00510D34" w:rsidRPr="00474AEE" w:rsidRDefault="00510D34" w:rsidP="00474AEE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474AEE">
        <w:rPr>
          <w:sz w:val="24"/>
          <w:szCs w:val="24"/>
        </w:rPr>
        <w:t>(2)</w:t>
      </w:r>
    </w:p>
    <w:p w:rsidR="00510D34" w:rsidRDefault="00510D34" w:rsidP="00474AEE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474AEE">
        <w:rPr>
          <w:sz w:val="24"/>
          <w:szCs w:val="24"/>
        </w:rPr>
        <w:t>(Total 5 marks)</w:t>
      </w:r>
    </w:p>
    <w:p w:rsidR="00510D34" w:rsidRPr="00474AEE" w:rsidRDefault="00510D34" w:rsidP="00474AEE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Default="00510D34" w:rsidP="006F05DF">
      <w:pPr>
        <w:ind w:left="-567"/>
      </w:pPr>
    </w:p>
    <w:p w:rsidR="00510D34" w:rsidRPr="0087069D" w:rsidRDefault="00510D34" w:rsidP="00CF3EE7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right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Pr="0087069D">
        <w:rPr>
          <w:b/>
          <w:bCs/>
          <w:sz w:val="24"/>
          <w:szCs w:val="24"/>
        </w:rPr>
        <w:t>.</w:t>
      </w:r>
      <w:r w:rsidRPr="0087069D">
        <w:rPr>
          <w:sz w:val="24"/>
          <w:szCs w:val="24"/>
        </w:rPr>
        <w:tab/>
        <w:t>The incomplete table and histogram give some information about the ages of the people who live in a village.</w:t>
      </w:r>
    </w:p>
    <w:p w:rsidR="00510D34" w:rsidRPr="0087069D" w:rsidRDefault="00510D34" w:rsidP="0087069D">
      <w:pPr>
        <w:pStyle w:val="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265D74">
        <w:rPr>
          <w:noProof/>
          <w:sz w:val="24"/>
          <w:szCs w:val="24"/>
          <w:lang w:val="en-GB" w:eastAsia="en-GB"/>
        </w:rPr>
        <w:pict>
          <v:shape id="_x0000_i1047" type="#_x0000_t75" style="width:378pt;height:265.5pt;visibility:visible">
            <v:imagedata r:id="rId35" o:title=""/>
          </v:shape>
        </w:pict>
      </w:r>
    </w:p>
    <w:p w:rsidR="00510D34" w:rsidRPr="0087069D" w:rsidRDefault="00510D34" w:rsidP="0087069D">
      <w:pPr>
        <w:pStyle w:val="indent1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sz w:val="24"/>
          <w:szCs w:val="24"/>
        </w:rPr>
      </w:pPr>
      <w:r w:rsidRPr="0087069D">
        <w:rPr>
          <w:sz w:val="24"/>
          <w:szCs w:val="24"/>
        </w:rPr>
        <w:t xml:space="preserve"> </w:t>
      </w:r>
    </w:p>
    <w:p w:rsidR="00510D34" w:rsidRPr="0087069D" w:rsidRDefault="00510D34" w:rsidP="00CF3EE7">
      <w:pPr>
        <w:pStyle w:val="inden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ind w:hanging="1134"/>
        <w:rPr>
          <w:sz w:val="24"/>
          <w:szCs w:val="24"/>
        </w:rPr>
      </w:pPr>
      <w:r w:rsidRPr="0087069D">
        <w:rPr>
          <w:sz w:val="24"/>
          <w:szCs w:val="24"/>
        </w:rPr>
        <w:t>(a)</w:t>
      </w:r>
      <w:r w:rsidRPr="0087069D">
        <w:rPr>
          <w:sz w:val="24"/>
          <w:szCs w:val="24"/>
        </w:rPr>
        <w:tab/>
        <w:t>Use the information in the histogram to complete the frequency table below.</w:t>
      </w:r>
    </w:p>
    <w:tbl>
      <w:tblPr>
        <w:tblW w:w="0" w:type="auto"/>
        <w:tblInd w:w="1951" w:type="dxa"/>
        <w:tblLayout w:type="fixed"/>
        <w:tblLook w:val="0000"/>
      </w:tblPr>
      <w:tblGrid>
        <w:gridCol w:w="2970"/>
        <w:gridCol w:w="2950"/>
      </w:tblGrid>
      <w:tr w:rsidR="00510D34" w:rsidRPr="0087069D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>Age (</w:t>
            </w:r>
            <w:r w:rsidRPr="0087069D">
              <w:rPr>
                <w:i/>
                <w:iCs/>
                <w:sz w:val="24"/>
                <w:szCs w:val="24"/>
              </w:rPr>
              <w:t>x</w:t>
            </w:r>
            <w:r w:rsidRPr="0087069D">
              <w:rPr>
                <w:sz w:val="24"/>
                <w:szCs w:val="24"/>
              </w:rPr>
              <w:t>) in years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>Frequency</w:t>
            </w:r>
          </w:p>
        </w:tc>
      </w:tr>
      <w:tr w:rsidR="00510D34" w:rsidRPr="0087069D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877"/>
              <w:jc w:val="right"/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 xml:space="preserve">0 &lt; </w:t>
            </w:r>
            <w:r w:rsidRPr="0087069D">
              <w:rPr>
                <w:i/>
                <w:iCs/>
                <w:sz w:val="24"/>
                <w:szCs w:val="24"/>
              </w:rPr>
              <w:t>x</w:t>
            </w:r>
            <w:r w:rsidRPr="0087069D">
              <w:rPr>
                <w:sz w:val="24"/>
                <w:szCs w:val="24"/>
              </w:rPr>
              <w:t xml:space="preserve"> </w:t>
            </w:r>
            <w:r w:rsidRPr="0087069D">
              <w:rPr>
                <w:rFonts w:ascii="Symbol" w:hAnsi="Symbol" w:cs="Symbol"/>
                <w:sz w:val="24"/>
                <w:szCs w:val="24"/>
              </w:rPr>
              <w:t></w:t>
            </w:r>
            <w:r w:rsidRPr="0087069D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>160</w:t>
            </w:r>
          </w:p>
        </w:tc>
      </w:tr>
      <w:tr w:rsidR="00510D34" w:rsidRPr="0087069D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877"/>
              <w:jc w:val="right"/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 xml:space="preserve">10 &lt; </w:t>
            </w:r>
            <w:r w:rsidRPr="0087069D">
              <w:rPr>
                <w:i/>
                <w:iCs/>
                <w:sz w:val="24"/>
                <w:szCs w:val="24"/>
              </w:rPr>
              <w:t>x</w:t>
            </w:r>
            <w:r w:rsidRPr="0087069D">
              <w:rPr>
                <w:sz w:val="24"/>
                <w:szCs w:val="24"/>
              </w:rPr>
              <w:t xml:space="preserve"> </w:t>
            </w:r>
            <w:r w:rsidRPr="0087069D">
              <w:rPr>
                <w:rFonts w:ascii="Symbol" w:hAnsi="Symbol" w:cs="Symbol"/>
                <w:sz w:val="24"/>
                <w:szCs w:val="24"/>
              </w:rPr>
              <w:t></w:t>
            </w:r>
            <w:r w:rsidRPr="0087069D">
              <w:rPr>
                <w:sz w:val="24"/>
                <w:szCs w:val="24"/>
              </w:rPr>
              <w:t xml:space="preserve"> 25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</w:p>
        </w:tc>
      </w:tr>
      <w:tr w:rsidR="00510D34" w:rsidRPr="0087069D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877"/>
              <w:jc w:val="right"/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 xml:space="preserve">25 &lt; </w:t>
            </w:r>
            <w:r w:rsidRPr="0087069D">
              <w:rPr>
                <w:i/>
                <w:iCs/>
                <w:sz w:val="24"/>
                <w:szCs w:val="24"/>
              </w:rPr>
              <w:t>x</w:t>
            </w:r>
            <w:r w:rsidRPr="0087069D">
              <w:rPr>
                <w:sz w:val="24"/>
                <w:szCs w:val="24"/>
              </w:rPr>
              <w:t xml:space="preserve"> </w:t>
            </w:r>
            <w:r w:rsidRPr="0087069D">
              <w:rPr>
                <w:rFonts w:ascii="Symbol" w:hAnsi="Symbol" w:cs="Symbol"/>
                <w:sz w:val="24"/>
                <w:szCs w:val="24"/>
              </w:rPr>
              <w:t></w:t>
            </w:r>
            <w:r w:rsidRPr="0087069D">
              <w:rPr>
                <w:sz w:val="24"/>
                <w:szCs w:val="24"/>
              </w:rPr>
              <w:t xml:space="preserve"> 30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</w:p>
        </w:tc>
      </w:tr>
      <w:tr w:rsidR="00510D34" w:rsidRPr="0087069D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877"/>
              <w:jc w:val="right"/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 xml:space="preserve">30 &lt; </w:t>
            </w:r>
            <w:r w:rsidRPr="0087069D">
              <w:rPr>
                <w:i/>
                <w:iCs/>
                <w:sz w:val="24"/>
                <w:szCs w:val="24"/>
              </w:rPr>
              <w:t>x</w:t>
            </w:r>
            <w:r w:rsidRPr="0087069D">
              <w:rPr>
                <w:sz w:val="24"/>
                <w:szCs w:val="24"/>
              </w:rPr>
              <w:t xml:space="preserve"> </w:t>
            </w:r>
            <w:r w:rsidRPr="0087069D">
              <w:rPr>
                <w:rFonts w:ascii="Symbol" w:hAnsi="Symbol" w:cs="Symbol"/>
                <w:sz w:val="24"/>
                <w:szCs w:val="24"/>
              </w:rPr>
              <w:t></w:t>
            </w:r>
            <w:r w:rsidRPr="0087069D">
              <w:rPr>
                <w:sz w:val="24"/>
                <w:szCs w:val="24"/>
              </w:rPr>
              <w:t xml:space="preserve"> 40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>100</w:t>
            </w:r>
          </w:p>
        </w:tc>
      </w:tr>
      <w:tr w:rsidR="00510D34" w:rsidRPr="0087069D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ind w:right="877"/>
              <w:jc w:val="right"/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 xml:space="preserve">40 &lt; </w:t>
            </w:r>
            <w:r w:rsidRPr="0087069D">
              <w:rPr>
                <w:i/>
                <w:iCs/>
                <w:sz w:val="24"/>
                <w:szCs w:val="24"/>
              </w:rPr>
              <w:t>x</w:t>
            </w:r>
            <w:r w:rsidRPr="0087069D">
              <w:rPr>
                <w:sz w:val="24"/>
                <w:szCs w:val="24"/>
              </w:rPr>
              <w:t xml:space="preserve"> </w:t>
            </w:r>
            <w:r w:rsidRPr="0087069D">
              <w:rPr>
                <w:rFonts w:ascii="Symbol" w:hAnsi="Symbol" w:cs="Symbol"/>
                <w:sz w:val="24"/>
                <w:szCs w:val="24"/>
              </w:rPr>
              <w:t></w:t>
            </w:r>
            <w:r w:rsidRPr="0087069D">
              <w:rPr>
                <w:sz w:val="24"/>
                <w:szCs w:val="24"/>
              </w:rPr>
              <w:t xml:space="preserve"> 70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0D34" w:rsidRPr="0087069D" w:rsidRDefault="00510D34" w:rsidP="00CF3EE7">
            <w:pPr>
              <w:pStyle w:val="Box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sz w:val="24"/>
                <w:szCs w:val="24"/>
              </w:rPr>
            </w:pPr>
            <w:r w:rsidRPr="0087069D">
              <w:rPr>
                <w:sz w:val="24"/>
                <w:szCs w:val="24"/>
              </w:rPr>
              <w:t>120</w:t>
            </w:r>
          </w:p>
        </w:tc>
      </w:tr>
    </w:tbl>
    <w:p w:rsidR="00510D34" w:rsidRPr="0087069D" w:rsidRDefault="00510D34" w:rsidP="00CF3EE7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87069D">
        <w:rPr>
          <w:sz w:val="24"/>
          <w:szCs w:val="24"/>
        </w:rPr>
        <w:t>(2)</w:t>
      </w:r>
    </w:p>
    <w:p w:rsidR="00510D34" w:rsidRPr="0087069D" w:rsidRDefault="00510D34" w:rsidP="00CF3EE7">
      <w:pPr>
        <w:pStyle w:val="inden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87069D">
        <w:rPr>
          <w:sz w:val="24"/>
          <w:szCs w:val="24"/>
        </w:rPr>
        <w:t xml:space="preserve"> </w:t>
      </w:r>
    </w:p>
    <w:p w:rsidR="00510D34" w:rsidRPr="0087069D" w:rsidRDefault="00510D34" w:rsidP="00CF3EE7">
      <w:pPr>
        <w:pStyle w:val="inden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87069D">
        <w:rPr>
          <w:sz w:val="24"/>
          <w:szCs w:val="24"/>
        </w:rPr>
        <w:t>(b)</w:t>
      </w:r>
      <w:r w:rsidRPr="0087069D">
        <w:rPr>
          <w:sz w:val="24"/>
          <w:szCs w:val="24"/>
        </w:rPr>
        <w:tab/>
        <w:t>Complete the histogram.</w:t>
      </w:r>
    </w:p>
    <w:p w:rsidR="00510D34" w:rsidRPr="0087069D" w:rsidRDefault="00510D34" w:rsidP="0087069D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87069D">
        <w:rPr>
          <w:sz w:val="24"/>
          <w:szCs w:val="24"/>
        </w:rPr>
        <w:t>(2)</w:t>
      </w:r>
    </w:p>
    <w:p w:rsidR="00510D34" w:rsidRDefault="00510D34" w:rsidP="0087069D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87069D">
        <w:rPr>
          <w:sz w:val="24"/>
          <w:szCs w:val="24"/>
        </w:rPr>
        <w:t>(Total 4 marks)</w:t>
      </w:r>
    </w:p>
    <w:p w:rsidR="00510D34" w:rsidRPr="0087069D" w:rsidRDefault="00510D34" w:rsidP="0087069D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510D34" w:rsidRDefault="00510D34" w:rsidP="006F05DF">
      <w:pPr>
        <w:ind w:left="-567"/>
      </w:pPr>
    </w:p>
    <w:p w:rsidR="00510D34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b/>
          <w:bCs/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b/>
          <w:bCs/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b/>
          <w:bCs/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b/>
          <w:bCs/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b/>
          <w:bCs/>
          <w:sz w:val="24"/>
          <w:szCs w:val="24"/>
        </w:rPr>
      </w:pPr>
    </w:p>
    <w:p w:rsidR="00510D34" w:rsidRPr="0087069D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sz w:val="24"/>
          <w:szCs w:val="24"/>
        </w:rPr>
      </w:pPr>
      <w:r>
        <w:rPr>
          <w:b/>
          <w:bCs/>
          <w:sz w:val="24"/>
          <w:szCs w:val="24"/>
        </w:rPr>
        <w:t>21</w:t>
      </w:r>
      <w:r w:rsidRPr="0087069D">
        <w:rPr>
          <w:b/>
          <w:bCs/>
          <w:sz w:val="24"/>
          <w:szCs w:val="24"/>
        </w:rPr>
        <w:t>.</w:t>
      </w:r>
      <w:r w:rsidRPr="0087069D">
        <w:rPr>
          <w:sz w:val="24"/>
          <w:szCs w:val="24"/>
        </w:rPr>
        <w:tab/>
        <w:t>A bag contains 6 black beads, 10 red beads and 4 green beads.</w:t>
      </w:r>
    </w:p>
    <w:p w:rsidR="00510D34" w:rsidRPr="0087069D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sz w:val="24"/>
          <w:szCs w:val="24"/>
        </w:rPr>
      </w:pPr>
      <w:r w:rsidRPr="0087069D">
        <w:rPr>
          <w:b/>
          <w:bCs/>
          <w:sz w:val="24"/>
          <w:szCs w:val="24"/>
        </w:rPr>
        <w:tab/>
      </w:r>
      <w:r w:rsidRPr="0087069D">
        <w:rPr>
          <w:sz w:val="24"/>
          <w:szCs w:val="24"/>
        </w:rPr>
        <w:t>Helen takes a bead at random from the bag, records its colour and replaces it.</w:t>
      </w:r>
    </w:p>
    <w:p w:rsidR="00510D34" w:rsidRPr="0087069D" w:rsidRDefault="00510D34" w:rsidP="0087069D">
      <w:pPr>
        <w:pStyle w:val="question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hanging="1134"/>
        <w:rPr>
          <w:sz w:val="24"/>
          <w:szCs w:val="24"/>
        </w:rPr>
      </w:pPr>
      <w:r w:rsidRPr="0087069D">
        <w:rPr>
          <w:sz w:val="24"/>
          <w:szCs w:val="24"/>
        </w:rPr>
        <w:tab/>
        <w:t>She does this two more times.</w:t>
      </w:r>
    </w:p>
    <w:p w:rsidR="00510D34" w:rsidRPr="0087069D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  <w:tab w:val="left" w:pos="9498"/>
        </w:tabs>
        <w:ind w:right="-1141"/>
        <w:rPr>
          <w:sz w:val="24"/>
          <w:szCs w:val="24"/>
        </w:rPr>
      </w:pPr>
      <w:r w:rsidRPr="0087069D">
        <w:rPr>
          <w:sz w:val="24"/>
          <w:szCs w:val="24"/>
        </w:rPr>
        <w:t>Work out the probability that, of the three beads Helen takes, exactly two will be the same colour.</w:t>
      </w:r>
    </w:p>
    <w:p w:rsidR="00510D34" w:rsidRPr="0087069D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87069D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87069D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87069D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87069D" w:rsidRDefault="00510D34" w:rsidP="0087069D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87069D" w:rsidRDefault="00510D34" w:rsidP="0087069D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0"/>
          <w:tab w:val="left" w:pos="8789"/>
          <w:tab w:val="left" w:pos="9360"/>
          <w:tab w:val="left" w:pos="10080"/>
        </w:tabs>
        <w:ind w:right="-7"/>
        <w:rPr>
          <w:sz w:val="24"/>
          <w:szCs w:val="24"/>
        </w:rPr>
      </w:pPr>
      <w:r w:rsidRPr="0087069D">
        <w:rPr>
          <w:sz w:val="24"/>
          <w:szCs w:val="24"/>
        </w:rPr>
        <w:t>.................................</w:t>
      </w:r>
    </w:p>
    <w:p w:rsidR="00510D34" w:rsidRDefault="00510D34" w:rsidP="0087069D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87069D">
        <w:rPr>
          <w:sz w:val="24"/>
          <w:szCs w:val="24"/>
        </w:rPr>
        <w:t>(Total 5 marks)</w:t>
      </w:r>
    </w:p>
    <w:p w:rsidR="00510D34" w:rsidRPr="0087069D" w:rsidRDefault="00510D34" w:rsidP="0087069D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510D34" w:rsidRDefault="00510D34" w:rsidP="006F05DF">
      <w:pPr>
        <w:ind w:left="-567"/>
      </w:pPr>
    </w:p>
    <w:p w:rsidR="00510D34" w:rsidRPr="00CF3EE7" w:rsidRDefault="00510D34" w:rsidP="002A2CB9">
      <w:pPr>
        <w:pStyle w:val="questiona"/>
        <w:tabs>
          <w:tab w:val="clear" w:pos="567"/>
          <w:tab w:val="left" w:pos="-567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-567" w:firstLine="0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CF3EE7">
        <w:rPr>
          <w:b/>
          <w:bCs/>
          <w:sz w:val="24"/>
          <w:szCs w:val="24"/>
        </w:rPr>
        <w:t>22.</w:t>
      </w:r>
      <w:r w:rsidRPr="00CF3EE7">
        <w:rPr>
          <w:b/>
          <w:bCs/>
          <w:sz w:val="24"/>
          <w:szCs w:val="24"/>
        </w:rPr>
        <w:tab/>
      </w:r>
      <w:r w:rsidRPr="00CF3EE7">
        <w:rPr>
          <w:sz w:val="24"/>
          <w:szCs w:val="24"/>
        </w:rPr>
        <w:t xml:space="preserve">(a)  Factorise fully </w:t>
      </w:r>
      <w:r w:rsidRPr="00CF3EE7">
        <w:rPr>
          <w:sz w:val="24"/>
          <w:szCs w:val="24"/>
        </w:rPr>
        <w:tab/>
        <w:t>4</w:t>
      </w:r>
      <w:r w:rsidRPr="00CF3EE7">
        <w:rPr>
          <w:i/>
          <w:iCs/>
          <w:sz w:val="24"/>
          <w:szCs w:val="24"/>
        </w:rPr>
        <w:t>m</w:t>
      </w:r>
      <w:r w:rsidRPr="00CF3EE7">
        <w:rPr>
          <w:sz w:val="24"/>
          <w:szCs w:val="24"/>
          <w:vertAlign w:val="superscript"/>
        </w:rPr>
        <w:t>2</w:t>
      </w:r>
      <w:r w:rsidRPr="00CF3EE7">
        <w:rPr>
          <w:sz w:val="24"/>
          <w:szCs w:val="24"/>
        </w:rPr>
        <w:t xml:space="preserve"> – 12</w:t>
      </w:r>
      <w:r w:rsidRPr="00CF3EE7">
        <w:rPr>
          <w:i/>
          <w:iCs/>
          <w:sz w:val="24"/>
          <w:szCs w:val="24"/>
        </w:rPr>
        <w:t>mn</w:t>
      </w:r>
    </w:p>
    <w:p w:rsidR="00510D34" w:rsidRPr="00CF3EE7" w:rsidRDefault="00510D34" w:rsidP="00EA181F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</w:p>
    <w:p w:rsidR="00510D34" w:rsidRPr="00CF3EE7" w:rsidRDefault="00510D34" w:rsidP="00EA181F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iCs/>
          <w:sz w:val="24"/>
          <w:szCs w:val="24"/>
        </w:rPr>
      </w:pPr>
    </w:p>
    <w:p w:rsidR="00510D34" w:rsidRPr="00CF3EE7" w:rsidRDefault="00510D34" w:rsidP="00EA181F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sz w:val="24"/>
          <w:szCs w:val="24"/>
        </w:rPr>
      </w:pPr>
      <w:r w:rsidRPr="00CF3EE7">
        <w:rPr>
          <w:sz w:val="24"/>
          <w:szCs w:val="24"/>
        </w:rPr>
        <w:t>………………………………………</w:t>
      </w:r>
    </w:p>
    <w:p w:rsidR="00510D34" w:rsidRPr="00CF3EE7" w:rsidRDefault="00510D34" w:rsidP="00EA181F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right"/>
        <w:rPr>
          <w:b/>
          <w:bCs/>
          <w:sz w:val="24"/>
          <w:szCs w:val="24"/>
        </w:rPr>
      </w:pPr>
      <w:r w:rsidRPr="00CF3EE7">
        <w:rPr>
          <w:b/>
          <w:bCs/>
          <w:sz w:val="24"/>
          <w:szCs w:val="24"/>
        </w:rPr>
        <w:t>(2)</w:t>
      </w:r>
    </w:p>
    <w:p w:rsidR="00510D34" w:rsidRPr="00CF3EE7" w:rsidRDefault="00510D34" w:rsidP="00EA181F">
      <w:pPr>
        <w:pStyle w:val="questiona"/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CF3EE7">
        <w:rPr>
          <w:sz w:val="24"/>
          <w:szCs w:val="24"/>
        </w:rPr>
        <w:t xml:space="preserve"> (b)  Factorise</w:t>
      </w:r>
      <w:r w:rsidRPr="00CF3EE7">
        <w:rPr>
          <w:sz w:val="24"/>
          <w:szCs w:val="24"/>
        </w:rPr>
        <w:tab/>
      </w:r>
      <w:r w:rsidRPr="00CF3EE7">
        <w:rPr>
          <w:sz w:val="24"/>
          <w:szCs w:val="24"/>
        </w:rPr>
        <w:tab/>
        <w:t>9</w:t>
      </w:r>
      <w:r w:rsidRPr="00CF3EE7">
        <w:rPr>
          <w:i/>
          <w:iCs/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 w:rsidRPr="00CF3EE7">
        <w:rPr>
          <w:sz w:val="24"/>
          <w:szCs w:val="24"/>
        </w:rPr>
        <w:t xml:space="preserve"> – 6</w:t>
      </w:r>
      <w:r w:rsidRPr="00CF3EE7">
        <w:rPr>
          <w:i/>
          <w:iCs/>
          <w:sz w:val="24"/>
          <w:szCs w:val="24"/>
        </w:rPr>
        <w:t>x</w:t>
      </w:r>
      <w:r w:rsidRPr="00CF3EE7">
        <w:rPr>
          <w:sz w:val="24"/>
          <w:szCs w:val="24"/>
        </w:rPr>
        <w:t xml:space="preserve"> + 1</w:t>
      </w:r>
    </w:p>
    <w:p w:rsidR="00510D34" w:rsidRPr="00CF3EE7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CF3EE7" w:rsidRDefault="00510D34" w:rsidP="00EA18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14"/>
          <w:tab w:val="left" w:pos="9360"/>
          <w:tab w:val="left" w:pos="10080"/>
        </w:tabs>
        <w:ind w:right="566"/>
        <w:rPr>
          <w:sz w:val="24"/>
          <w:szCs w:val="24"/>
        </w:rPr>
      </w:pPr>
      <w:r w:rsidRPr="00CF3EE7">
        <w:rPr>
          <w:sz w:val="24"/>
          <w:szCs w:val="24"/>
        </w:rPr>
        <w:t>……………………………</w:t>
      </w:r>
    </w:p>
    <w:p w:rsidR="00510D34" w:rsidRPr="00CF3EE7" w:rsidRDefault="00510D34" w:rsidP="00EA18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14"/>
          <w:tab w:val="left" w:pos="9360"/>
          <w:tab w:val="left" w:pos="10080"/>
        </w:tabs>
        <w:ind w:right="566"/>
        <w:rPr>
          <w:b/>
          <w:bCs/>
          <w:sz w:val="24"/>
          <w:szCs w:val="24"/>
        </w:rPr>
      </w:pPr>
      <w:r w:rsidRPr="00CF3EE7">
        <w:rPr>
          <w:b/>
          <w:bCs/>
          <w:sz w:val="24"/>
          <w:szCs w:val="24"/>
        </w:rPr>
        <w:t>(2)</w:t>
      </w:r>
    </w:p>
    <w:p w:rsidR="00510D34" w:rsidRDefault="00510D34" w:rsidP="007250A1">
      <w:pPr>
        <w:pStyle w:val="indent1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 w:rsidRPr="00EA181F">
        <w:rPr>
          <w:sz w:val="24"/>
          <w:szCs w:val="24"/>
        </w:rPr>
        <w:t>(c)</w:t>
      </w:r>
      <w:r w:rsidRPr="00EA181F">
        <w:rPr>
          <w:sz w:val="24"/>
          <w:szCs w:val="24"/>
        </w:rPr>
        <w:tab/>
      </w:r>
      <w:r>
        <w:rPr>
          <w:sz w:val="24"/>
          <w:szCs w:val="24"/>
        </w:rPr>
        <w:t xml:space="preserve">Solve   </w:t>
      </w:r>
      <w:r>
        <w:rPr>
          <w:sz w:val="24"/>
          <w:szCs w:val="24"/>
        </w:rPr>
        <w:tab/>
        <w:t xml:space="preserve">           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  <w:vertAlign w:val="superscript"/>
        </w:rPr>
        <w:t>2 </w:t>
      </w:r>
      <w:r>
        <w:rPr>
          <w:sz w:val="24"/>
          <w:szCs w:val="24"/>
        </w:rPr>
        <w:t>+ 4</w:t>
      </w:r>
      <w:r>
        <w:rPr>
          <w:i/>
          <w:iCs/>
          <w:sz w:val="24"/>
          <w:szCs w:val="24"/>
        </w:rPr>
        <w:t>x</w:t>
      </w:r>
      <w:r>
        <w:rPr>
          <w:sz w:val="24"/>
          <w:szCs w:val="24"/>
        </w:rPr>
        <w:t xml:space="preserve"> – 10 = 0</w:t>
      </w:r>
    </w:p>
    <w:p w:rsidR="00510D34" w:rsidRPr="00EA181F" w:rsidRDefault="00510D34" w:rsidP="007250A1">
      <w:pPr>
        <w:pStyle w:val="indent1"/>
        <w:tabs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hanging="1134"/>
        <w:rPr>
          <w:sz w:val="24"/>
          <w:szCs w:val="24"/>
        </w:rPr>
      </w:pPr>
      <w:r>
        <w:rPr>
          <w:sz w:val="24"/>
          <w:szCs w:val="24"/>
        </w:rPr>
        <w:tab/>
        <w:t xml:space="preserve">Give your solutions correct to 2 decimal places. </w:t>
      </w:r>
      <w:r>
        <w:rPr>
          <w:sz w:val="24"/>
          <w:szCs w:val="24"/>
        </w:rPr>
        <w:tab/>
      </w:r>
    </w:p>
    <w:p w:rsidR="00510D34" w:rsidRPr="00EA181F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EA181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510D34" w:rsidRPr="00EA181F" w:rsidRDefault="00510D34" w:rsidP="00EA181F">
      <w:pPr>
        <w:pStyle w:val="righ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647"/>
          <w:tab w:val="left" w:pos="9360"/>
          <w:tab w:val="left" w:pos="10080"/>
        </w:tabs>
        <w:ind w:right="-7"/>
        <w:rPr>
          <w:sz w:val="24"/>
          <w:szCs w:val="24"/>
        </w:rPr>
      </w:pPr>
      <w:r w:rsidRPr="00EA181F">
        <w:rPr>
          <w:sz w:val="24"/>
          <w:szCs w:val="24"/>
        </w:rPr>
        <w:t>.................................................</w:t>
      </w:r>
    </w:p>
    <w:p w:rsidR="00510D34" w:rsidRDefault="00510D34" w:rsidP="00EA18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z w:val="24"/>
          <w:szCs w:val="24"/>
        </w:rPr>
      </w:pPr>
      <w:r w:rsidRPr="00EA181F">
        <w:rPr>
          <w:sz w:val="24"/>
          <w:szCs w:val="24"/>
        </w:rPr>
        <w:t>(3)</w:t>
      </w:r>
    </w:p>
    <w:p w:rsidR="00510D34" w:rsidRDefault="00510D34" w:rsidP="00EA181F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sz w:val="24"/>
          <w:szCs w:val="24"/>
        </w:rPr>
      </w:pPr>
      <w:r>
        <w:rPr>
          <w:sz w:val="24"/>
          <w:szCs w:val="24"/>
        </w:rPr>
        <w:t>(Total 7 marks)</w:t>
      </w:r>
    </w:p>
    <w:p w:rsidR="00510D34" w:rsidRPr="002A2CB9" w:rsidRDefault="00510D34" w:rsidP="002A2CB9">
      <w:pPr>
        <w:pStyle w:val="mark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-567"/>
        <w:rPr>
          <w:b w:val="0"/>
          <w:bCs w:val="0"/>
          <w:sz w:val="24"/>
          <w:szCs w:val="24"/>
        </w:rPr>
      </w:pPr>
      <w:r>
        <w:rPr>
          <w:noProof/>
          <w:lang w:val="en-GB" w:eastAsia="en-GB"/>
        </w:rPr>
        <w:pict>
          <v:line id="_x0000_s1057" style="position:absolute;left:0;text-align:left;z-index:251666432" from="17.85pt,12pt" to="467.85pt,12pt" strokeweight="3pt"/>
        </w:pict>
      </w:r>
      <w:r>
        <w:rPr>
          <w:b w:val="0"/>
          <w:bCs w:val="0"/>
          <w:sz w:val="24"/>
          <w:szCs w:val="24"/>
        </w:rPr>
        <w:t>___________________________________________________________________________</w:t>
      </w:r>
    </w:p>
    <w:p w:rsidR="00510D34" w:rsidRDefault="00510D34" w:rsidP="006F05DF">
      <w:pPr>
        <w:ind w:left="-567"/>
      </w:pPr>
    </w:p>
    <w:p w:rsidR="00510D34" w:rsidRDefault="00510D34" w:rsidP="007A7593">
      <w:pPr>
        <w:tabs>
          <w:tab w:val="left" w:pos="1395"/>
        </w:tabs>
        <w:jc w:val="right"/>
        <w:rPr>
          <w:b/>
          <w:bCs/>
        </w:rPr>
      </w:pPr>
      <w:r>
        <w:rPr>
          <w:b/>
          <w:bCs/>
        </w:rPr>
        <w:t>TOTAL FOR PAPER:  100 MARKS</w:t>
      </w:r>
    </w:p>
    <w:p w:rsidR="00510D34" w:rsidRPr="00C02074" w:rsidRDefault="00510D34" w:rsidP="007A7593">
      <w:pPr>
        <w:pStyle w:val="Heading2"/>
        <w:tabs>
          <w:tab w:val="left" w:pos="1395"/>
        </w:tabs>
        <w:rPr>
          <w:b w:val="0"/>
          <w:bCs w:val="0"/>
        </w:rPr>
      </w:pPr>
      <w:r>
        <w:t>END</w:t>
      </w:r>
    </w:p>
    <w:sectPr w:rsidR="00510D34" w:rsidRPr="00C02074" w:rsidSect="001907D3">
      <w:footerReference w:type="even" r:id="rId36"/>
      <w:footerReference w:type="default" r:id="rId37"/>
      <w:pgSz w:w="12240" w:h="15840"/>
      <w:pgMar w:top="1134" w:right="1440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D34" w:rsidRDefault="00510D34" w:rsidP="00510D34">
      <w:r>
        <w:separator/>
      </w:r>
    </w:p>
  </w:endnote>
  <w:endnote w:type="continuationSeparator" w:id="1">
    <w:p w:rsidR="00510D34" w:rsidRDefault="00510D34" w:rsidP="00510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D34" w:rsidRDefault="00510D34" w:rsidP="00A637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0D34" w:rsidRDefault="00510D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D34" w:rsidRDefault="00510D34" w:rsidP="00A6370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510D34" w:rsidRDefault="00510D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D34" w:rsidRDefault="00510D34" w:rsidP="00510D34">
      <w:r>
        <w:separator/>
      </w:r>
    </w:p>
  </w:footnote>
  <w:footnote w:type="continuationSeparator" w:id="1">
    <w:p w:rsidR="00510D34" w:rsidRDefault="00510D34" w:rsidP="00510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6A2"/>
    <w:multiLevelType w:val="hybridMultilevel"/>
    <w:tmpl w:val="2CBC7B80"/>
    <w:lvl w:ilvl="0" w:tplc="1BFACCB8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>
    <w:nsid w:val="0C76452B"/>
    <w:multiLevelType w:val="hybridMultilevel"/>
    <w:tmpl w:val="949A7A98"/>
    <w:lvl w:ilvl="0" w:tplc="0AEEAB0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168D5619"/>
    <w:multiLevelType w:val="hybridMultilevel"/>
    <w:tmpl w:val="F3C8F034"/>
    <w:lvl w:ilvl="0" w:tplc="6A221E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72054"/>
    <w:multiLevelType w:val="hybridMultilevel"/>
    <w:tmpl w:val="045485D8"/>
    <w:lvl w:ilvl="0" w:tplc="D87A5902">
      <w:start w:val="2"/>
      <w:numFmt w:val="lowerRoman"/>
      <w:lvlText w:val="(%1)"/>
      <w:lvlJc w:val="left"/>
      <w:pPr>
        <w:ind w:left="108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>
    <w:nsid w:val="2823056B"/>
    <w:multiLevelType w:val="hybridMultilevel"/>
    <w:tmpl w:val="1FCACD6E"/>
    <w:lvl w:ilvl="0" w:tplc="72BC31C0">
      <w:start w:val="1"/>
      <w:numFmt w:val="lowerLetter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2A715930"/>
    <w:multiLevelType w:val="hybridMultilevel"/>
    <w:tmpl w:val="688C1C0C"/>
    <w:lvl w:ilvl="0" w:tplc="FB082C14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>
    <w:nsid w:val="2C9464E7"/>
    <w:multiLevelType w:val="hybridMultilevel"/>
    <w:tmpl w:val="129A2264"/>
    <w:lvl w:ilvl="0" w:tplc="38904A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04B85"/>
    <w:multiLevelType w:val="hybridMultilevel"/>
    <w:tmpl w:val="006EC390"/>
    <w:lvl w:ilvl="0" w:tplc="4BDC98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5C704E"/>
    <w:multiLevelType w:val="hybridMultilevel"/>
    <w:tmpl w:val="13B80044"/>
    <w:lvl w:ilvl="0" w:tplc="EDE4D83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476F34FA"/>
    <w:multiLevelType w:val="hybridMultilevel"/>
    <w:tmpl w:val="3DFA1FB4"/>
    <w:lvl w:ilvl="0" w:tplc="1552735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A282901"/>
    <w:multiLevelType w:val="hybridMultilevel"/>
    <w:tmpl w:val="F1340B72"/>
    <w:lvl w:ilvl="0" w:tplc="1F5A49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D64"/>
    <w:multiLevelType w:val="hybridMultilevel"/>
    <w:tmpl w:val="773CB01E"/>
    <w:lvl w:ilvl="0" w:tplc="9BBACD96">
      <w:start w:val="23"/>
      <w:numFmt w:val="decimal"/>
      <w:lvlText w:val="%1."/>
      <w:lvlJc w:val="left"/>
      <w:pPr>
        <w:ind w:left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C57E5"/>
    <w:multiLevelType w:val="hybridMultilevel"/>
    <w:tmpl w:val="D076C40A"/>
    <w:lvl w:ilvl="0" w:tplc="5484C3B6">
      <w:start w:val="2"/>
      <w:numFmt w:val="lowerRoman"/>
      <w:lvlText w:val="(%1)"/>
      <w:lvlJc w:val="left"/>
      <w:pPr>
        <w:ind w:left="108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>
    <w:nsid w:val="58631FCA"/>
    <w:multiLevelType w:val="hybridMultilevel"/>
    <w:tmpl w:val="B96C07C6"/>
    <w:lvl w:ilvl="0" w:tplc="AE7EBE64">
      <w:start w:val="1"/>
      <w:numFmt w:val="lowerLetter"/>
      <w:lvlText w:val="(%1)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>
    <w:nsid w:val="5FEF17CF"/>
    <w:multiLevelType w:val="hybridMultilevel"/>
    <w:tmpl w:val="F3C8F034"/>
    <w:lvl w:ilvl="0" w:tplc="6A221E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792345"/>
    <w:multiLevelType w:val="hybridMultilevel"/>
    <w:tmpl w:val="BD68E67C"/>
    <w:lvl w:ilvl="0" w:tplc="E49A6712">
      <w:start w:val="23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A9763B9"/>
    <w:multiLevelType w:val="hybridMultilevel"/>
    <w:tmpl w:val="C546ABB8"/>
    <w:lvl w:ilvl="0" w:tplc="80AE35C8">
      <w:start w:val="23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8378AF"/>
    <w:multiLevelType w:val="hybridMultilevel"/>
    <w:tmpl w:val="78DADE96"/>
    <w:lvl w:ilvl="0" w:tplc="4E4C44F2">
      <w:start w:val="23"/>
      <w:numFmt w:val="decimal"/>
      <w:lvlText w:val="%1."/>
      <w:lvlJc w:val="left"/>
      <w:pPr>
        <w:ind w:left="360"/>
      </w:pPr>
      <w:rPr>
        <w:rFonts w:eastAsia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E0D08"/>
    <w:multiLevelType w:val="hybridMultilevel"/>
    <w:tmpl w:val="B5948064"/>
    <w:lvl w:ilvl="0" w:tplc="F5F45BAE">
      <w:start w:val="1"/>
      <w:numFmt w:val="lowerLetter"/>
      <w:lvlText w:val="(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>
    <w:nsid w:val="7B792C16"/>
    <w:multiLevelType w:val="hybridMultilevel"/>
    <w:tmpl w:val="2D161A6E"/>
    <w:lvl w:ilvl="0" w:tplc="67C096E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7F401D03"/>
    <w:multiLevelType w:val="hybridMultilevel"/>
    <w:tmpl w:val="A5FC3F74"/>
    <w:lvl w:ilvl="0" w:tplc="E3DADED8">
      <w:start w:val="1"/>
      <w:numFmt w:val="lowerLetter"/>
      <w:lvlText w:val="(%1)"/>
      <w:lvlJc w:val="left"/>
      <w:pPr>
        <w:ind w:left="2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48" w:hanging="360"/>
      </w:pPr>
    </w:lvl>
    <w:lvl w:ilvl="2" w:tplc="0409001B" w:tentative="1">
      <w:start w:val="1"/>
      <w:numFmt w:val="lowerRoman"/>
      <w:lvlText w:val="%3."/>
      <w:lvlJc w:val="right"/>
      <w:pPr>
        <w:ind w:left="1668" w:hanging="180"/>
      </w:pPr>
    </w:lvl>
    <w:lvl w:ilvl="3" w:tplc="0409000F" w:tentative="1">
      <w:start w:val="1"/>
      <w:numFmt w:val="decimal"/>
      <w:lvlText w:val="%4."/>
      <w:lvlJc w:val="left"/>
      <w:pPr>
        <w:ind w:left="2388" w:hanging="360"/>
      </w:pPr>
    </w:lvl>
    <w:lvl w:ilvl="4" w:tplc="04090019" w:tentative="1">
      <w:start w:val="1"/>
      <w:numFmt w:val="lowerLetter"/>
      <w:lvlText w:val="%5."/>
      <w:lvlJc w:val="left"/>
      <w:pPr>
        <w:ind w:left="3108" w:hanging="360"/>
      </w:pPr>
    </w:lvl>
    <w:lvl w:ilvl="5" w:tplc="0409001B" w:tentative="1">
      <w:start w:val="1"/>
      <w:numFmt w:val="lowerRoman"/>
      <w:lvlText w:val="%6."/>
      <w:lvlJc w:val="right"/>
      <w:pPr>
        <w:ind w:left="3828" w:hanging="180"/>
      </w:pPr>
    </w:lvl>
    <w:lvl w:ilvl="6" w:tplc="0409000F" w:tentative="1">
      <w:start w:val="1"/>
      <w:numFmt w:val="decimal"/>
      <w:lvlText w:val="%7."/>
      <w:lvlJc w:val="left"/>
      <w:pPr>
        <w:ind w:left="4548" w:hanging="360"/>
      </w:pPr>
    </w:lvl>
    <w:lvl w:ilvl="7" w:tplc="04090019" w:tentative="1">
      <w:start w:val="1"/>
      <w:numFmt w:val="lowerLetter"/>
      <w:lvlText w:val="%8."/>
      <w:lvlJc w:val="left"/>
      <w:pPr>
        <w:ind w:left="5268" w:hanging="360"/>
      </w:pPr>
    </w:lvl>
    <w:lvl w:ilvl="8" w:tplc="0409001B" w:tentative="1">
      <w:start w:val="1"/>
      <w:numFmt w:val="lowerRoman"/>
      <w:lvlText w:val="%9."/>
      <w:lvlJc w:val="right"/>
      <w:pPr>
        <w:ind w:left="5988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5"/>
  </w:num>
  <w:num w:numId="7">
    <w:abstractNumId w:val="18"/>
  </w:num>
  <w:num w:numId="8">
    <w:abstractNumId w:val="19"/>
  </w:num>
  <w:num w:numId="9">
    <w:abstractNumId w:val="9"/>
  </w:num>
  <w:num w:numId="10">
    <w:abstractNumId w:val="2"/>
  </w:num>
  <w:num w:numId="11">
    <w:abstractNumId w:val="14"/>
  </w:num>
  <w:num w:numId="12">
    <w:abstractNumId w:val="8"/>
  </w:num>
  <w:num w:numId="13">
    <w:abstractNumId w:val="20"/>
  </w:num>
  <w:num w:numId="14">
    <w:abstractNumId w:val="10"/>
  </w:num>
  <w:num w:numId="15">
    <w:abstractNumId w:val="4"/>
  </w:num>
  <w:num w:numId="16">
    <w:abstractNumId w:val="5"/>
  </w:num>
  <w:num w:numId="17">
    <w:abstractNumId w:val="12"/>
  </w:num>
  <w:num w:numId="18">
    <w:abstractNumId w:val="3"/>
  </w:num>
  <w:num w:numId="19">
    <w:abstractNumId w:val="13"/>
  </w:num>
  <w:num w:numId="20">
    <w:abstractNumId w:val="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074"/>
    <w:rsid w:val="00013091"/>
    <w:rsid w:val="00014424"/>
    <w:rsid w:val="00040216"/>
    <w:rsid w:val="00044574"/>
    <w:rsid w:val="000505B0"/>
    <w:rsid w:val="000623BE"/>
    <w:rsid w:val="000729D7"/>
    <w:rsid w:val="00094C1F"/>
    <w:rsid w:val="000A34F2"/>
    <w:rsid w:val="000D4E05"/>
    <w:rsid w:val="000E15D6"/>
    <w:rsid w:val="0011782A"/>
    <w:rsid w:val="001200EC"/>
    <w:rsid w:val="001355AF"/>
    <w:rsid w:val="001522F9"/>
    <w:rsid w:val="001907D3"/>
    <w:rsid w:val="001B468E"/>
    <w:rsid w:val="001B48C7"/>
    <w:rsid w:val="001C12A6"/>
    <w:rsid w:val="001E694D"/>
    <w:rsid w:val="002142A5"/>
    <w:rsid w:val="00265D74"/>
    <w:rsid w:val="002A2CB9"/>
    <w:rsid w:val="002A78C3"/>
    <w:rsid w:val="002D3699"/>
    <w:rsid w:val="002D6A4A"/>
    <w:rsid w:val="00322713"/>
    <w:rsid w:val="003334FB"/>
    <w:rsid w:val="00366C8E"/>
    <w:rsid w:val="003A0662"/>
    <w:rsid w:val="003E4E27"/>
    <w:rsid w:val="003F1D5B"/>
    <w:rsid w:val="003F4B38"/>
    <w:rsid w:val="00405BAC"/>
    <w:rsid w:val="0044457B"/>
    <w:rsid w:val="00445659"/>
    <w:rsid w:val="0046706B"/>
    <w:rsid w:val="00474AEE"/>
    <w:rsid w:val="00510D34"/>
    <w:rsid w:val="00547A73"/>
    <w:rsid w:val="00563610"/>
    <w:rsid w:val="00576705"/>
    <w:rsid w:val="00594A9A"/>
    <w:rsid w:val="005B0695"/>
    <w:rsid w:val="005C5145"/>
    <w:rsid w:val="005D182A"/>
    <w:rsid w:val="005D5108"/>
    <w:rsid w:val="005D6E52"/>
    <w:rsid w:val="005D7DE2"/>
    <w:rsid w:val="00601F89"/>
    <w:rsid w:val="00602DC0"/>
    <w:rsid w:val="00653D5D"/>
    <w:rsid w:val="00666B99"/>
    <w:rsid w:val="00685A59"/>
    <w:rsid w:val="006E0AFF"/>
    <w:rsid w:val="006E2E7A"/>
    <w:rsid w:val="006F05DF"/>
    <w:rsid w:val="006F594B"/>
    <w:rsid w:val="007200F3"/>
    <w:rsid w:val="007224BA"/>
    <w:rsid w:val="007250A1"/>
    <w:rsid w:val="0076310E"/>
    <w:rsid w:val="00781276"/>
    <w:rsid w:val="007A7593"/>
    <w:rsid w:val="007B0ED6"/>
    <w:rsid w:val="007C5324"/>
    <w:rsid w:val="007D7F15"/>
    <w:rsid w:val="007E5725"/>
    <w:rsid w:val="007F6835"/>
    <w:rsid w:val="00803935"/>
    <w:rsid w:val="00813B00"/>
    <w:rsid w:val="0087069D"/>
    <w:rsid w:val="008828B7"/>
    <w:rsid w:val="008901A5"/>
    <w:rsid w:val="008B67A7"/>
    <w:rsid w:val="008C6979"/>
    <w:rsid w:val="008C71B5"/>
    <w:rsid w:val="0090392C"/>
    <w:rsid w:val="009219D4"/>
    <w:rsid w:val="0093377E"/>
    <w:rsid w:val="009428B8"/>
    <w:rsid w:val="00947846"/>
    <w:rsid w:val="00985D92"/>
    <w:rsid w:val="00994F59"/>
    <w:rsid w:val="009A4E20"/>
    <w:rsid w:val="009B0F84"/>
    <w:rsid w:val="009D322C"/>
    <w:rsid w:val="009F1C63"/>
    <w:rsid w:val="00A06073"/>
    <w:rsid w:val="00A13BFB"/>
    <w:rsid w:val="00A23DC3"/>
    <w:rsid w:val="00A308DA"/>
    <w:rsid w:val="00A3391E"/>
    <w:rsid w:val="00A37576"/>
    <w:rsid w:val="00A6370D"/>
    <w:rsid w:val="00A77E3B"/>
    <w:rsid w:val="00A95E04"/>
    <w:rsid w:val="00AA0503"/>
    <w:rsid w:val="00AD6FF7"/>
    <w:rsid w:val="00B03E42"/>
    <w:rsid w:val="00B149B8"/>
    <w:rsid w:val="00B31ED2"/>
    <w:rsid w:val="00B5012D"/>
    <w:rsid w:val="00B62007"/>
    <w:rsid w:val="00B849FD"/>
    <w:rsid w:val="00B961AB"/>
    <w:rsid w:val="00BA531F"/>
    <w:rsid w:val="00BA683E"/>
    <w:rsid w:val="00BA7C88"/>
    <w:rsid w:val="00BC2422"/>
    <w:rsid w:val="00BC47AC"/>
    <w:rsid w:val="00C02074"/>
    <w:rsid w:val="00C041B8"/>
    <w:rsid w:val="00C32FEA"/>
    <w:rsid w:val="00C33BE3"/>
    <w:rsid w:val="00C37147"/>
    <w:rsid w:val="00C53B15"/>
    <w:rsid w:val="00C800FB"/>
    <w:rsid w:val="00C87031"/>
    <w:rsid w:val="00CA53DD"/>
    <w:rsid w:val="00CD685A"/>
    <w:rsid w:val="00CF3EE7"/>
    <w:rsid w:val="00D27DE7"/>
    <w:rsid w:val="00D302DC"/>
    <w:rsid w:val="00D466A9"/>
    <w:rsid w:val="00D808E2"/>
    <w:rsid w:val="00D868B4"/>
    <w:rsid w:val="00E053E8"/>
    <w:rsid w:val="00E37E1B"/>
    <w:rsid w:val="00EA181F"/>
    <w:rsid w:val="00EB4C52"/>
    <w:rsid w:val="00EC157B"/>
    <w:rsid w:val="00EE271C"/>
    <w:rsid w:val="00F14D17"/>
    <w:rsid w:val="00F21628"/>
    <w:rsid w:val="00F42AA0"/>
    <w:rsid w:val="00F43CA7"/>
    <w:rsid w:val="00F443E5"/>
    <w:rsid w:val="00F805DE"/>
    <w:rsid w:val="00FA5328"/>
    <w:rsid w:val="00FC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ockticker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05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55AF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355AF"/>
    <w:rPr>
      <w:b/>
      <w:bCs/>
      <w:sz w:val="24"/>
      <w:szCs w:val="24"/>
      <w:lang w:val="en-GB"/>
    </w:rPr>
  </w:style>
  <w:style w:type="paragraph" w:customStyle="1" w:styleId="mark">
    <w:name w:val="mark"/>
    <w:basedOn w:val="Normal"/>
    <w:uiPriority w:val="99"/>
    <w:rsid w:val="00C02074"/>
    <w:pPr>
      <w:widowControl w:val="0"/>
      <w:autoSpaceDE w:val="0"/>
      <w:autoSpaceDN w:val="0"/>
      <w:adjustRightInd w:val="0"/>
      <w:jc w:val="right"/>
    </w:pPr>
    <w:rPr>
      <w:b/>
      <w:bCs/>
      <w:sz w:val="20"/>
      <w:szCs w:val="20"/>
      <w:lang w:val="en-US"/>
    </w:rPr>
  </w:style>
  <w:style w:type="paragraph" w:customStyle="1" w:styleId="question">
    <w:name w:val="question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Box">
    <w:name w:val="Box"/>
    <w:basedOn w:val="Normal"/>
    <w:uiPriority w:val="99"/>
    <w:rsid w:val="00C02074"/>
    <w:pPr>
      <w:widowControl w:val="0"/>
      <w:autoSpaceDE w:val="0"/>
      <w:autoSpaceDN w:val="0"/>
      <w:adjustRightInd w:val="0"/>
      <w:spacing w:before="60" w:after="60"/>
      <w:jc w:val="center"/>
    </w:pPr>
    <w:rPr>
      <w:sz w:val="22"/>
      <w:szCs w:val="22"/>
      <w:lang w:val="en-US"/>
    </w:rPr>
  </w:style>
  <w:style w:type="paragraph" w:customStyle="1" w:styleId="indent3">
    <w:name w:val="indent3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left="2268" w:right="567" w:hanging="567"/>
    </w:pPr>
    <w:rPr>
      <w:sz w:val="22"/>
      <w:szCs w:val="22"/>
      <w:lang w:val="en-US"/>
    </w:rPr>
  </w:style>
  <w:style w:type="paragraph" w:customStyle="1" w:styleId="right">
    <w:name w:val="right"/>
    <w:basedOn w:val="Normal"/>
    <w:uiPriority w:val="99"/>
    <w:rsid w:val="00C02074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99"/>
    <w:qFormat/>
    <w:rsid w:val="00C02074"/>
    <w:pPr>
      <w:ind w:left="720"/>
      <w:contextualSpacing/>
    </w:pPr>
  </w:style>
  <w:style w:type="paragraph" w:customStyle="1" w:styleId="questionChar">
    <w:name w:val="question Char"/>
    <w:basedOn w:val="Normal"/>
    <w:uiPriority w:val="99"/>
    <w:rsid w:val="00A77E3B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77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77E3B"/>
    <w:rPr>
      <w:rFonts w:ascii="Tahoma" w:hAnsi="Tahoma" w:cs="Tahoma"/>
      <w:sz w:val="16"/>
      <w:szCs w:val="16"/>
      <w:lang w:val="en-GB"/>
    </w:rPr>
  </w:style>
  <w:style w:type="paragraph" w:customStyle="1" w:styleId="graph">
    <w:name w:val="graph"/>
    <w:basedOn w:val="Normal"/>
    <w:uiPriority w:val="99"/>
    <w:rsid w:val="00A77E3B"/>
    <w:pPr>
      <w:widowControl w:val="0"/>
      <w:autoSpaceDE w:val="0"/>
      <w:autoSpaceDN w:val="0"/>
      <w:adjustRightInd w:val="0"/>
      <w:spacing w:before="240"/>
      <w:jc w:val="center"/>
    </w:pPr>
    <w:rPr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9D322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1"/>
    <w:basedOn w:val="Normal"/>
    <w:uiPriority w:val="99"/>
    <w:rsid w:val="00D27DE7"/>
    <w:pPr>
      <w:widowControl w:val="0"/>
      <w:autoSpaceDE w:val="0"/>
      <w:autoSpaceDN w:val="0"/>
      <w:adjustRightInd w:val="0"/>
      <w:spacing w:before="240"/>
      <w:ind w:left="1134" w:right="567" w:hanging="567"/>
    </w:pPr>
    <w:rPr>
      <w:sz w:val="22"/>
      <w:szCs w:val="22"/>
      <w:lang w:val="en-US"/>
    </w:rPr>
  </w:style>
  <w:style w:type="paragraph" w:customStyle="1" w:styleId="indent2">
    <w:name w:val="indent2"/>
    <w:basedOn w:val="Normal"/>
    <w:uiPriority w:val="99"/>
    <w:rsid w:val="00D27DE7"/>
    <w:pPr>
      <w:widowControl w:val="0"/>
      <w:autoSpaceDE w:val="0"/>
      <w:autoSpaceDN w:val="0"/>
      <w:adjustRightInd w:val="0"/>
      <w:spacing w:before="240"/>
      <w:ind w:left="1701" w:right="567" w:hanging="567"/>
    </w:pPr>
    <w:rPr>
      <w:sz w:val="22"/>
      <w:szCs w:val="22"/>
      <w:lang w:val="en-US"/>
    </w:rPr>
  </w:style>
  <w:style w:type="paragraph" w:customStyle="1" w:styleId="indent1Char">
    <w:name w:val="indent1 Char"/>
    <w:basedOn w:val="Normal"/>
    <w:uiPriority w:val="99"/>
    <w:rsid w:val="00044574"/>
    <w:pPr>
      <w:widowControl w:val="0"/>
      <w:autoSpaceDE w:val="0"/>
      <w:autoSpaceDN w:val="0"/>
      <w:adjustRightInd w:val="0"/>
      <w:spacing w:before="240"/>
      <w:ind w:left="1134" w:right="567" w:hanging="567"/>
    </w:pPr>
    <w:rPr>
      <w:sz w:val="22"/>
      <w:szCs w:val="22"/>
      <w:lang w:val="en-US"/>
    </w:rPr>
  </w:style>
  <w:style w:type="paragraph" w:customStyle="1" w:styleId="rightChar">
    <w:name w:val="right Char"/>
    <w:basedOn w:val="Normal"/>
    <w:uiPriority w:val="99"/>
    <w:rsid w:val="00044574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character" w:styleId="PlaceholderText">
    <w:name w:val="Placeholder Text"/>
    <w:basedOn w:val="DefaultParagraphFont"/>
    <w:uiPriority w:val="99"/>
    <w:semiHidden/>
    <w:rsid w:val="00C37147"/>
    <w:rPr>
      <w:color w:val="808080"/>
    </w:rPr>
  </w:style>
  <w:style w:type="paragraph" w:customStyle="1" w:styleId="rightCharCharChar">
    <w:name w:val="right Char Char Char"/>
    <w:basedOn w:val="Normal"/>
    <w:uiPriority w:val="99"/>
    <w:rsid w:val="000729D7"/>
    <w:pPr>
      <w:widowControl w:val="0"/>
      <w:autoSpaceDE w:val="0"/>
      <w:autoSpaceDN w:val="0"/>
      <w:adjustRightInd w:val="0"/>
      <w:spacing w:before="240"/>
      <w:ind w:right="1134"/>
      <w:jc w:val="right"/>
    </w:pPr>
    <w:rPr>
      <w:sz w:val="22"/>
      <w:szCs w:val="22"/>
      <w:lang w:val="en-US"/>
    </w:rPr>
  </w:style>
  <w:style w:type="paragraph" w:customStyle="1" w:styleId="Bottom">
    <w:name w:val="Bottom"/>
    <w:basedOn w:val="Normal"/>
    <w:uiPriority w:val="99"/>
    <w:rsid w:val="003E4E27"/>
    <w:pPr>
      <w:widowControl w:val="0"/>
      <w:autoSpaceDE w:val="0"/>
      <w:autoSpaceDN w:val="0"/>
      <w:adjustRightInd w:val="0"/>
    </w:pPr>
    <w:rPr>
      <w:sz w:val="22"/>
      <w:szCs w:val="22"/>
      <w:lang w:val="en-US"/>
    </w:rPr>
  </w:style>
  <w:style w:type="paragraph" w:customStyle="1" w:styleId="questionaChar">
    <w:name w:val="question(a) Char"/>
    <w:basedOn w:val="question"/>
    <w:uiPriority w:val="99"/>
    <w:rsid w:val="003E4E27"/>
    <w:pPr>
      <w:tabs>
        <w:tab w:val="left" w:pos="567"/>
      </w:tabs>
      <w:ind w:left="1134" w:hanging="1134"/>
    </w:pPr>
  </w:style>
  <w:style w:type="paragraph" w:customStyle="1" w:styleId="questionCharChar">
    <w:name w:val="question Char Char"/>
    <w:basedOn w:val="Normal"/>
    <w:uiPriority w:val="99"/>
    <w:rsid w:val="003E4E27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questiona">
    <w:name w:val="question(a)"/>
    <w:basedOn w:val="question"/>
    <w:uiPriority w:val="99"/>
    <w:rsid w:val="009F1C63"/>
    <w:pPr>
      <w:tabs>
        <w:tab w:val="left" w:pos="567"/>
      </w:tabs>
      <w:ind w:left="1134" w:hanging="1134"/>
    </w:pPr>
  </w:style>
  <w:style w:type="paragraph" w:customStyle="1" w:styleId="questionCharCharCharCharCharCharCharCharCharCharCharCharCharCharCharCharCharCharCharCharCharChar">
    <w:name w:val="question Char Char Char Char Char Char Char Char Char Char Char Char Char Char Char Char Char Char Char Char Char Char"/>
    <w:basedOn w:val="Normal"/>
    <w:uiPriority w:val="99"/>
    <w:rsid w:val="005D7DE2"/>
    <w:pPr>
      <w:widowControl w:val="0"/>
      <w:autoSpaceDE w:val="0"/>
      <w:autoSpaceDN w:val="0"/>
      <w:adjustRightInd w:val="0"/>
      <w:spacing w:before="240"/>
      <w:ind w:left="567" w:right="567" w:hanging="567"/>
    </w:pPr>
    <w:rPr>
      <w:sz w:val="22"/>
      <w:szCs w:val="22"/>
      <w:lang w:val="en-US"/>
    </w:rPr>
  </w:style>
  <w:style w:type="paragraph" w:customStyle="1" w:styleId="indent1a">
    <w:name w:val="indent1(a)"/>
    <w:basedOn w:val="Normal"/>
    <w:uiPriority w:val="99"/>
    <w:rsid w:val="007E5725"/>
    <w:pPr>
      <w:widowControl w:val="0"/>
      <w:tabs>
        <w:tab w:val="left" w:pos="1134"/>
      </w:tabs>
      <w:autoSpaceDE w:val="0"/>
      <w:autoSpaceDN w:val="0"/>
      <w:adjustRightInd w:val="0"/>
      <w:spacing w:before="240"/>
      <w:ind w:left="1701" w:right="567" w:hanging="1134"/>
    </w:pPr>
    <w:rPr>
      <w:sz w:val="22"/>
      <w:szCs w:val="22"/>
      <w:lang w:val="en-US"/>
    </w:rPr>
  </w:style>
  <w:style w:type="paragraph" w:customStyle="1" w:styleId="graphChar">
    <w:name w:val="graph Char"/>
    <w:basedOn w:val="Normal"/>
    <w:uiPriority w:val="99"/>
    <w:rsid w:val="00EA181F"/>
    <w:pPr>
      <w:widowControl w:val="0"/>
      <w:autoSpaceDE w:val="0"/>
      <w:autoSpaceDN w:val="0"/>
      <w:adjustRightInd w:val="0"/>
      <w:spacing w:before="240"/>
      <w:ind w:left="567" w:right="567" w:hanging="567"/>
      <w:jc w:val="center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190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3E37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190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18" Type="http://schemas.openxmlformats.org/officeDocument/2006/relationships/image" Target="media/image9.wmf"/><Relationship Id="rId26" Type="http://schemas.openxmlformats.org/officeDocument/2006/relationships/image" Target="media/image14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21.wmf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image" Target="media/image13.png"/><Relationship Id="rId33" Type="http://schemas.openxmlformats.org/officeDocument/2006/relationships/image" Target="media/image20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6.bin"/><Relationship Id="rId32" Type="http://schemas.openxmlformats.org/officeDocument/2006/relationships/image" Target="media/image19.wmf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2.wmf"/><Relationship Id="rId28" Type="http://schemas.openxmlformats.org/officeDocument/2006/relationships/oleObject" Target="embeddings/oleObject7.bin"/><Relationship Id="rId36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Relationship Id="rId22" Type="http://schemas.openxmlformats.org/officeDocument/2006/relationships/image" Target="media/image11.wmf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21</Pages>
  <Words>1805</Words>
  <Characters>10291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cummingg</cp:lastModifiedBy>
  <cp:revision>6</cp:revision>
  <cp:lastPrinted>2010-08-17T15:28:00Z</cp:lastPrinted>
  <dcterms:created xsi:type="dcterms:W3CDTF">2010-08-17T17:01:00Z</dcterms:created>
  <dcterms:modified xsi:type="dcterms:W3CDTF">2010-09-20T12:43:00Z</dcterms:modified>
</cp:coreProperties>
</file>